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40" w:type="pct"/>
        <w:jc w:val="center"/>
        <w:tblLayout w:type="fixed"/>
        <w:tblCellMar>
          <w:top w:w="432" w:type="dxa"/>
          <w:left w:w="432" w:type="dxa"/>
          <w:right w:w="0" w:type="dxa"/>
        </w:tblCellMar>
        <w:tblLook w:val="0600" w:firstRow="0" w:lastRow="0" w:firstColumn="0" w:lastColumn="0" w:noHBand="1" w:noVBand="1"/>
        <w:tblDescription w:val="公告表格版面配置"/>
      </w:tblPr>
      <w:tblGrid>
        <w:gridCol w:w="7877"/>
        <w:gridCol w:w="3179"/>
      </w:tblGrid>
      <w:tr w:rsidR="00D03214" w:rsidRPr="00EC62CF" w14:paraId="3A66E0E1" w14:textId="77777777" w:rsidTr="00B66253">
        <w:trPr>
          <w:trHeight w:hRule="exact" w:val="6336"/>
          <w:jc w:val="center"/>
        </w:trPr>
        <w:tc>
          <w:tcPr>
            <w:tcW w:w="7878" w:type="dxa"/>
            <w:tcMar>
              <w:top w:w="576" w:type="dxa"/>
              <w:left w:w="432" w:type="dxa"/>
              <w:bottom w:w="432" w:type="dxa"/>
            </w:tcMar>
          </w:tcPr>
          <w:p w14:paraId="4E8A80F3" w14:textId="39963E2B" w:rsidR="00A83B6A" w:rsidRPr="00EC62CF" w:rsidRDefault="004756C6">
            <w:pPr>
              <w:pStyle w:val="a7"/>
              <w:rPr>
                <w:lang w:eastAsia="zh-TW"/>
              </w:rPr>
            </w:pPr>
            <w:sdt>
              <w:sdtPr>
                <w:rPr>
                  <w:lang w:eastAsia="zh-TW"/>
                </w:rPr>
                <w:alias w:val="輸入標題："/>
                <w:tag w:val="輸入標題："/>
                <w:id w:val="491371353"/>
                <w:placeholder>
                  <w:docPart w:val="7A972F0F51D745E992774AA9B600CE8C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D03214" w:rsidRPr="00EC62CF">
                  <w:rPr>
                    <w:lang w:val="zh-TW" w:eastAsia="zh-TW" w:bidi="zh-TW"/>
                  </w:rPr>
                  <w:t>請將行動電話關機。</w:t>
                </w:r>
              </w:sdtContent>
            </w:sdt>
          </w:p>
        </w:tc>
        <w:tc>
          <w:tcPr>
            <w:tcW w:w="3179" w:type="dxa"/>
            <w:tcMar>
              <w:bottom w:w="432" w:type="dxa"/>
              <w:right w:w="864" w:type="dxa"/>
            </w:tcMar>
            <w:vAlign w:val="bottom"/>
          </w:tcPr>
          <w:p w14:paraId="3281D8CC" w14:textId="26AFE5EE" w:rsidR="00A83B6A" w:rsidRPr="00EC62CF" w:rsidRDefault="009553A6" w:rsidP="00D03214">
            <w:pPr>
              <w:rPr>
                <w:lang w:eastAsia="zh-TW"/>
              </w:rPr>
            </w:pPr>
            <w:r w:rsidRPr="00EC62CF">
              <w:rPr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5149E99" wp14:editId="431523D5">
                      <wp:extent cx="1281113" cy="1281113"/>
                      <wp:effectExtent l="0" t="0" r="0" b="0"/>
                      <wp:docPr id="16" name="手繪多邊形 11" descr="行動電話位於圓圈內的圖示圖案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1281113" cy="1281113"/>
                              </a:xfrm>
                              <a:custGeom>
                                <a:avLst/>
                                <a:gdLst>
                                  <a:gd name="T0" fmla="*/ 1886 w 4037"/>
                                  <a:gd name="T1" fmla="*/ 2720 h 4036"/>
                                  <a:gd name="T2" fmla="*/ 1865 w 4037"/>
                                  <a:gd name="T3" fmla="*/ 2816 h 4036"/>
                                  <a:gd name="T4" fmla="*/ 1878 w 4037"/>
                                  <a:gd name="T5" fmla="*/ 2917 h 4036"/>
                                  <a:gd name="T6" fmla="*/ 1950 w 4037"/>
                                  <a:gd name="T7" fmla="*/ 2961 h 4036"/>
                                  <a:gd name="T8" fmla="*/ 2150 w 4037"/>
                                  <a:gd name="T9" fmla="*/ 2931 h 4036"/>
                                  <a:gd name="T10" fmla="*/ 2172 w 4037"/>
                                  <a:gd name="T11" fmla="*/ 2836 h 4036"/>
                                  <a:gd name="T12" fmla="*/ 2159 w 4037"/>
                                  <a:gd name="T13" fmla="*/ 2736 h 4036"/>
                                  <a:gd name="T14" fmla="*/ 2086 w 4037"/>
                                  <a:gd name="T15" fmla="*/ 2691 h 4036"/>
                                  <a:gd name="T16" fmla="*/ 1518 w 4037"/>
                                  <a:gd name="T17" fmla="*/ 1124 h 4036"/>
                                  <a:gd name="T18" fmla="*/ 1472 w 4037"/>
                                  <a:gd name="T19" fmla="*/ 2466 h 4036"/>
                                  <a:gd name="T20" fmla="*/ 1541 w 4037"/>
                                  <a:gd name="T21" fmla="*/ 2579 h 4036"/>
                                  <a:gd name="T22" fmla="*/ 2495 w 4037"/>
                                  <a:gd name="T23" fmla="*/ 2579 h 4036"/>
                                  <a:gd name="T24" fmla="*/ 2566 w 4037"/>
                                  <a:gd name="T25" fmla="*/ 2466 h 4036"/>
                                  <a:gd name="T26" fmla="*/ 2518 w 4037"/>
                                  <a:gd name="T27" fmla="*/ 1124 h 4036"/>
                                  <a:gd name="T28" fmla="*/ 1443 w 4037"/>
                                  <a:gd name="T29" fmla="*/ 921 h 4036"/>
                                  <a:gd name="T30" fmla="*/ 2691 w 4037"/>
                                  <a:gd name="T31" fmla="*/ 968 h 4036"/>
                                  <a:gd name="T32" fmla="*/ 2716 w 4037"/>
                                  <a:gd name="T33" fmla="*/ 3017 h 4036"/>
                                  <a:gd name="T34" fmla="*/ 2621 w 4037"/>
                                  <a:gd name="T35" fmla="*/ 3111 h 4036"/>
                                  <a:gd name="T36" fmla="*/ 1365 w 4037"/>
                                  <a:gd name="T37" fmla="*/ 3086 h 4036"/>
                                  <a:gd name="T38" fmla="*/ 1318 w 4037"/>
                                  <a:gd name="T39" fmla="*/ 1046 h 4036"/>
                                  <a:gd name="T40" fmla="*/ 1389 w 4037"/>
                                  <a:gd name="T41" fmla="*/ 933 h 4036"/>
                                  <a:gd name="T42" fmla="*/ 1780 w 4037"/>
                                  <a:gd name="T43" fmla="*/ 195 h 4036"/>
                                  <a:gd name="T44" fmla="*/ 1225 w 4037"/>
                                  <a:gd name="T45" fmla="*/ 359 h 4036"/>
                                  <a:gd name="T46" fmla="*/ 760 w 4037"/>
                                  <a:gd name="T47" fmla="*/ 679 h 4036"/>
                                  <a:gd name="T48" fmla="*/ 412 w 4037"/>
                                  <a:gd name="T49" fmla="*/ 1124 h 4036"/>
                                  <a:gd name="T50" fmla="*/ 215 w 4037"/>
                                  <a:gd name="T51" fmla="*/ 1662 h 4036"/>
                                  <a:gd name="T52" fmla="*/ 195 w 4037"/>
                                  <a:gd name="T53" fmla="*/ 2256 h 4036"/>
                                  <a:gd name="T54" fmla="*/ 360 w 4037"/>
                                  <a:gd name="T55" fmla="*/ 2811 h 4036"/>
                                  <a:gd name="T56" fmla="*/ 680 w 4037"/>
                                  <a:gd name="T57" fmla="*/ 3276 h 4036"/>
                                  <a:gd name="T58" fmla="*/ 1124 w 4037"/>
                                  <a:gd name="T59" fmla="*/ 3624 h 4036"/>
                                  <a:gd name="T60" fmla="*/ 1663 w 4037"/>
                                  <a:gd name="T61" fmla="*/ 3821 h 4036"/>
                                  <a:gd name="T62" fmla="*/ 2258 w 4037"/>
                                  <a:gd name="T63" fmla="*/ 3841 h 4036"/>
                                  <a:gd name="T64" fmla="*/ 2812 w 4037"/>
                                  <a:gd name="T65" fmla="*/ 3676 h 4036"/>
                                  <a:gd name="T66" fmla="*/ 3277 w 4037"/>
                                  <a:gd name="T67" fmla="*/ 3356 h 4036"/>
                                  <a:gd name="T68" fmla="*/ 3624 w 4037"/>
                                  <a:gd name="T69" fmla="*/ 2912 h 4036"/>
                                  <a:gd name="T70" fmla="*/ 3823 w 4037"/>
                                  <a:gd name="T71" fmla="*/ 2373 h 4036"/>
                                  <a:gd name="T72" fmla="*/ 3841 w 4037"/>
                                  <a:gd name="T73" fmla="*/ 1778 h 4036"/>
                                  <a:gd name="T74" fmla="*/ 3677 w 4037"/>
                                  <a:gd name="T75" fmla="*/ 1224 h 4036"/>
                                  <a:gd name="T76" fmla="*/ 3358 w 4037"/>
                                  <a:gd name="T77" fmla="*/ 759 h 4036"/>
                                  <a:gd name="T78" fmla="*/ 2912 w 4037"/>
                                  <a:gd name="T79" fmla="*/ 412 h 4036"/>
                                  <a:gd name="T80" fmla="*/ 2375 w 4037"/>
                                  <a:gd name="T81" fmla="*/ 213 h 4036"/>
                                  <a:gd name="T82" fmla="*/ 2142 w 4037"/>
                                  <a:gd name="T83" fmla="*/ 3 h 4036"/>
                                  <a:gd name="T84" fmla="*/ 2723 w 4037"/>
                                  <a:gd name="T85" fmla="*/ 126 h 4036"/>
                                  <a:gd name="T86" fmla="*/ 3229 w 4037"/>
                                  <a:gd name="T87" fmla="*/ 402 h 4036"/>
                                  <a:gd name="T88" fmla="*/ 3634 w 4037"/>
                                  <a:gd name="T89" fmla="*/ 807 h 4036"/>
                                  <a:gd name="T90" fmla="*/ 3910 w 4037"/>
                                  <a:gd name="T91" fmla="*/ 1313 h 4036"/>
                                  <a:gd name="T92" fmla="*/ 4033 w 4037"/>
                                  <a:gd name="T93" fmla="*/ 1894 h 4036"/>
                                  <a:gd name="T94" fmla="*/ 3980 w 4037"/>
                                  <a:gd name="T95" fmla="*/ 2497 h 4036"/>
                                  <a:gd name="T96" fmla="*/ 3762 w 4037"/>
                                  <a:gd name="T97" fmla="*/ 3036 h 4036"/>
                                  <a:gd name="T98" fmla="*/ 3404 w 4037"/>
                                  <a:gd name="T99" fmla="*/ 3485 h 4036"/>
                                  <a:gd name="T100" fmla="*/ 2936 w 4037"/>
                                  <a:gd name="T101" fmla="*/ 3816 h 4036"/>
                                  <a:gd name="T102" fmla="*/ 2381 w 4037"/>
                                  <a:gd name="T103" fmla="*/ 4004 h 4036"/>
                                  <a:gd name="T104" fmla="*/ 1775 w 4037"/>
                                  <a:gd name="T105" fmla="*/ 4021 h 4036"/>
                                  <a:gd name="T106" fmla="*/ 1206 w 4037"/>
                                  <a:gd name="T107" fmla="*/ 3865 h 4036"/>
                                  <a:gd name="T108" fmla="*/ 718 w 4037"/>
                                  <a:gd name="T109" fmla="*/ 3561 h 4036"/>
                                  <a:gd name="T110" fmla="*/ 336 w 4037"/>
                                  <a:gd name="T111" fmla="*/ 3134 h 4036"/>
                                  <a:gd name="T112" fmla="*/ 88 w 4037"/>
                                  <a:gd name="T113" fmla="*/ 2611 h 4036"/>
                                  <a:gd name="T114" fmla="*/ 0 w 4037"/>
                                  <a:gd name="T115" fmla="*/ 2017 h 4036"/>
                                  <a:gd name="T116" fmla="*/ 88 w 4037"/>
                                  <a:gd name="T117" fmla="*/ 1424 h 4036"/>
                                  <a:gd name="T118" fmla="*/ 336 w 4037"/>
                                  <a:gd name="T119" fmla="*/ 900 h 4036"/>
                                  <a:gd name="T120" fmla="*/ 718 w 4037"/>
                                  <a:gd name="T121" fmla="*/ 473 h 4036"/>
                                  <a:gd name="T122" fmla="*/ 1206 w 4037"/>
                                  <a:gd name="T123" fmla="*/ 169 h 4036"/>
                                  <a:gd name="T124" fmla="*/ 1775 w 4037"/>
                                  <a:gd name="T125" fmla="*/ 14 h 40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4037" h="4036">
                                    <a:moveTo>
                                      <a:pt x="1950" y="2691"/>
                                    </a:moveTo>
                                    <a:lnTo>
                                      <a:pt x="1929" y="2693"/>
                                    </a:lnTo>
                                    <a:lnTo>
                                      <a:pt x="1912" y="2700"/>
                                    </a:lnTo>
                                    <a:lnTo>
                                      <a:pt x="1897" y="2708"/>
                                    </a:lnTo>
                                    <a:lnTo>
                                      <a:pt x="1886" y="2720"/>
                                    </a:lnTo>
                                    <a:lnTo>
                                      <a:pt x="1878" y="2736"/>
                                    </a:lnTo>
                                    <a:lnTo>
                                      <a:pt x="1872" y="2754"/>
                                    </a:lnTo>
                                    <a:lnTo>
                                      <a:pt x="1868" y="2773"/>
                                    </a:lnTo>
                                    <a:lnTo>
                                      <a:pt x="1865" y="2794"/>
                                    </a:lnTo>
                                    <a:lnTo>
                                      <a:pt x="1865" y="2816"/>
                                    </a:lnTo>
                                    <a:lnTo>
                                      <a:pt x="1865" y="2836"/>
                                    </a:lnTo>
                                    <a:lnTo>
                                      <a:pt x="1865" y="2858"/>
                                    </a:lnTo>
                                    <a:lnTo>
                                      <a:pt x="1868" y="2879"/>
                                    </a:lnTo>
                                    <a:lnTo>
                                      <a:pt x="1872" y="2898"/>
                                    </a:lnTo>
                                    <a:lnTo>
                                      <a:pt x="1878" y="2917"/>
                                    </a:lnTo>
                                    <a:lnTo>
                                      <a:pt x="1886" y="2931"/>
                                    </a:lnTo>
                                    <a:lnTo>
                                      <a:pt x="1897" y="2944"/>
                                    </a:lnTo>
                                    <a:lnTo>
                                      <a:pt x="1912" y="2954"/>
                                    </a:lnTo>
                                    <a:lnTo>
                                      <a:pt x="1929" y="2958"/>
                                    </a:lnTo>
                                    <a:lnTo>
                                      <a:pt x="1950" y="2961"/>
                                    </a:lnTo>
                                    <a:lnTo>
                                      <a:pt x="2086" y="2961"/>
                                    </a:lnTo>
                                    <a:lnTo>
                                      <a:pt x="2107" y="2958"/>
                                    </a:lnTo>
                                    <a:lnTo>
                                      <a:pt x="2126" y="2954"/>
                                    </a:lnTo>
                                    <a:lnTo>
                                      <a:pt x="2139" y="2944"/>
                                    </a:lnTo>
                                    <a:lnTo>
                                      <a:pt x="2150" y="2931"/>
                                    </a:lnTo>
                                    <a:lnTo>
                                      <a:pt x="2159" y="2917"/>
                                    </a:lnTo>
                                    <a:lnTo>
                                      <a:pt x="2165" y="2898"/>
                                    </a:lnTo>
                                    <a:lnTo>
                                      <a:pt x="2169" y="2879"/>
                                    </a:lnTo>
                                    <a:lnTo>
                                      <a:pt x="2171" y="2858"/>
                                    </a:lnTo>
                                    <a:lnTo>
                                      <a:pt x="2172" y="2836"/>
                                    </a:lnTo>
                                    <a:lnTo>
                                      <a:pt x="2172" y="2816"/>
                                    </a:lnTo>
                                    <a:lnTo>
                                      <a:pt x="2171" y="2794"/>
                                    </a:lnTo>
                                    <a:lnTo>
                                      <a:pt x="2169" y="2773"/>
                                    </a:lnTo>
                                    <a:lnTo>
                                      <a:pt x="2165" y="2754"/>
                                    </a:lnTo>
                                    <a:lnTo>
                                      <a:pt x="2159" y="2736"/>
                                    </a:lnTo>
                                    <a:lnTo>
                                      <a:pt x="2150" y="2720"/>
                                    </a:lnTo>
                                    <a:lnTo>
                                      <a:pt x="2139" y="2708"/>
                                    </a:lnTo>
                                    <a:lnTo>
                                      <a:pt x="2126" y="2700"/>
                                    </a:lnTo>
                                    <a:lnTo>
                                      <a:pt x="2107" y="2693"/>
                                    </a:lnTo>
                                    <a:lnTo>
                                      <a:pt x="2086" y="2691"/>
                                    </a:lnTo>
                                    <a:lnTo>
                                      <a:pt x="1950" y="2691"/>
                                    </a:lnTo>
                                    <a:close/>
                                    <a:moveTo>
                                      <a:pt x="1597" y="1097"/>
                                    </a:moveTo>
                                    <a:lnTo>
                                      <a:pt x="1568" y="1099"/>
                                    </a:lnTo>
                                    <a:lnTo>
                                      <a:pt x="1541" y="1109"/>
                                    </a:lnTo>
                                    <a:lnTo>
                                      <a:pt x="1518" y="1124"/>
                                    </a:lnTo>
                                    <a:lnTo>
                                      <a:pt x="1499" y="1143"/>
                                    </a:lnTo>
                                    <a:lnTo>
                                      <a:pt x="1484" y="1167"/>
                                    </a:lnTo>
                                    <a:lnTo>
                                      <a:pt x="1475" y="1194"/>
                                    </a:lnTo>
                                    <a:lnTo>
                                      <a:pt x="1472" y="1222"/>
                                    </a:lnTo>
                                    <a:lnTo>
                                      <a:pt x="1472" y="2466"/>
                                    </a:lnTo>
                                    <a:lnTo>
                                      <a:pt x="1475" y="2496"/>
                                    </a:lnTo>
                                    <a:lnTo>
                                      <a:pt x="1484" y="2522"/>
                                    </a:lnTo>
                                    <a:lnTo>
                                      <a:pt x="1499" y="2545"/>
                                    </a:lnTo>
                                    <a:lnTo>
                                      <a:pt x="1518" y="2565"/>
                                    </a:lnTo>
                                    <a:lnTo>
                                      <a:pt x="1541" y="2579"/>
                                    </a:lnTo>
                                    <a:lnTo>
                                      <a:pt x="1568" y="2589"/>
                                    </a:lnTo>
                                    <a:lnTo>
                                      <a:pt x="1597" y="2593"/>
                                    </a:lnTo>
                                    <a:lnTo>
                                      <a:pt x="2440" y="2593"/>
                                    </a:lnTo>
                                    <a:lnTo>
                                      <a:pt x="2469" y="2589"/>
                                    </a:lnTo>
                                    <a:lnTo>
                                      <a:pt x="2495" y="2579"/>
                                    </a:lnTo>
                                    <a:lnTo>
                                      <a:pt x="2518" y="2565"/>
                                    </a:lnTo>
                                    <a:lnTo>
                                      <a:pt x="2538" y="2545"/>
                                    </a:lnTo>
                                    <a:lnTo>
                                      <a:pt x="2553" y="2522"/>
                                    </a:lnTo>
                                    <a:lnTo>
                                      <a:pt x="2563" y="2496"/>
                                    </a:lnTo>
                                    <a:lnTo>
                                      <a:pt x="2566" y="2466"/>
                                    </a:lnTo>
                                    <a:lnTo>
                                      <a:pt x="2566" y="1222"/>
                                    </a:lnTo>
                                    <a:lnTo>
                                      <a:pt x="2563" y="1194"/>
                                    </a:lnTo>
                                    <a:lnTo>
                                      <a:pt x="2553" y="1167"/>
                                    </a:lnTo>
                                    <a:lnTo>
                                      <a:pt x="2538" y="1143"/>
                                    </a:lnTo>
                                    <a:lnTo>
                                      <a:pt x="2518" y="1124"/>
                                    </a:lnTo>
                                    <a:lnTo>
                                      <a:pt x="2495" y="1109"/>
                                    </a:lnTo>
                                    <a:lnTo>
                                      <a:pt x="2469" y="1099"/>
                                    </a:lnTo>
                                    <a:lnTo>
                                      <a:pt x="2440" y="1097"/>
                                    </a:lnTo>
                                    <a:lnTo>
                                      <a:pt x="1597" y="1097"/>
                                    </a:lnTo>
                                    <a:close/>
                                    <a:moveTo>
                                      <a:pt x="1443" y="921"/>
                                    </a:moveTo>
                                    <a:lnTo>
                                      <a:pt x="2593" y="921"/>
                                    </a:lnTo>
                                    <a:lnTo>
                                      <a:pt x="2621" y="925"/>
                                    </a:lnTo>
                                    <a:lnTo>
                                      <a:pt x="2648" y="933"/>
                                    </a:lnTo>
                                    <a:lnTo>
                                      <a:pt x="2672" y="949"/>
                                    </a:lnTo>
                                    <a:lnTo>
                                      <a:pt x="2691" y="968"/>
                                    </a:lnTo>
                                    <a:lnTo>
                                      <a:pt x="2706" y="991"/>
                                    </a:lnTo>
                                    <a:lnTo>
                                      <a:pt x="2716" y="1018"/>
                                    </a:lnTo>
                                    <a:lnTo>
                                      <a:pt x="2718" y="1046"/>
                                    </a:lnTo>
                                    <a:lnTo>
                                      <a:pt x="2718" y="2988"/>
                                    </a:lnTo>
                                    <a:lnTo>
                                      <a:pt x="2716" y="3017"/>
                                    </a:lnTo>
                                    <a:lnTo>
                                      <a:pt x="2706" y="3043"/>
                                    </a:lnTo>
                                    <a:lnTo>
                                      <a:pt x="2691" y="3066"/>
                                    </a:lnTo>
                                    <a:lnTo>
                                      <a:pt x="2672" y="3086"/>
                                    </a:lnTo>
                                    <a:lnTo>
                                      <a:pt x="2648" y="3101"/>
                                    </a:lnTo>
                                    <a:lnTo>
                                      <a:pt x="2621" y="3111"/>
                                    </a:lnTo>
                                    <a:lnTo>
                                      <a:pt x="2593" y="3114"/>
                                    </a:lnTo>
                                    <a:lnTo>
                                      <a:pt x="1443" y="3114"/>
                                    </a:lnTo>
                                    <a:lnTo>
                                      <a:pt x="1415" y="3111"/>
                                    </a:lnTo>
                                    <a:lnTo>
                                      <a:pt x="1389" y="3101"/>
                                    </a:lnTo>
                                    <a:lnTo>
                                      <a:pt x="1365" y="3086"/>
                                    </a:lnTo>
                                    <a:lnTo>
                                      <a:pt x="1346" y="3066"/>
                                    </a:lnTo>
                                    <a:lnTo>
                                      <a:pt x="1330" y="3043"/>
                                    </a:lnTo>
                                    <a:lnTo>
                                      <a:pt x="1322" y="3017"/>
                                    </a:lnTo>
                                    <a:lnTo>
                                      <a:pt x="1318" y="2988"/>
                                    </a:lnTo>
                                    <a:lnTo>
                                      <a:pt x="1318" y="1046"/>
                                    </a:lnTo>
                                    <a:lnTo>
                                      <a:pt x="1322" y="1018"/>
                                    </a:lnTo>
                                    <a:lnTo>
                                      <a:pt x="1330" y="991"/>
                                    </a:lnTo>
                                    <a:lnTo>
                                      <a:pt x="1346" y="968"/>
                                    </a:lnTo>
                                    <a:lnTo>
                                      <a:pt x="1365" y="949"/>
                                    </a:lnTo>
                                    <a:lnTo>
                                      <a:pt x="1389" y="933"/>
                                    </a:lnTo>
                                    <a:lnTo>
                                      <a:pt x="1415" y="925"/>
                                    </a:lnTo>
                                    <a:lnTo>
                                      <a:pt x="1443" y="921"/>
                                    </a:lnTo>
                                    <a:close/>
                                    <a:moveTo>
                                      <a:pt x="2019" y="179"/>
                                    </a:moveTo>
                                    <a:lnTo>
                                      <a:pt x="1897" y="182"/>
                                    </a:lnTo>
                                    <a:lnTo>
                                      <a:pt x="1780" y="195"/>
                                    </a:lnTo>
                                    <a:lnTo>
                                      <a:pt x="1663" y="213"/>
                                    </a:lnTo>
                                    <a:lnTo>
                                      <a:pt x="1549" y="240"/>
                                    </a:lnTo>
                                    <a:lnTo>
                                      <a:pt x="1438" y="273"/>
                                    </a:lnTo>
                                    <a:lnTo>
                                      <a:pt x="1330" y="312"/>
                                    </a:lnTo>
                                    <a:lnTo>
                                      <a:pt x="1225" y="359"/>
                                    </a:lnTo>
                                    <a:lnTo>
                                      <a:pt x="1124" y="412"/>
                                    </a:lnTo>
                                    <a:lnTo>
                                      <a:pt x="1027" y="470"/>
                                    </a:lnTo>
                                    <a:lnTo>
                                      <a:pt x="933" y="535"/>
                                    </a:lnTo>
                                    <a:lnTo>
                                      <a:pt x="844" y="605"/>
                                    </a:lnTo>
                                    <a:lnTo>
                                      <a:pt x="760" y="679"/>
                                    </a:lnTo>
                                    <a:lnTo>
                                      <a:pt x="680" y="759"/>
                                    </a:lnTo>
                                    <a:lnTo>
                                      <a:pt x="605" y="844"/>
                                    </a:lnTo>
                                    <a:lnTo>
                                      <a:pt x="535" y="932"/>
                                    </a:lnTo>
                                    <a:lnTo>
                                      <a:pt x="471" y="1026"/>
                                    </a:lnTo>
                                    <a:lnTo>
                                      <a:pt x="412" y="1124"/>
                                    </a:lnTo>
                                    <a:lnTo>
                                      <a:pt x="360" y="1224"/>
                                    </a:lnTo>
                                    <a:lnTo>
                                      <a:pt x="314" y="1329"/>
                                    </a:lnTo>
                                    <a:lnTo>
                                      <a:pt x="274" y="1437"/>
                                    </a:lnTo>
                                    <a:lnTo>
                                      <a:pt x="241" y="1548"/>
                                    </a:lnTo>
                                    <a:lnTo>
                                      <a:pt x="215" y="1662"/>
                                    </a:lnTo>
                                    <a:lnTo>
                                      <a:pt x="195" y="1778"/>
                                    </a:lnTo>
                                    <a:lnTo>
                                      <a:pt x="184" y="1897"/>
                                    </a:lnTo>
                                    <a:lnTo>
                                      <a:pt x="180" y="2017"/>
                                    </a:lnTo>
                                    <a:lnTo>
                                      <a:pt x="184" y="2139"/>
                                    </a:lnTo>
                                    <a:lnTo>
                                      <a:pt x="195" y="2256"/>
                                    </a:lnTo>
                                    <a:lnTo>
                                      <a:pt x="215" y="2373"/>
                                    </a:lnTo>
                                    <a:lnTo>
                                      <a:pt x="241" y="2487"/>
                                    </a:lnTo>
                                    <a:lnTo>
                                      <a:pt x="274" y="2598"/>
                                    </a:lnTo>
                                    <a:lnTo>
                                      <a:pt x="314" y="2706"/>
                                    </a:lnTo>
                                    <a:lnTo>
                                      <a:pt x="360" y="2811"/>
                                    </a:lnTo>
                                    <a:lnTo>
                                      <a:pt x="412" y="2912"/>
                                    </a:lnTo>
                                    <a:lnTo>
                                      <a:pt x="471" y="3009"/>
                                    </a:lnTo>
                                    <a:lnTo>
                                      <a:pt x="535" y="3103"/>
                                    </a:lnTo>
                                    <a:lnTo>
                                      <a:pt x="605" y="3192"/>
                                    </a:lnTo>
                                    <a:lnTo>
                                      <a:pt x="680" y="3276"/>
                                    </a:lnTo>
                                    <a:lnTo>
                                      <a:pt x="760" y="3356"/>
                                    </a:lnTo>
                                    <a:lnTo>
                                      <a:pt x="844" y="3431"/>
                                    </a:lnTo>
                                    <a:lnTo>
                                      <a:pt x="933" y="3501"/>
                                    </a:lnTo>
                                    <a:lnTo>
                                      <a:pt x="1027" y="3565"/>
                                    </a:lnTo>
                                    <a:lnTo>
                                      <a:pt x="1124" y="3624"/>
                                    </a:lnTo>
                                    <a:lnTo>
                                      <a:pt x="1225" y="3676"/>
                                    </a:lnTo>
                                    <a:lnTo>
                                      <a:pt x="1330" y="3722"/>
                                    </a:lnTo>
                                    <a:lnTo>
                                      <a:pt x="1438" y="3762"/>
                                    </a:lnTo>
                                    <a:lnTo>
                                      <a:pt x="1549" y="3795"/>
                                    </a:lnTo>
                                    <a:lnTo>
                                      <a:pt x="1663" y="3821"/>
                                    </a:lnTo>
                                    <a:lnTo>
                                      <a:pt x="1780" y="3841"/>
                                    </a:lnTo>
                                    <a:lnTo>
                                      <a:pt x="1897" y="3852"/>
                                    </a:lnTo>
                                    <a:lnTo>
                                      <a:pt x="2019" y="3856"/>
                                    </a:lnTo>
                                    <a:lnTo>
                                      <a:pt x="2139" y="3852"/>
                                    </a:lnTo>
                                    <a:lnTo>
                                      <a:pt x="2258" y="3841"/>
                                    </a:lnTo>
                                    <a:lnTo>
                                      <a:pt x="2375" y="3821"/>
                                    </a:lnTo>
                                    <a:lnTo>
                                      <a:pt x="2488" y="3795"/>
                                    </a:lnTo>
                                    <a:lnTo>
                                      <a:pt x="2599" y="3762"/>
                                    </a:lnTo>
                                    <a:lnTo>
                                      <a:pt x="2707" y="3722"/>
                                    </a:lnTo>
                                    <a:lnTo>
                                      <a:pt x="2812" y="3676"/>
                                    </a:lnTo>
                                    <a:lnTo>
                                      <a:pt x="2912" y="3624"/>
                                    </a:lnTo>
                                    <a:lnTo>
                                      <a:pt x="3011" y="3565"/>
                                    </a:lnTo>
                                    <a:lnTo>
                                      <a:pt x="3104" y="3501"/>
                                    </a:lnTo>
                                    <a:lnTo>
                                      <a:pt x="3192" y="3431"/>
                                    </a:lnTo>
                                    <a:lnTo>
                                      <a:pt x="3277" y="3356"/>
                                    </a:lnTo>
                                    <a:lnTo>
                                      <a:pt x="3358" y="3276"/>
                                    </a:lnTo>
                                    <a:lnTo>
                                      <a:pt x="3433" y="3192"/>
                                    </a:lnTo>
                                    <a:lnTo>
                                      <a:pt x="3501" y="3103"/>
                                    </a:lnTo>
                                    <a:lnTo>
                                      <a:pt x="3566" y="3009"/>
                                    </a:lnTo>
                                    <a:lnTo>
                                      <a:pt x="3624" y="2912"/>
                                    </a:lnTo>
                                    <a:lnTo>
                                      <a:pt x="3677" y="2811"/>
                                    </a:lnTo>
                                    <a:lnTo>
                                      <a:pt x="3724" y="2706"/>
                                    </a:lnTo>
                                    <a:lnTo>
                                      <a:pt x="3763" y="2598"/>
                                    </a:lnTo>
                                    <a:lnTo>
                                      <a:pt x="3796" y="2487"/>
                                    </a:lnTo>
                                    <a:lnTo>
                                      <a:pt x="3823" y="2373"/>
                                    </a:lnTo>
                                    <a:lnTo>
                                      <a:pt x="3841" y="2256"/>
                                    </a:lnTo>
                                    <a:lnTo>
                                      <a:pt x="3854" y="2139"/>
                                    </a:lnTo>
                                    <a:lnTo>
                                      <a:pt x="3857" y="2017"/>
                                    </a:lnTo>
                                    <a:lnTo>
                                      <a:pt x="3854" y="1897"/>
                                    </a:lnTo>
                                    <a:lnTo>
                                      <a:pt x="3841" y="1778"/>
                                    </a:lnTo>
                                    <a:lnTo>
                                      <a:pt x="3823" y="1662"/>
                                    </a:lnTo>
                                    <a:lnTo>
                                      <a:pt x="3796" y="1548"/>
                                    </a:lnTo>
                                    <a:lnTo>
                                      <a:pt x="3763" y="1437"/>
                                    </a:lnTo>
                                    <a:lnTo>
                                      <a:pt x="3724" y="1329"/>
                                    </a:lnTo>
                                    <a:lnTo>
                                      <a:pt x="3677" y="1224"/>
                                    </a:lnTo>
                                    <a:lnTo>
                                      <a:pt x="3624" y="1124"/>
                                    </a:lnTo>
                                    <a:lnTo>
                                      <a:pt x="3566" y="1026"/>
                                    </a:lnTo>
                                    <a:lnTo>
                                      <a:pt x="3501" y="932"/>
                                    </a:lnTo>
                                    <a:lnTo>
                                      <a:pt x="3433" y="844"/>
                                    </a:lnTo>
                                    <a:lnTo>
                                      <a:pt x="3358" y="759"/>
                                    </a:lnTo>
                                    <a:lnTo>
                                      <a:pt x="3277" y="679"/>
                                    </a:lnTo>
                                    <a:lnTo>
                                      <a:pt x="3192" y="605"/>
                                    </a:lnTo>
                                    <a:lnTo>
                                      <a:pt x="3104" y="535"/>
                                    </a:lnTo>
                                    <a:lnTo>
                                      <a:pt x="3011" y="470"/>
                                    </a:lnTo>
                                    <a:lnTo>
                                      <a:pt x="2912" y="412"/>
                                    </a:lnTo>
                                    <a:lnTo>
                                      <a:pt x="2812" y="359"/>
                                    </a:lnTo>
                                    <a:lnTo>
                                      <a:pt x="2707" y="312"/>
                                    </a:lnTo>
                                    <a:lnTo>
                                      <a:pt x="2599" y="273"/>
                                    </a:lnTo>
                                    <a:lnTo>
                                      <a:pt x="2488" y="240"/>
                                    </a:lnTo>
                                    <a:lnTo>
                                      <a:pt x="2375" y="213"/>
                                    </a:lnTo>
                                    <a:lnTo>
                                      <a:pt x="2258" y="195"/>
                                    </a:lnTo>
                                    <a:lnTo>
                                      <a:pt x="2139" y="182"/>
                                    </a:lnTo>
                                    <a:lnTo>
                                      <a:pt x="2019" y="179"/>
                                    </a:lnTo>
                                    <a:close/>
                                    <a:moveTo>
                                      <a:pt x="2019" y="0"/>
                                    </a:moveTo>
                                    <a:lnTo>
                                      <a:pt x="2142" y="3"/>
                                    </a:lnTo>
                                    <a:lnTo>
                                      <a:pt x="2262" y="14"/>
                                    </a:lnTo>
                                    <a:lnTo>
                                      <a:pt x="2381" y="31"/>
                                    </a:lnTo>
                                    <a:lnTo>
                                      <a:pt x="2498" y="56"/>
                                    </a:lnTo>
                                    <a:lnTo>
                                      <a:pt x="2612" y="88"/>
                                    </a:lnTo>
                                    <a:lnTo>
                                      <a:pt x="2723" y="126"/>
                                    </a:lnTo>
                                    <a:lnTo>
                                      <a:pt x="2831" y="169"/>
                                    </a:lnTo>
                                    <a:lnTo>
                                      <a:pt x="2936" y="219"/>
                                    </a:lnTo>
                                    <a:lnTo>
                                      <a:pt x="3038" y="274"/>
                                    </a:lnTo>
                                    <a:lnTo>
                                      <a:pt x="3134" y="336"/>
                                    </a:lnTo>
                                    <a:lnTo>
                                      <a:pt x="3229" y="402"/>
                                    </a:lnTo>
                                    <a:lnTo>
                                      <a:pt x="3319" y="473"/>
                                    </a:lnTo>
                                    <a:lnTo>
                                      <a:pt x="3404" y="551"/>
                                    </a:lnTo>
                                    <a:lnTo>
                                      <a:pt x="3485" y="632"/>
                                    </a:lnTo>
                                    <a:lnTo>
                                      <a:pt x="3563" y="717"/>
                                    </a:lnTo>
                                    <a:lnTo>
                                      <a:pt x="3634" y="807"/>
                                    </a:lnTo>
                                    <a:lnTo>
                                      <a:pt x="3700" y="900"/>
                                    </a:lnTo>
                                    <a:lnTo>
                                      <a:pt x="3762" y="999"/>
                                    </a:lnTo>
                                    <a:lnTo>
                                      <a:pt x="3817" y="1100"/>
                                    </a:lnTo>
                                    <a:lnTo>
                                      <a:pt x="3867" y="1205"/>
                                    </a:lnTo>
                                    <a:lnTo>
                                      <a:pt x="3910" y="1313"/>
                                    </a:lnTo>
                                    <a:lnTo>
                                      <a:pt x="3948" y="1424"/>
                                    </a:lnTo>
                                    <a:lnTo>
                                      <a:pt x="3980" y="1539"/>
                                    </a:lnTo>
                                    <a:lnTo>
                                      <a:pt x="4005" y="1655"/>
                                    </a:lnTo>
                                    <a:lnTo>
                                      <a:pt x="4022" y="1774"/>
                                    </a:lnTo>
                                    <a:lnTo>
                                      <a:pt x="4033" y="1894"/>
                                    </a:lnTo>
                                    <a:lnTo>
                                      <a:pt x="4037" y="2017"/>
                                    </a:lnTo>
                                    <a:lnTo>
                                      <a:pt x="4033" y="2141"/>
                                    </a:lnTo>
                                    <a:lnTo>
                                      <a:pt x="4022" y="2261"/>
                                    </a:lnTo>
                                    <a:lnTo>
                                      <a:pt x="4005" y="2380"/>
                                    </a:lnTo>
                                    <a:lnTo>
                                      <a:pt x="3980" y="2497"/>
                                    </a:lnTo>
                                    <a:lnTo>
                                      <a:pt x="3948" y="2611"/>
                                    </a:lnTo>
                                    <a:lnTo>
                                      <a:pt x="3910" y="2722"/>
                                    </a:lnTo>
                                    <a:lnTo>
                                      <a:pt x="3867" y="2830"/>
                                    </a:lnTo>
                                    <a:lnTo>
                                      <a:pt x="3817" y="2935"/>
                                    </a:lnTo>
                                    <a:lnTo>
                                      <a:pt x="3762" y="3036"/>
                                    </a:lnTo>
                                    <a:lnTo>
                                      <a:pt x="3700" y="3134"/>
                                    </a:lnTo>
                                    <a:lnTo>
                                      <a:pt x="3634" y="3228"/>
                                    </a:lnTo>
                                    <a:lnTo>
                                      <a:pt x="3563" y="3318"/>
                                    </a:lnTo>
                                    <a:lnTo>
                                      <a:pt x="3485" y="3404"/>
                                    </a:lnTo>
                                    <a:lnTo>
                                      <a:pt x="3404" y="3485"/>
                                    </a:lnTo>
                                    <a:lnTo>
                                      <a:pt x="3319" y="3561"/>
                                    </a:lnTo>
                                    <a:lnTo>
                                      <a:pt x="3229" y="3632"/>
                                    </a:lnTo>
                                    <a:lnTo>
                                      <a:pt x="3134" y="3700"/>
                                    </a:lnTo>
                                    <a:lnTo>
                                      <a:pt x="3038" y="3760"/>
                                    </a:lnTo>
                                    <a:lnTo>
                                      <a:pt x="2936" y="3816"/>
                                    </a:lnTo>
                                    <a:lnTo>
                                      <a:pt x="2831" y="3865"/>
                                    </a:lnTo>
                                    <a:lnTo>
                                      <a:pt x="2723" y="3910"/>
                                    </a:lnTo>
                                    <a:lnTo>
                                      <a:pt x="2612" y="3948"/>
                                    </a:lnTo>
                                    <a:lnTo>
                                      <a:pt x="2498" y="3978"/>
                                    </a:lnTo>
                                    <a:lnTo>
                                      <a:pt x="2381" y="4004"/>
                                    </a:lnTo>
                                    <a:lnTo>
                                      <a:pt x="2262" y="4021"/>
                                    </a:lnTo>
                                    <a:lnTo>
                                      <a:pt x="2142" y="4032"/>
                                    </a:lnTo>
                                    <a:lnTo>
                                      <a:pt x="2019" y="4036"/>
                                    </a:lnTo>
                                    <a:lnTo>
                                      <a:pt x="1895" y="4032"/>
                                    </a:lnTo>
                                    <a:lnTo>
                                      <a:pt x="1775" y="4021"/>
                                    </a:lnTo>
                                    <a:lnTo>
                                      <a:pt x="1656" y="4004"/>
                                    </a:lnTo>
                                    <a:lnTo>
                                      <a:pt x="1539" y="3978"/>
                                    </a:lnTo>
                                    <a:lnTo>
                                      <a:pt x="1425" y="3948"/>
                                    </a:lnTo>
                                    <a:lnTo>
                                      <a:pt x="1314" y="3910"/>
                                    </a:lnTo>
                                    <a:lnTo>
                                      <a:pt x="1206" y="3865"/>
                                    </a:lnTo>
                                    <a:lnTo>
                                      <a:pt x="1101" y="3816"/>
                                    </a:lnTo>
                                    <a:lnTo>
                                      <a:pt x="1000" y="3760"/>
                                    </a:lnTo>
                                    <a:lnTo>
                                      <a:pt x="902" y="3700"/>
                                    </a:lnTo>
                                    <a:lnTo>
                                      <a:pt x="808" y="3632"/>
                                    </a:lnTo>
                                    <a:lnTo>
                                      <a:pt x="718" y="3561"/>
                                    </a:lnTo>
                                    <a:lnTo>
                                      <a:pt x="632" y="3485"/>
                                    </a:lnTo>
                                    <a:lnTo>
                                      <a:pt x="551" y="3404"/>
                                    </a:lnTo>
                                    <a:lnTo>
                                      <a:pt x="475" y="3318"/>
                                    </a:lnTo>
                                    <a:lnTo>
                                      <a:pt x="403" y="3228"/>
                                    </a:lnTo>
                                    <a:lnTo>
                                      <a:pt x="336" y="3134"/>
                                    </a:lnTo>
                                    <a:lnTo>
                                      <a:pt x="276" y="3036"/>
                                    </a:lnTo>
                                    <a:lnTo>
                                      <a:pt x="220" y="2935"/>
                                    </a:lnTo>
                                    <a:lnTo>
                                      <a:pt x="171" y="2830"/>
                                    </a:lnTo>
                                    <a:lnTo>
                                      <a:pt x="126" y="2722"/>
                                    </a:lnTo>
                                    <a:lnTo>
                                      <a:pt x="88" y="2611"/>
                                    </a:lnTo>
                                    <a:lnTo>
                                      <a:pt x="58" y="2497"/>
                                    </a:lnTo>
                                    <a:lnTo>
                                      <a:pt x="32" y="2380"/>
                                    </a:lnTo>
                                    <a:lnTo>
                                      <a:pt x="15" y="2261"/>
                                    </a:lnTo>
                                    <a:lnTo>
                                      <a:pt x="4" y="2141"/>
                                    </a:lnTo>
                                    <a:lnTo>
                                      <a:pt x="0" y="2017"/>
                                    </a:lnTo>
                                    <a:lnTo>
                                      <a:pt x="4" y="1894"/>
                                    </a:lnTo>
                                    <a:lnTo>
                                      <a:pt x="15" y="1774"/>
                                    </a:lnTo>
                                    <a:lnTo>
                                      <a:pt x="32" y="1655"/>
                                    </a:lnTo>
                                    <a:lnTo>
                                      <a:pt x="58" y="1539"/>
                                    </a:lnTo>
                                    <a:lnTo>
                                      <a:pt x="88" y="1424"/>
                                    </a:lnTo>
                                    <a:lnTo>
                                      <a:pt x="126" y="1313"/>
                                    </a:lnTo>
                                    <a:lnTo>
                                      <a:pt x="171" y="1205"/>
                                    </a:lnTo>
                                    <a:lnTo>
                                      <a:pt x="220" y="1100"/>
                                    </a:lnTo>
                                    <a:lnTo>
                                      <a:pt x="276" y="999"/>
                                    </a:lnTo>
                                    <a:lnTo>
                                      <a:pt x="336" y="900"/>
                                    </a:lnTo>
                                    <a:lnTo>
                                      <a:pt x="403" y="807"/>
                                    </a:lnTo>
                                    <a:lnTo>
                                      <a:pt x="475" y="717"/>
                                    </a:lnTo>
                                    <a:lnTo>
                                      <a:pt x="551" y="632"/>
                                    </a:lnTo>
                                    <a:lnTo>
                                      <a:pt x="632" y="551"/>
                                    </a:lnTo>
                                    <a:lnTo>
                                      <a:pt x="718" y="473"/>
                                    </a:lnTo>
                                    <a:lnTo>
                                      <a:pt x="808" y="402"/>
                                    </a:lnTo>
                                    <a:lnTo>
                                      <a:pt x="902" y="336"/>
                                    </a:lnTo>
                                    <a:lnTo>
                                      <a:pt x="1000" y="274"/>
                                    </a:lnTo>
                                    <a:lnTo>
                                      <a:pt x="1101" y="219"/>
                                    </a:lnTo>
                                    <a:lnTo>
                                      <a:pt x="1206" y="169"/>
                                    </a:lnTo>
                                    <a:lnTo>
                                      <a:pt x="1314" y="126"/>
                                    </a:lnTo>
                                    <a:lnTo>
                                      <a:pt x="1425" y="88"/>
                                    </a:lnTo>
                                    <a:lnTo>
                                      <a:pt x="1539" y="56"/>
                                    </a:lnTo>
                                    <a:lnTo>
                                      <a:pt x="1656" y="31"/>
                                    </a:lnTo>
                                    <a:lnTo>
                                      <a:pt x="1775" y="14"/>
                                    </a:lnTo>
                                    <a:lnTo>
                                      <a:pt x="1895" y="3"/>
                                    </a:lnTo>
                                    <a:lnTo>
                                      <a:pt x="20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550330" id="手繪多邊形 11" o:spid="_x0000_s1026" alt="行動電話位於圓圈內的圖示圖案" style="width:100.9pt;height:10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4037,4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" path="m1950,2691r-21,2l1912,2700r-15,8l1886,2720r-8,16l1872,2754r-4,19l1865,2794r,22l1865,2836r,22l1868,2879r4,19l1878,2917r8,14l1897,2944r15,10l1929,2958r21,3l2086,2961r21,-3l2126,2954r13,-10l2150,2931r9,-14l2165,2898r4,-19l2171,2858r1,-22l2172,2816r-1,-22l2169,2773r-4,-19l2159,2736r-9,-16l2139,2708r-13,-8l2107,2693r-21,-2l1950,2691xm1597,1097r-29,2l1541,1109r-23,15l1499,1143r-15,24l1475,1194r-3,28l1472,2466r3,30l1484,2522r15,23l1518,2565r23,14l1568,2589r29,4l2440,2593r29,-4l2495,2579r23,-14l2538,2545r15,-23l2563,2496r3,-30l2566,1222r-3,-28l2553,1167r-15,-24l2518,1124r-23,-15l2469,1099r-29,-2l1597,1097xm1443,921r1150,l2621,925r27,8l2672,949r19,19l2706,991r10,27l2718,1046r,1942l2716,3017r-10,26l2691,3066r-19,20l2648,3101r-27,10l2593,3114r-1150,l1415,3111r-26,-10l1365,3086r-19,-20l1330,3043r-8,-26l1318,2988r,-1942l1322,1018r8,-27l1346,968r19,-19l1389,933r26,-8l1443,921xm2019,179r-122,3l1780,195r-117,18l1549,240r-111,33l1330,312r-105,47l1124,412r-97,58l933,535r-89,70l760,679r-80,80l605,844r-70,88l471,1026r-59,98l360,1224r-46,105l274,1437r-33,111l215,1662r-20,116l184,1897r-4,120l184,2139r11,117l215,2373r26,114l274,2598r40,108l360,2811r52,101l471,3009r64,94l605,3192r75,84l760,3356r84,75l933,3501r94,64l1124,3624r101,52l1330,3722r108,40l1549,3795r114,26l1780,3841r117,11l2019,3856r120,-4l2258,3841r117,-20l2488,3795r111,-33l2707,3722r105,-46l2912,3624r99,-59l3104,3501r88,-70l3277,3356r81,-80l3433,3192r68,-89l3566,3009r58,-97l3677,2811r47,-105l3763,2598r33,-111l3823,2373r18,-117l3854,2139r3,-122l3854,1897r-13,-119l3823,1662r-27,-114l3763,1437r-39,-108l3677,1224r-53,-100l3566,1026r-65,-94l3433,844r-75,-85l3277,679r-85,-74l3104,535r-93,-65l2912,412,2812,359,2707,312,2599,273,2488,240,2375,213,2258,195,2139,182r-120,-3xm2019,r123,3l2262,14r119,17l2498,56r114,32l2723,126r108,43l2936,219r102,55l3134,336r95,66l3319,473r85,78l3485,632r78,85l3634,807r66,93l3762,999r55,101l3867,1205r43,108l3948,1424r32,115l4005,1655r17,119l4033,1894r4,123l4033,2141r-11,120l4005,2380r-25,117l3948,2611r-38,111l3867,2830r-50,105l3762,3036r-62,98l3634,3228r-71,90l3485,3404r-81,81l3319,3561r-90,71l3134,3700r-96,60l2936,3816r-105,49l2723,3910r-111,38l2498,3978r-117,26l2262,4021r-120,11l2019,4036r-124,-4l1775,4021r-119,-17l1539,3978r-114,-30l1314,3910r-108,-45l1101,3816r-101,-56l902,3700r-94,-68l718,3561r-86,-76l551,3404r-76,-86l403,3228r-67,-94l276,3036,220,2935,171,2830,126,2722,88,2611,58,2497,32,2380,15,2261,4,2141,,2017,4,1894,15,1774,32,1655,58,1539,88,1424r38,-111l171,1205r49,-105l276,999r60,-99l403,807r72,-90l551,632r81,-81l718,473r90,-71l902,336r98,-62l1101,219r105,-50l1314,126,1425,88,1539,56,1656,31,1775,14,1895,3,2019,xe" fillcolor="white [3212]" stroked="f" strokeweight="0">
                      <v:path arrowok="t" o:connecttype="custom" o:connectlocs="598509,863386;591844,893859;595970,925918;618819,939885;682287,930362;689269,900207;685143,868465;661977,854181;481726,356782;467129,782761;489025,818630;791770,818630;814302,782761;799069,356782;457926,292345;853970,307264;861903,957661;831756,987498;433173,979563;418258,332023;440789,296154;564870,61897;388745,113954;241181,215529;130745,356782;68229,527554;61882,716103;114243,892272;215793,1039873;356693,1150335;527741,1212867;716560,1219216;892368,1166841;1039932,1065266;1150050,924331;1213202,753241;1218914,564375;1166870,388524;1065637,240923;924102,130778;753689,67611;679748,952;864125,39995;1024700,127603;1153224,256159;1240810,416774;1279844,601196;1263024,792601;1193844,963692;1080235,1106214;931719,1211280;755593,1270956;563284,1276352;382715,1226834;227852,1130338;106627,994799;27926,828787;0,640239;27926,452008;106627,285679;227852,150140;382715,53644;563284,4444" o:connectangles="0,0,0,0,0,0,0,0,0,0,0,0,0,0,0,0,0,0,0,0,0,0,0,0,0,0,0,0,0,0,0,0,0,0,0,0,0,0,0,0,0,0,0,0,0,0,0,0,0,0,0,0,0,0,0,0,0,0,0,0,0,0,0"/>
                      <o:lock v:ext="edit" verticies="t"/>
                      <w10:anchorlock/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D03214" w:rsidRPr="00EC62CF" w14:paraId="1A55AF09" w14:textId="77777777" w:rsidTr="00B66253">
        <w:trPr>
          <w:trHeight w:hRule="exact" w:val="7344"/>
          <w:jc w:val="center"/>
        </w:trPr>
        <w:tc>
          <w:tcPr>
            <w:tcW w:w="7878" w:type="dxa"/>
            <w:tcMar>
              <w:top w:w="1728" w:type="dxa"/>
              <w:bottom w:w="0" w:type="dxa"/>
            </w:tcMar>
          </w:tcPr>
          <w:p w14:paraId="17CDD841" w14:textId="3406F45D" w:rsidR="00D03214" w:rsidRPr="00EC62CF" w:rsidRDefault="004756C6" w:rsidP="00D03214">
            <w:pPr>
              <w:pStyle w:val="a7"/>
              <w:rPr>
                <w:lang w:eastAsia="zh-TW"/>
              </w:rPr>
            </w:pPr>
            <w:sdt>
              <w:sdtPr>
                <w:rPr>
                  <w:lang w:eastAsia="zh-TW"/>
                </w:rPr>
                <w:alias w:val="標題："/>
                <w:tag w:val="標題："/>
                <w:id w:val="1892607729"/>
                <w:placeholder>
                  <w:docPart w:val="FC62E79E9C994CBFA34189EC979E6483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D03214" w:rsidRPr="00EC62CF">
                  <w:rPr>
                    <w:lang w:val="zh-TW" w:eastAsia="zh-TW" w:bidi="zh-TW"/>
                  </w:rPr>
                  <w:t>請將行動電話關機。</w:t>
                </w:r>
              </w:sdtContent>
            </w:sdt>
          </w:p>
        </w:tc>
        <w:tc>
          <w:tcPr>
            <w:tcW w:w="3179" w:type="dxa"/>
            <w:tcMar>
              <w:top w:w="1728" w:type="dxa"/>
              <w:right w:w="432" w:type="dxa"/>
            </w:tcMar>
            <w:vAlign w:val="bottom"/>
          </w:tcPr>
          <w:p w14:paraId="4EEDF826" w14:textId="005D00AC" w:rsidR="00D03214" w:rsidRPr="00EC62CF" w:rsidRDefault="009553A6" w:rsidP="00D03214">
            <w:pPr>
              <w:rPr>
                <w:lang w:eastAsia="zh-TW"/>
              </w:rPr>
            </w:pPr>
            <w:r w:rsidRPr="00EC62CF">
              <w:rPr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AEF64C2" wp14:editId="3227195E">
                      <wp:extent cx="1281113" cy="1281113"/>
                      <wp:effectExtent l="0" t="0" r="0" b="0"/>
                      <wp:docPr id="17" name="手繪多邊形 11" descr="行動電話位於圓圈內的圖示圖案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1281113" cy="1281113"/>
                              </a:xfrm>
                              <a:custGeom>
                                <a:avLst/>
                                <a:gdLst>
                                  <a:gd name="T0" fmla="*/ 1886 w 4037"/>
                                  <a:gd name="T1" fmla="*/ 2720 h 4036"/>
                                  <a:gd name="T2" fmla="*/ 1865 w 4037"/>
                                  <a:gd name="T3" fmla="*/ 2816 h 4036"/>
                                  <a:gd name="T4" fmla="*/ 1878 w 4037"/>
                                  <a:gd name="T5" fmla="*/ 2917 h 4036"/>
                                  <a:gd name="T6" fmla="*/ 1950 w 4037"/>
                                  <a:gd name="T7" fmla="*/ 2961 h 4036"/>
                                  <a:gd name="T8" fmla="*/ 2150 w 4037"/>
                                  <a:gd name="T9" fmla="*/ 2931 h 4036"/>
                                  <a:gd name="T10" fmla="*/ 2172 w 4037"/>
                                  <a:gd name="T11" fmla="*/ 2836 h 4036"/>
                                  <a:gd name="T12" fmla="*/ 2159 w 4037"/>
                                  <a:gd name="T13" fmla="*/ 2736 h 4036"/>
                                  <a:gd name="T14" fmla="*/ 2086 w 4037"/>
                                  <a:gd name="T15" fmla="*/ 2691 h 4036"/>
                                  <a:gd name="T16" fmla="*/ 1518 w 4037"/>
                                  <a:gd name="T17" fmla="*/ 1124 h 4036"/>
                                  <a:gd name="T18" fmla="*/ 1472 w 4037"/>
                                  <a:gd name="T19" fmla="*/ 2466 h 4036"/>
                                  <a:gd name="T20" fmla="*/ 1541 w 4037"/>
                                  <a:gd name="T21" fmla="*/ 2579 h 4036"/>
                                  <a:gd name="T22" fmla="*/ 2495 w 4037"/>
                                  <a:gd name="T23" fmla="*/ 2579 h 4036"/>
                                  <a:gd name="T24" fmla="*/ 2566 w 4037"/>
                                  <a:gd name="T25" fmla="*/ 2466 h 4036"/>
                                  <a:gd name="T26" fmla="*/ 2518 w 4037"/>
                                  <a:gd name="T27" fmla="*/ 1124 h 4036"/>
                                  <a:gd name="T28" fmla="*/ 1443 w 4037"/>
                                  <a:gd name="T29" fmla="*/ 921 h 4036"/>
                                  <a:gd name="T30" fmla="*/ 2691 w 4037"/>
                                  <a:gd name="T31" fmla="*/ 968 h 4036"/>
                                  <a:gd name="T32" fmla="*/ 2716 w 4037"/>
                                  <a:gd name="T33" fmla="*/ 3017 h 4036"/>
                                  <a:gd name="T34" fmla="*/ 2621 w 4037"/>
                                  <a:gd name="T35" fmla="*/ 3111 h 4036"/>
                                  <a:gd name="T36" fmla="*/ 1365 w 4037"/>
                                  <a:gd name="T37" fmla="*/ 3086 h 4036"/>
                                  <a:gd name="T38" fmla="*/ 1318 w 4037"/>
                                  <a:gd name="T39" fmla="*/ 1046 h 4036"/>
                                  <a:gd name="T40" fmla="*/ 1389 w 4037"/>
                                  <a:gd name="T41" fmla="*/ 933 h 4036"/>
                                  <a:gd name="T42" fmla="*/ 1780 w 4037"/>
                                  <a:gd name="T43" fmla="*/ 195 h 4036"/>
                                  <a:gd name="T44" fmla="*/ 1225 w 4037"/>
                                  <a:gd name="T45" fmla="*/ 359 h 4036"/>
                                  <a:gd name="T46" fmla="*/ 760 w 4037"/>
                                  <a:gd name="T47" fmla="*/ 679 h 4036"/>
                                  <a:gd name="T48" fmla="*/ 412 w 4037"/>
                                  <a:gd name="T49" fmla="*/ 1124 h 4036"/>
                                  <a:gd name="T50" fmla="*/ 215 w 4037"/>
                                  <a:gd name="T51" fmla="*/ 1662 h 4036"/>
                                  <a:gd name="T52" fmla="*/ 195 w 4037"/>
                                  <a:gd name="T53" fmla="*/ 2256 h 4036"/>
                                  <a:gd name="T54" fmla="*/ 360 w 4037"/>
                                  <a:gd name="T55" fmla="*/ 2811 h 4036"/>
                                  <a:gd name="T56" fmla="*/ 680 w 4037"/>
                                  <a:gd name="T57" fmla="*/ 3276 h 4036"/>
                                  <a:gd name="T58" fmla="*/ 1124 w 4037"/>
                                  <a:gd name="T59" fmla="*/ 3624 h 4036"/>
                                  <a:gd name="T60" fmla="*/ 1663 w 4037"/>
                                  <a:gd name="T61" fmla="*/ 3821 h 4036"/>
                                  <a:gd name="T62" fmla="*/ 2258 w 4037"/>
                                  <a:gd name="T63" fmla="*/ 3841 h 4036"/>
                                  <a:gd name="T64" fmla="*/ 2812 w 4037"/>
                                  <a:gd name="T65" fmla="*/ 3676 h 4036"/>
                                  <a:gd name="T66" fmla="*/ 3277 w 4037"/>
                                  <a:gd name="T67" fmla="*/ 3356 h 4036"/>
                                  <a:gd name="T68" fmla="*/ 3624 w 4037"/>
                                  <a:gd name="T69" fmla="*/ 2912 h 4036"/>
                                  <a:gd name="T70" fmla="*/ 3823 w 4037"/>
                                  <a:gd name="T71" fmla="*/ 2373 h 4036"/>
                                  <a:gd name="T72" fmla="*/ 3841 w 4037"/>
                                  <a:gd name="T73" fmla="*/ 1778 h 4036"/>
                                  <a:gd name="T74" fmla="*/ 3677 w 4037"/>
                                  <a:gd name="T75" fmla="*/ 1224 h 4036"/>
                                  <a:gd name="T76" fmla="*/ 3358 w 4037"/>
                                  <a:gd name="T77" fmla="*/ 759 h 4036"/>
                                  <a:gd name="T78" fmla="*/ 2912 w 4037"/>
                                  <a:gd name="T79" fmla="*/ 412 h 4036"/>
                                  <a:gd name="T80" fmla="*/ 2375 w 4037"/>
                                  <a:gd name="T81" fmla="*/ 213 h 4036"/>
                                  <a:gd name="T82" fmla="*/ 2142 w 4037"/>
                                  <a:gd name="T83" fmla="*/ 3 h 4036"/>
                                  <a:gd name="T84" fmla="*/ 2723 w 4037"/>
                                  <a:gd name="T85" fmla="*/ 126 h 4036"/>
                                  <a:gd name="T86" fmla="*/ 3229 w 4037"/>
                                  <a:gd name="T87" fmla="*/ 402 h 4036"/>
                                  <a:gd name="T88" fmla="*/ 3634 w 4037"/>
                                  <a:gd name="T89" fmla="*/ 807 h 4036"/>
                                  <a:gd name="T90" fmla="*/ 3910 w 4037"/>
                                  <a:gd name="T91" fmla="*/ 1313 h 4036"/>
                                  <a:gd name="T92" fmla="*/ 4033 w 4037"/>
                                  <a:gd name="T93" fmla="*/ 1894 h 4036"/>
                                  <a:gd name="T94" fmla="*/ 3980 w 4037"/>
                                  <a:gd name="T95" fmla="*/ 2497 h 4036"/>
                                  <a:gd name="T96" fmla="*/ 3762 w 4037"/>
                                  <a:gd name="T97" fmla="*/ 3036 h 4036"/>
                                  <a:gd name="T98" fmla="*/ 3404 w 4037"/>
                                  <a:gd name="T99" fmla="*/ 3485 h 4036"/>
                                  <a:gd name="T100" fmla="*/ 2936 w 4037"/>
                                  <a:gd name="T101" fmla="*/ 3816 h 4036"/>
                                  <a:gd name="T102" fmla="*/ 2381 w 4037"/>
                                  <a:gd name="T103" fmla="*/ 4004 h 4036"/>
                                  <a:gd name="T104" fmla="*/ 1775 w 4037"/>
                                  <a:gd name="T105" fmla="*/ 4021 h 4036"/>
                                  <a:gd name="T106" fmla="*/ 1206 w 4037"/>
                                  <a:gd name="T107" fmla="*/ 3865 h 4036"/>
                                  <a:gd name="T108" fmla="*/ 718 w 4037"/>
                                  <a:gd name="T109" fmla="*/ 3561 h 4036"/>
                                  <a:gd name="T110" fmla="*/ 336 w 4037"/>
                                  <a:gd name="T111" fmla="*/ 3134 h 4036"/>
                                  <a:gd name="T112" fmla="*/ 88 w 4037"/>
                                  <a:gd name="T113" fmla="*/ 2611 h 4036"/>
                                  <a:gd name="T114" fmla="*/ 0 w 4037"/>
                                  <a:gd name="T115" fmla="*/ 2017 h 4036"/>
                                  <a:gd name="T116" fmla="*/ 88 w 4037"/>
                                  <a:gd name="T117" fmla="*/ 1424 h 4036"/>
                                  <a:gd name="T118" fmla="*/ 336 w 4037"/>
                                  <a:gd name="T119" fmla="*/ 900 h 4036"/>
                                  <a:gd name="T120" fmla="*/ 718 w 4037"/>
                                  <a:gd name="T121" fmla="*/ 473 h 4036"/>
                                  <a:gd name="T122" fmla="*/ 1206 w 4037"/>
                                  <a:gd name="T123" fmla="*/ 169 h 4036"/>
                                  <a:gd name="T124" fmla="*/ 1775 w 4037"/>
                                  <a:gd name="T125" fmla="*/ 14 h 40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4037" h="4036">
                                    <a:moveTo>
                                      <a:pt x="1950" y="2691"/>
                                    </a:moveTo>
                                    <a:lnTo>
                                      <a:pt x="1929" y="2693"/>
                                    </a:lnTo>
                                    <a:lnTo>
                                      <a:pt x="1912" y="2700"/>
                                    </a:lnTo>
                                    <a:lnTo>
                                      <a:pt x="1897" y="2708"/>
                                    </a:lnTo>
                                    <a:lnTo>
                                      <a:pt x="1886" y="2720"/>
                                    </a:lnTo>
                                    <a:lnTo>
                                      <a:pt x="1878" y="2736"/>
                                    </a:lnTo>
                                    <a:lnTo>
                                      <a:pt x="1872" y="2754"/>
                                    </a:lnTo>
                                    <a:lnTo>
                                      <a:pt x="1868" y="2773"/>
                                    </a:lnTo>
                                    <a:lnTo>
                                      <a:pt x="1865" y="2794"/>
                                    </a:lnTo>
                                    <a:lnTo>
                                      <a:pt x="1865" y="2816"/>
                                    </a:lnTo>
                                    <a:lnTo>
                                      <a:pt x="1865" y="2836"/>
                                    </a:lnTo>
                                    <a:lnTo>
                                      <a:pt x="1865" y="2858"/>
                                    </a:lnTo>
                                    <a:lnTo>
                                      <a:pt x="1868" y="2879"/>
                                    </a:lnTo>
                                    <a:lnTo>
                                      <a:pt x="1872" y="2898"/>
                                    </a:lnTo>
                                    <a:lnTo>
                                      <a:pt x="1878" y="2917"/>
                                    </a:lnTo>
                                    <a:lnTo>
                                      <a:pt x="1886" y="2931"/>
                                    </a:lnTo>
                                    <a:lnTo>
                                      <a:pt x="1897" y="2944"/>
                                    </a:lnTo>
                                    <a:lnTo>
                                      <a:pt x="1912" y="2954"/>
                                    </a:lnTo>
                                    <a:lnTo>
                                      <a:pt x="1929" y="2958"/>
                                    </a:lnTo>
                                    <a:lnTo>
                                      <a:pt x="1950" y="2961"/>
                                    </a:lnTo>
                                    <a:lnTo>
                                      <a:pt x="2086" y="2961"/>
                                    </a:lnTo>
                                    <a:lnTo>
                                      <a:pt x="2107" y="2958"/>
                                    </a:lnTo>
                                    <a:lnTo>
                                      <a:pt x="2126" y="2954"/>
                                    </a:lnTo>
                                    <a:lnTo>
                                      <a:pt x="2139" y="2944"/>
                                    </a:lnTo>
                                    <a:lnTo>
                                      <a:pt x="2150" y="2931"/>
                                    </a:lnTo>
                                    <a:lnTo>
                                      <a:pt x="2159" y="2917"/>
                                    </a:lnTo>
                                    <a:lnTo>
                                      <a:pt x="2165" y="2898"/>
                                    </a:lnTo>
                                    <a:lnTo>
                                      <a:pt x="2169" y="2879"/>
                                    </a:lnTo>
                                    <a:lnTo>
                                      <a:pt x="2171" y="2858"/>
                                    </a:lnTo>
                                    <a:lnTo>
                                      <a:pt x="2172" y="2836"/>
                                    </a:lnTo>
                                    <a:lnTo>
                                      <a:pt x="2172" y="2816"/>
                                    </a:lnTo>
                                    <a:lnTo>
                                      <a:pt x="2171" y="2794"/>
                                    </a:lnTo>
                                    <a:lnTo>
                                      <a:pt x="2169" y="2773"/>
                                    </a:lnTo>
                                    <a:lnTo>
                                      <a:pt x="2165" y="2754"/>
                                    </a:lnTo>
                                    <a:lnTo>
                                      <a:pt x="2159" y="2736"/>
                                    </a:lnTo>
                                    <a:lnTo>
                                      <a:pt x="2150" y="2720"/>
                                    </a:lnTo>
                                    <a:lnTo>
                                      <a:pt x="2139" y="2708"/>
                                    </a:lnTo>
                                    <a:lnTo>
                                      <a:pt x="2126" y="2700"/>
                                    </a:lnTo>
                                    <a:lnTo>
                                      <a:pt x="2107" y="2693"/>
                                    </a:lnTo>
                                    <a:lnTo>
                                      <a:pt x="2086" y="2691"/>
                                    </a:lnTo>
                                    <a:lnTo>
                                      <a:pt x="1950" y="2691"/>
                                    </a:lnTo>
                                    <a:close/>
                                    <a:moveTo>
                                      <a:pt x="1597" y="1097"/>
                                    </a:moveTo>
                                    <a:lnTo>
                                      <a:pt x="1568" y="1099"/>
                                    </a:lnTo>
                                    <a:lnTo>
                                      <a:pt x="1541" y="1109"/>
                                    </a:lnTo>
                                    <a:lnTo>
                                      <a:pt x="1518" y="1124"/>
                                    </a:lnTo>
                                    <a:lnTo>
                                      <a:pt x="1499" y="1143"/>
                                    </a:lnTo>
                                    <a:lnTo>
                                      <a:pt x="1484" y="1167"/>
                                    </a:lnTo>
                                    <a:lnTo>
                                      <a:pt x="1475" y="1194"/>
                                    </a:lnTo>
                                    <a:lnTo>
                                      <a:pt x="1472" y="1222"/>
                                    </a:lnTo>
                                    <a:lnTo>
                                      <a:pt x="1472" y="2466"/>
                                    </a:lnTo>
                                    <a:lnTo>
                                      <a:pt x="1475" y="2496"/>
                                    </a:lnTo>
                                    <a:lnTo>
                                      <a:pt x="1484" y="2522"/>
                                    </a:lnTo>
                                    <a:lnTo>
                                      <a:pt x="1499" y="2545"/>
                                    </a:lnTo>
                                    <a:lnTo>
                                      <a:pt x="1518" y="2565"/>
                                    </a:lnTo>
                                    <a:lnTo>
                                      <a:pt x="1541" y="2579"/>
                                    </a:lnTo>
                                    <a:lnTo>
                                      <a:pt x="1568" y="2589"/>
                                    </a:lnTo>
                                    <a:lnTo>
                                      <a:pt x="1597" y="2593"/>
                                    </a:lnTo>
                                    <a:lnTo>
                                      <a:pt x="2440" y="2593"/>
                                    </a:lnTo>
                                    <a:lnTo>
                                      <a:pt x="2469" y="2589"/>
                                    </a:lnTo>
                                    <a:lnTo>
                                      <a:pt x="2495" y="2579"/>
                                    </a:lnTo>
                                    <a:lnTo>
                                      <a:pt x="2518" y="2565"/>
                                    </a:lnTo>
                                    <a:lnTo>
                                      <a:pt x="2538" y="2545"/>
                                    </a:lnTo>
                                    <a:lnTo>
                                      <a:pt x="2553" y="2522"/>
                                    </a:lnTo>
                                    <a:lnTo>
                                      <a:pt x="2563" y="2496"/>
                                    </a:lnTo>
                                    <a:lnTo>
                                      <a:pt x="2566" y="2466"/>
                                    </a:lnTo>
                                    <a:lnTo>
                                      <a:pt x="2566" y="1222"/>
                                    </a:lnTo>
                                    <a:lnTo>
                                      <a:pt x="2563" y="1194"/>
                                    </a:lnTo>
                                    <a:lnTo>
                                      <a:pt x="2553" y="1167"/>
                                    </a:lnTo>
                                    <a:lnTo>
                                      <a:pt x="2538" y="1143"/>
                                    </a:lnTo>
                                    <a:lnTo>
                                      <a:pt x="2518" y="1124"/>
                                    </a:lnTo>
                                    <a:lnTo>
                                      <a:pt x="2495" y="1109"/>
                                    </a:lnTo>
                                    <a:lnTo>
                                      <a:pt x="2469" y="1099"/>
                                    </a:lnTo>
                                    <a:lnTo>
                                      <a:pt x="2440" y="1097"/>
                                    </a:lnTo>
                                    <a:lnTo>
                                      <a:pt x="1597" y="1097"/>
                                    </a:lnTo>
                                    <a:close/>
                                    <a:moveTo>
                                      <a:pt x="1443" y="921"/>
                                    </a:moveTo>
                                    <a:lnTo>
                                      <a:pt x="2593" y="921"/>
                                    </a:lnTo>
                                    <a:lnTo>
                                      <a:pt x="2621" y="925"/>
                                    </a:lnTo>
                                    <a:lnTo>
                                      <a:pt x="2648" y="933"/>
                                    </a:lnTo>
                                    <a:lnTo>
                                      <a:pt x="2672" y="949"/>
                                    </a:lnTo>
                                    <a:lnTo>
                                      <a:pt x="2691" y="968"/>
                                    </a:lnTo>
                                    <a:lnTo>
                                      <a:pt x="2706" y="991"/>
                                    </a:lnTo>
                                    <a:lnTo>
                                      <a:pt x="2716" y="1018"/>
                                    </a:lnTo>
                                    <a:lnTo>
                                      <a:pt x="2718" y="1046"/>
                                    </a:lnTo>
                                    <a:lnTo>
                                      <a:pt x="2718" y="2988"/>
                                    </a:lnTo>
                                    <a:lnTo>
                                      <a:pt x="2716" y="3017"/>
                                    </a:lnTo>
                                    <a:lnTo>
                                      <a:pt x="2706" y="3043"/>
                                    </a:lnTo>
                                    <a:lnTo>
                                      <a:pt x="2691" y="3066"/>
                                    </a:lnTo>
                                    <a:lnTo>
                                      <a:pt x="2672" y="3086"/>
                                    </a:lnTo>
                                    <a:lnTo>
                                      <a:pt x="2648" y="3101"/>
                                    </a:lnTo>
                                    <a:lnTo>
                                      <a:pt x="2621" y="3111"/>
                                    </a:lnTo>
                                    <a:lnTo>
                                      <a:pt x="2593" y="3114"/>
                                    </a:lnTo>
                                    <a:lnTo>
                                      <a:pt x="1443" y="3114"/>
                                    </a:lnTo>
                                    <a:lnTo>
                                      <a:pt x="1415" y="3111"/>
                                    </a:lnTo>
                                    <a:lnTo>
                                      <a:pt x="1389" y="3101"/>
                                    </a:lnTo>
                                    <a:lnTo>
                                      <a:pt x="1365" y="3086"/>
                                    </a:lnTo>
                                    <a:lnTo>
                                      <a:pt x="1346" y="3066"/>
                                    </a:lnTo>
                                    <a:lnTo>
                                      <a:pt x="1330" y="3043"/>
                                    </a:lnTo>
                                    <a:lnTo>
                                      <a:pt x="1322" y="3017"/>
                                    </a:lnTo>
                                    <a:lnTo>
                                      <a:pt x="1318" y="2988"/>
                                    </a:lnTo>
                                    <a:lnTo>
                                      <a:pt x="1318" y="1046"/>
                                    </a:lnTo>
                                    <a:lnTo>
                                      <a:pt x="1322" y="1018"/>
                                    </a:lnTo>
                                    <a:lnTo>
                                      <a:pt x="1330" y="991"/>
                                    </a:lnTo>
                                    <a:lnTo>
                                      <a:pt x="1346" y="968"/>
                                    </a:lnTo>
                                    <a:lnTo>
                                      <a:pt x="1365" y="949"/>
                                    </a:lnTo>
                                    <a:lnTo>
                                      <a:pt x="1389" y="933"/>
                                    </a:lnTo>
                                    <a:lnTo>
                                      <a:pt x="1415" y="925"/>
                                    </a:lnTo>
                                    <a:lnTo>
                                      <a:pt x="1443" y="921"/>
                                    </a:lnTo>
                                    <a:close/>
                                    <a:moveTo>
                                      <a:pt x="2019" y="179"/>
                                    </a:moveTo>
                                    <a:lnTo>
                                      <a:pt x="1897" y="182"/>
                                    </a:lnTo>
                                    <a:lnTo>
                                      <a:pt x="1780" y="195"/>
                                    </a:lnTo>
                                    <a:lnTo>
                                      <a:pt x="1663" y="213"/>
                                    </a:lnTo>
                                    <a:lnTo>
                                      <a:pt x="1549" y="240"/>
                                    </a:lnTo>
                                    <a:lnTo>
                                      <a:pt x="1438" y="273"/>
                                    </a:lnTo>
                                    <a:lnTo>
                                      <a:pt x="1330" y="312"/>
                                    </a:lnTo>
                                    <a:lnTo>
                                      <a:pt x="1225" y="359"/>
                                    </a:lnTo>
                                    <a:lnTo>
                                      <a:pt x="1124" y="412"/>
                                    </a:lnTo>
                                    <a:lnTo>
                                      <a:pt x="1027" y="470"/>
                                    </a:lnTo>
                                    <a:lnTo>
                                      <a:pt x="933" y="535"/>
                                    </a:lnTo>
                                    <a:lnTo>
                                      <a:pt x="844" y="605"/>
                                    </a:lnTo>
                                    <a:lnTo>
                                      <a:pt x="760" y="679"/>
                                    </a:lnTo>
                                    <a:lnTo>
                                      <a:pt x="680" y="759"/>
                                    </a:lnTo>
                                    <a:lnTo>
                                      <a:pt x="605" y="844"/>
                                    </a:lnTo>
                                    <a:lnTo>
                                      <a:pt x="535" y="932"/>
                                    </a:lnTo>
                                    <a:lnTo>
                                      <a:pt x="471" y="1026"/>
                                    </a:lnTo>
                                    <a:lnTo>
                                      <a:pt x="412" y="1124"/>
                                    </a:lnTo>
                                    <a:lnTo>
                                      <a:pt x="360" y="1224"/>
                                    </a:lnTo>
                                    <a:lnTo>
                                      <a:pt x="314" y="1329"/>
                                    </a:lnTo>
                                    <a:lnTo>
                                      <a:pt x="274" y="1437"/>
                                    </a:lnTo>
                                    <a:lnTo>
                                      <a:pt x="241" y="1548"/>
                                    </a:lnTo>
                                    <a:lnTo>
                                      <a:pt x="215" y="1662"/>
                                    </a:lnTo>
                                    <a:lnTo>
                                      <a:pt x="195" y="1778"/>
                                    </a:lnTo>
                                    <a:lnTo>
                                      <a:pt x="184" y="1897"/>
                                    </a:lnTo>
                                    <a:lnTo>
                                      <a:pt x="180" y="2017"/>
                                    </a:lnTo>
                                    <a:lnTo>
                                      <a:pt x="184" y="2139"/>
                                    </a:lnTo>
                                    <a:lnTo>
                                      <a:pt x="195" y="2256"/>
                                    </a:lnTo>
                                    <a:lnTo>
                                      <a:pt x="215" y="2373"/>
                                    </a:lnTo>
                                    <a:lnTo>
                                      <a:pt x="241" y="2487"/>
                                    </a:lnTo>
                                    <a:lnTo>
                                      <a:pt x="274" y="2598"/>
                                    </a:lnTo>
                                    <a:lnTo>
                                      <a:pt x="314" y="2706"/>
                                    </a:lnTo>
                                    <a:lnTo>
                                      <a:pt x="360" y="2811"/>
                                    </a:lnTo>
                                    <a:lnTo>
                                      <a:pt x="412" y="2912"/>
                                    </a:lnTo>
                                    <a:lnTo>
                                      <a:pt x="471" y="3009"/>
                                    </a:lnTo>
                                    <a:lnTo>
                                      <a:pt x="535" y="3103"/>
                                    </a:lnTo>
                                    <a:lnTo>
                                      <a:pt x="605" y="3192"/>
                                    </a:lnTo>
                                    <a:lnTo>
                                      <a:pt x="680" y="3276"/>
                                    </a:lnTo>
                                    <a:lnTo>
                                      <a:pt x="760" y="3356"/>
                                    </a:lnTo>
                                    <a:lnTo>
                                      <a:pt x="844" y="3431"/>
                                    </a:lnTo>
                                    <a:lnTo>
                                      <a:pt x="933" y="3501"/>
                                    </a:lnTo>
                                    <a:lnTo>
                                      <a:pt x="1027" y="3565"/>
                                    </a:lnTo>
                                    <a:lnTo>
                                      <a:pt x="1124" y="3624"/>
                                    </a:lnTo>
                                    <a:lnTo>
                                      <a:pt x="1225" y="3676"/>
                                    </a:lnTo>
                                    <a:lnTo>
                                      <a:pt x="1330" y="3722"/>
                                    </a:lnTo>
                                    <a:lnTo>
                                      <a:pt x="1438" y="3762"/>
                                    </a:lnTo>
                                    <a:lnTo>
                                      <a:pt x="1549" y="3795"/>
                                    </a:lnTo>
                                    <a:lnTo>
                                      <a:pt x="1663" y="3821"/>
                                    </a:lnTo>
                                    <a:lnTo>
                                      <a:pt x="1780" y="3841"/>
                                    </a:lnTo>
                                    <a:lnTo>
                                      <a:pt x="1897" y="3852"/>
                                    </a:lnTo>
                                    <a:lnTo>
                                      <a:pt x="2019" y="3856"/>
                                    </a:lnTo>
                                    <a:lnTo>
                                      <a:pt x="2139" y="3852"/>
                                    </a:lnTo>
                                    <a:lnTo>
                                      <a:pt x="2258" y="3841"/>
                                    </a:lnTo>
                                    <a:lnTo>
                                      <a:pt x="2375" y="3821"/>
                                    </a:lnTo>
                                    <a:lnTo>
                                      <a:pt x="2488" y="3795"/>
                                    </a:lnTo>
                                    <a:lnTo>
                                      <a:pt x="2599" y="3762"/>
                                    </a:lnTo>
                                    <a:lnTo>
                                      <a:pt x="2707" y="3722"/>
                                    </a:lnTo>
                                    <a:lnTo>
                                      <a:pt x="2812" y="3676"/>
                                    </a:lnTo>
                                    <a:lnTo>
                                      <a:pt x="2912" y="3624"/>
                                    </a:lnTo>
                                    <a:lnTo>
                                      <a:pt x="3011" y="3565"/>
                                    </a:lnTo>
                                    <a:lnTo>
                                      <a:pt x="3104" y="3501"/>
                                    </a:lnTo>
                                    <a:lnTo>
                                      <a:pt x="3192" y="3431"/>
                                    </a:lnTo>
                                    <a:lnTo>
                                      <a:pt x="3277" y="3356"/>
                                    </a:lnTo>
                                    <a:lnTo>
                                      <a:pt x="3358" y="3276"/>
                                    </a:lnTo>
                                    <a:lnTo>
                                      <a:pt x="3433" y="3192"/>
                                    </a:lnTo>
                                    <a:lnTo>
                                      <a:pt x="3501" y="3103"/>
                                    </a:lnTo>
                                    <a:lnTo>
                                      <a:pt x="3566" y="3009"/>
                                    </a:lnTo>
                                    <a:lnTo>
                                      <a:pt x="3624" y="2912"/>
                                    </a:lnTo>
                                    <a:lnTo>
                                      <a:pt x="3677" y="2811"/>
                                    </a:lnTo>
                                    <a:lnTo>
                                      <a:pt x="3724" y="2706"/>
                                    </a:lnTo>
                                    <a:lnTo>
                                      <a:pt x="3763" y="2598"/>
                                    </a:lnTo>
                                    <a:lnTo>
                                      <a:pt x="3796" y="2487"/>
                                    </a:lnTo>
                                    <a:lnTo>
                                      <a:pt x="3823" y="2373"/>
                                    </a:lnTo>
                                    <a:lnTo>
                                      <a:pt x="3841" y="2256"/>
                                    </a:lnTo>
                                    <a:lnTo>
                                      <a:pt x="3854" y="2139"/>
                                    </a:lnTo>
                                    <a:lnTo>
                                      <a:pt x="3857" y="2017"/>
                                    </a:lnTo>
                                    <a:lnTo>
                                      <a:pt x="3854" y="1897"/>
                                    </a:lnTo>
                                    <a:lnTo>
                                      <a:pt x="3841" y="1778"/>
                                    </a:lnTo>
                                    <a:lnTo>
                                      <a:pt x="3823" y="1662"/>
                                    </a:lnTo>
                                    <a:lnTo>
                                      <a:pt x="3796" y="1548"/>
                                    </a:lnTo>
                                    <a:lnTo>
                                      <a:pt x="3763" y="1437"/>
                                    </a:lnTo>
                                    <a:lnTo>
                                      <a:pt x="3724" y="1329"/>
                                    </a:lnTo>
                                    <a:lnTo>
                                      <a:pt x="3677" y="1224"/>
                                    </a:lnTo>
                                    <a:lnTo>
                                      <a:pt x="3624" y="1124"/>
                                    </a:lnTo>
                                    <a:lnTo>
                                      <a:pt x="3566" y="1026"/>
                                    </a:lnTo>
                                    <a:lnTo>
                                      <a:pt x="3501" y="932"/>
                                    </a:lnTo>
                                    <a:lnTo>
                                      <a:pt x="3433" y="844"/>
                                    </a:lnTo>
                                    <a:lnTo>
                                      <a:pt x="3358" y="759"/>
                                    </a:lnTo>
                                    <a:lnTo>
                                      <a:pt x="3277" y="679"/>
                                    </a:lnTo>
                                    <a:lnTo>
                                      <a:pt x="3192" y="605"/>
                                    </a:lnTo>
                                    <a:lnTo>
                                      <a:pt x="3104" y="535"/>
                                    </a:lnTo>
                                    <a:lnTo>
                                      <a:pt x="3011" y="470"/>
                                    </a:lnTo>
                                    <a:lnTo>
                                      <a:pt x="2912" y="412"/>
                                    </a:lnTo>
                                    <a:lnTo>
                                      <a:pt x="2812" y="359"/>
                                    </a:lnTo>
                                    <a:lnTo>
                                      <a:pt x="2707" y="312"/>
                                    </a:lnTo>
                                    <a:lnTo>
                                      <a:pt x="2599" y="273"/>
                                    </a:lnTo>
                                    <a:lnTo>
                                      <a:pt x="2488" y="240"/>
                                    </a:lnTo>
                                    <a:lnTo>
                                      <a:pt x="2375" y="213"/>
                                    </a:lnTo>
                                    <a:lnTo>
                                      <a:pt x="2258" y="195"/>
                                    </a:lnTo>
                                    <a:lnTo>
                                      <a:pt x="2139" y="182"/>
                                    </a:lnTo>
                                    <a:lnTo>
                                      <a:pt x="2019" y="179"/>
                                    </a:lnTo>
                                    <a:close/>
                                    <a:moveTo>
                                      <a:pt x="2019" y="0"/>
                                    </a:moveTo>
                                    <a:lnTo>
                                      <a:pt x="2142" y="3"/>
                                    </a:lnTo>
                                    <a:lnTo>
                                      <a:pt x="2262" y="14"/>
                                    </a:lnTo>
                                    <a:lnTo>
                                      <a:pt x="2381" y="31"/>
                                    </a:lnTo>
                                    <a:lnTo>
                                      <a:pt x="2498" y="56"/>
                                    </a:lnTo>
                                    <a:lnTo>
                                      <a:pt x="2612" y="88"/>
                                    </a:lnTo>
                                    <a:lnTo>
                                      <a:pt x="2723" y="126"/>
                                    </a:lnTo>
                                    <a:lnTo>
                                      <a:pt x="2831" y="169"/>
                                    </a:lnTo>
                                    <a:lnTo>
                                      <a:pt x="2936" y="219"/>
                                    </a:lnTo>
                                    <a:lnTo>
                                      <a:pt x="3038" y="274"/>
                                    </a:lnTo>
                                    <a:lnTo>
                                      <a:pt x="3134" y="336"/>
                                    </a:lnTo>
                                    <a:lnTo>
                                      <a:pt x="3229" y="402"/>
                                    </a:lnTo>
                                    <a:lnTo>
                                      <a:pt x="3319" y="473"/>
                                    </a:lnTo>
                                    <a:lnTo>
                                      <a:pt x="3404" y="551"/>
                                    </a:lnTo>
                                    <a:lnTo>
                                      <a:pt x="3485" y="632"/>
                                    </a:lnTo>
                                    <a:lnTo>
                                      <a:pt x="3563" y="717"/>
                                    </a:lnTo>
                                    <a:lnTo>
                                      <a:pt x="3634" y="807"/>
                                    </a:lnTo>
                                    <a:lnTo>
                                      <a:pt x="3700" y="900"/>
                                    </a:lnTo>
                                    <a:lnTo>
                                      <a:pt x="3762" y="999"/>
                                    </a:lnTo>
                                    <a:lnTo>
                                      <a:pt x="3817" y="1100"/>
                                    </a:lnTo>
                                    <a:lnTo>
                                      <a:pt x="3867" y="1205"/>
                                    </a:lnTo>
                                    <a:lnTo>
                                      <a:pt x="3910" y="1313"/>
                                    </a:lnTo>
                                    <a:lnTo>
                                      <a:pt x="3948" y="1424"/>
                                    </a:lnTo>
                                    <a:lnTo>
                                      <a:pt x="3980" y="1539"/>
                                    </a:lnTo>
                                    <a:lnTo>
                                      <a:pt x="4005" y="1655"/>
                                    </a:lnTo>
                                    <a:lnTo>
                                      <a:pt x="4022" y="1774"/>
                                    </a:lnTo>
                                    <a:lnTo>
                                      <a:pt x="4033" y="1894"/>
                                    </a:lnTo>
                                    <a:lnTo>
                                      <a:pt x="4037" y="2017"/>
                                    </a:lnTo>
                                    <a:lnTo>
                                      <a:pt x="4033" y="2141"/>
                                    </a:lnTo>
                                    <a:lnTo>
                                      <a:pt x="4022" y="2261"/>
                                    </a:lnTo>
                                    <a:lnTo>
                                      <a:pt x="4005" y="2380"/>
                                    </a:lnTo>
                                    <a:lnTo>
                                      <a:pt x="3980" y="2497"/>
                                    </a:lnTo>
                                    <a:lnTo>
                                      <a:pt x="3948" y="2611"/>
                                    </a:lnTo>
                                    <a:lnTo>
                                      <a:pt x="3910" y="2722"/>
                                    </a:lnTo>
                                    <a:lnTo>
                                      <a:pt x="3867" y="2830"/>
                                    </a:lnTo>
                                    <a:lnTo>
                                      <a:pt x="3817" y="2935"/>
                                    </a:lnTo>
                                    <a:lnTo>
                                      <a:pt x="3762" y="3036"/>
                                    </a:lnTo>
                                    <a:lnTo>
                                      <a:pt x="3700" y="3134"/>
                                    </a:lnTo>
                                    <a:lnTo>
                                      <a:pt x="3634" y="3228"/>
                                    </a:lnTo>
                                    <a:lnTo>
                                      <a:pt x="3563" y="3318"/>
                                    </a:lnTo>
                                    <a:lnTo>
                                      <a:pt x="3485" y="3404"/>
                                    </a:lnTo>
                                    <a:lnTo>
                                      <a:pt x="3404" y="3485"/>
                                    </a:lnTo>
                                    <a:lnTo>
                                      <a:pt x="3319" y="3561"/>
                                    </a:lnTo>
                                    <a:lnTo>
                                      <a:pt x="3229" y="3632"/>
                                    </a:lnTo>
                                    <a:lnTo>
                                      <a:pt x="3134" y="3700"/>
                                    </a:lnTo>
                                    <a:lnTo>
                                      <a:pt x="3038" y="3760"/>
                                    </a:lnTo>
                                    <a:lnTo>
                                      <a:pt x="2936" y="3816"/>
                                    </a:lnTo>
                                    <a:lnTo>
                                      <a:pt x="2831" y="3865"/>
                                    </a:lnTo>
                                    <a:lnTo>
                                      <a:pt x="2723" y="3910"/>
                                    </a:lnTo>
                                    <a:lnTo>
                                      <a:pt x="2612" y="3948"/>
                                    </a:lnTo>
                                    <a:lnTo>
                                      <a:pt x="2498" y="3978"/>
                                    </a:lnTo>
                                    <a:lnTo>
                                      <a:pt x="2381" y="4004"/>
                                    </a:lnTo>
                                    <a:lnTo>
                                      <a:pt x="2262" y="4021"/>
                                    </a:lnTo>
                                    <a:lnTo>
                                      <a:pt x="2142" y="4032"/>
                                    </a:lnTo>
                                    <a:lnTo>
                                      <a:pt x="2019" y="4036"/>
                                    </a:lnTo>
                                    <a:lnTo>
                                      <a:pt x="1895" y="4032"/>
                                    </a:lnTo>
                                    <a:lnTo>
                                      <a:pt x="1775" y="4021"/>
                                    </a:lnTo>
                                    <a:lnTo>
                                      <a:pt x="1656" y="4004"/>
                                    </a:lnTo>
                                    <a:lnTo>
                                      <a:pt x="1539" y="3978"/>
                                    </a:lnTo>
                                    <a:lnTo>
                                      <a:pt x="1425" y="3948"/>
                                    </a:lnTo>
                                    <a:lnTo>
                                      <a:pt x="1314" y="3910"/>
                                    </a:lnTo>
                                    <a:lnTo>
                                      <a:pt x="1206" y="3865"/>
                                    </a:lnTo>
                                    <a:lnTo>
                                      <a:pt x="1101" y="3816"/>
                                    </a:lnTo>
                                    <a:lnTo>
                                      <a:pt x="1000" y="3760"/>
                                    </a:lnTo>
                                    <a:lnTo>
                                      <a:pt x="902" y="3700"/>
                                    </a:lnTo>
                                    <a:lnTo>
                                      <a:pt x="808" y="3632"/>
                                    </a:lnTo>
                                    <a:lnTo>
                                      <a:pt x="718" y="3561"/>
                                    </a:lnTo>
                                    <a:lnTo>
                                      <a:pt x="632" y="3485"/>
                                    </a:lnTo>
                                    <a:lnTo>
                                      <a:pt x="551" y="3404"/>
                                    </a:lnTo>
                                    <a:lnTo>
                                      <a:pt x="475" y="3318"/>
                                    </a:lnTo>
                                    <a:lnTo>
                                      <a:pt x="403" y="3228"/>
                                    </a:lnTo>
                                    <a:lnTo>
                                      <a:pt x="336" y="3134"/>
                                    </a:lnTo>
                                    <a:lnTo>
                                      <a:pt x="276" y="3036"/>
                                    </a:lnTo>
                                    <a:lnTo>
                                      <a:pt x="220" y="2935"/>
                                    </a:lnTo>
                                    <a:lnTo>
                                      <a:pt x="171" y="2830"/>
                                    </a:lnTo>
                                    <a:lnTo>
                                      <a:pt x="126" y="2722"/>
                                    </a:lnTo>
                                    <a:lnTo>
                                      <a:pt x="88" y="2611"/>
                                    </a:lnTo>
                                    <a:lnTo>
                                      <a:pt x="58" y="2497"/>
                                    </a:lnTo>
                                    <a:lnTo>
                                      <a:pt x="32" y="2380"/>
                                    </a:lnTo>
                                    <a:lnTo>
                                      <a:pt x="15" y="2261"/>
                                    </a:lnTo>
                                    <a:lnTo>
                                      <a:pt x="4" y="2141"/>
                                    </a:lnTo>
                                    <a:lnTo>
                                      <a:pt x="0" y="2017"/>
                                    </a:lnTo>
                                    <a:lnTo>
                                      <a:pt x="4" y="1894"/>
                                    </a:lnTo>
                                    <a:lnTo>
                                      <a:pt x="15" y="1774"/>
                                    </a:lnTo>
                                    <a:lnTo>
                                      <a:pt x="32" y="1655"/>
                                    </a:lnTo>
                                    <a:lnTo>
                                      <a:pt x="58" y="1539"/>
                                    </a:lnTo>
                                    <a:lnTo>
                                      <a:pt x="88" y="1424"/>
                                    </a:lnTo>
                                    <a:lnTo>
                                      <a:pt x="126" y="1313"/>
                                    </a:lnTo>
                                    <a:lnTo>
                                      <a:pt x="171" y="1205"/>
                                    </a:lnTo>
                                    <a:lnTo>
                                      <a:pt x="220" y="1100"/>
                                    </a:lnTo>
                                    <a:lnTo>
                                      <a:pt x="276" y="999"/>
                                    </a:lnTo>
                                    <a:lnTo>
                                      <a:pt x="336" y="900"/>
                                    </a:lnTo>
                                    <a:lnTo>
                                      <a:pt x="403" y="807"/>
                                    </a:lnTo>
                                    <a:lnTo>
                                      <a:pt x="475" y="717"/>
                                    </a:lnTo>
                                    <a:lnTo>
                                      <a:pt x="551" y="632"/>
                                    </a:lnTo>
                                    <a:lnTo>
                                      <a:pt x="632" y="551"/>
                                    </a:lnTo>
                                    <a:lnTo>
                                      <a:pt x="718" y="473"/>
                                    </a:lnTo>
                                    <a:lnTo>
                                      <a:pt x="808" y="402"/>
                                    </a:lnTo>
                                    <a:lnTo>
                                      <a:pt x="902" y="336"/>
                                    </a:lnTo>
                                    <a:lnTo>
                                      <a:pt x="1000" y="274"/>
                                    </a:lnTo>
                                    <a:lnTo>
                                      <a:pt x="1101" y="219"/>
                                    </a:lnTo>
                                    <a:lnTo>
                                      <a:pt x="1206" y="169"/>
                                    </a:lnTo>
                                    <a:lnTo>
                                      <a:pt x="1314" y="126"/>
                                    </a:lnTo>
                                    <a:lnTo>
                                      <a:pt x="1425" y="88"/>
                                    </a:lnTo>
                                    <a:lnTo>
                                      <a:pt x="1539" y="56"/>
                                    </a:lnTo>
                                    <a:lnTo>
                                      <a:pt x="1656" y="31"/>
                                    </a:lnTo>
                                    <a:lnTo>
                                      <a:pt x="1775" y="14"/>
                                    </a:lnTo>
                                    <a:lnTo>
                                      <a:pt x="1895" y="3"/>
                                    </a:lnTo>
                                    <a:lnTo>
                                      <a:pt x="20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B57D8B" id="手繪多邊形 11" o:spid="_x0000_s1026" alt="行動電話位於圓圈內的圖示圖案" style="width:100.9pt;height:10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4037,4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" path="m1950,2691r-21,2l1912,2700r-15,8l1886,2720r-8,16l1872,2754r-4,19l1865,2794r,22l1865,2836r,22l1868,2879r4,19l1878,2917r8,14l1897,2944r15,10l1929,2958r21,3l2086,2961r21,-3l2126,2954r13,-10l2150,2931r9,-14l2165,2898r4,-19l2171,2858r1,-22l2172,2816r-1,-22l2169,2773r-4,-19l2159,2736r-9,-16l2139,2708r-13,-8l2107,2693r-21,-2l1950,2691xm1597,1097r-29,2l1541,1109r-23,15l1499,1143r-15,24l1475,1194r-3,28l1472,2466r3,30l1484,2522r15,23l1518,2565r23,14l1568,2589r29,4l2440,2593r29,-4l2495,2579r23,-14l2538,2545r15,-23l2563,2496r3,-30l2566,1222r-3,-28l2553,1167r-15,-24l2518,1124r-23,-15l2469,1099r-29,-2l1597,1097xm1443,921r1150,l2621,925r27,8l2672,949r19,19l2706,991r10,27l2718,1046r,1942l2716,3017r-10,26l2691,3066r-19,20l2648,3101r-27,10l2593,3114r-1150,l1415,3111r-26,-10l1365,3086r-19,-20l1330,3043r-8,-26l1318,2988r,-1942l1322,1018r8,-27l1346,968r19,-19l1389,933r26,-8l1443,921xm2019,179r-122,3l1780,195r-117,18l1549,240r-111,33l1330,312r-105,47l1124,412r-97,58l933,535r-89,70l760,679r-80,80l605,844r-70,88l471,1026r-59,98l360,1224r-46,105l274,1437r-33,111l215,1662r-20,116l184,1897r-4,120l184,2139r11,117l215,2373r26,114l274,2598r40,108l360,2811r52,101l471,3009r64,94l605,3192r75,84l760,3356r84,75l933,3501r94,64l1124,3624r101,52l1330,3722r108,40l1549,3795r114,26l1780,3841r117,11l2019,3856r120,-4l2258,3841r117,-20l2488,3795r111,-33l2707,3722r105,-46l2912,3624r99,-59l3104,3501r88,-70l3277,3356r81,-80l3433,3192r68,-89l3566,3009r58,-97l3677,2811r47,-105l3763,2598r33,-111l3823,2373r18,-117l3854,2139r3,-122l3854,1897r-13,-119l3823,1662r-27,-114l3763,1437r-39,-108l3677,1224r-53,-100l3566,1026r-65,-94l3433,844r-75,-85l3277,679r-85,-74l3104,535r-93,-65l2912,412,2812,359,2707,312,2599,273,2488,240,2375,213,2258,195,2139,182r-120,-3xm2019,r123,3l2262,14r119,17l2498,56r114,32l2723,126r108,43l2936,219r102,55l3134,336r95,66l3319,473r85,78l3485,632r78,85l3634,807r66,93l3762,999r55,101l3867,1205r43,108l3948,1424r32,115l4005,1655r17,119l4033,1894r4,123l4033,2141r-11,120l4005,2380r-25,117l3948,2611r-38,111l3867,2830r-50,105l3762,3036r-62,98l3634,3228r-71,90l3485,3404r-81,81l3319,3561r-90,71l3134,3700r-96,60l2936,3816r-105,49l2723,3910r-111,38l2498,3978r-117,26l2262,4021r-120,11l2019,4036r-124,-4l1775,4021r-119,-17l1539,3978r-114,-30l1314,3910r-108,-45l1101,3816r-101,-56l902,3700r-94,-68l718,3561r-86,-76l551,3404r-76,-86l403,3228r-67,-94l276,3036,220,2935,171,2830,126,2722,88,2611,58,2497,32,2380,15,2261,4,2141,,2017,4,1894,15,1774,32,1655,58,1539,88,1424r38,-111l171,1205r49,-105l276,999r60,-99l403,807r72,-90l551,632r81,-81l718,473r90,-71l902,336r98,-62l1101,219r105,-50l1314,126,1425,88,1539,56,1656,31,1775,14,1895,3,2019,xe" fillcolor="white [3212]" stroked="f" strokeweight="0">
                      <v:path arrowok="t" o:connecttype="custom" o:connectlocs="598509,863386;591844,893859;595970,925918;618819,939885;682287,930362;689269,900207;685143,868465;661977,854181;481726,356782;467129,782761;489025,818630;791770,818630;814302,782761;799069,356782;457926,292345;853970,307264;861903,957661;831756,987498;433173,979563;418258,332023;440789,296154;564870,61897;388745,113954;241181,215529;130745,356782;68229,527554;61882,716103;114243,892272;215793,1039873;356693,1150335;527741,1212867;716560,1219216;892368,1166841;1039932,1065266;1150050,924331;1213202,753241;1218914,564375;1166870,388524;1065637,240923;924102,130778;753689,67611;679748,952;864125,39995;1024700,127603;1153224,256159;1240810,416774;1279844,601196;1263024,792601;1193844,963692;1080235,1106214;931719,1211280;755593,1270956;563284,1276352;382715,1226834;227852,1130338;106627,994799;27926,828787;0,640239;27926,452008;106627,285679;227852,150140;382715,53644;563284,4444" o:connectangles="0,0,0,0,0,0,0,0,0,0,0,0,0,0,0,0,0,0,0,0,0,0,0,0,0,0,0,0,0,0,0,0,0,0,0,0,0,0,0,0,0,0,0,0,0,0,0,0,0,0,0,0,0,0,0,0,0,0,0,0,0,0,0"/>
                      <o:lock v:ext="edit" verticies="t"/>
                      <w10:anchorlock/>
                    </v:shape>
                  </w:pict>
                </mc:Fallback>
              </mc:AlternateContent>
            </w:r>
          </w:p>
        </w:tc>
      </w:tr>
    </w:tbl>
    <w:p w14:paraId="6428AEF4" w14:textId="17704B42" w:rsidR="00677051" w:rsidRPr="00EC62CF" w:rsidRDefault="00677051" w:rsidP="00177444">
      <w:pPr>
        <w:tabs>
          <w:tab w:val="left" w:pos="1080"/>
          <w:tab w:val="left" w:pos="1365"/>
        </w:tabs>
        <w:rPr>
          <w:lang w:eastAsia="zh-TW"/>
        </w:rPr>
      </w:pPr>
    </w:p>
    <w:sectPr w:rsidR="00677051" w:rsidRPr="00EC62CF" w:rsidSect="00EC62CF">
      <w:headerReference w:type="default" r:id="rId7"/>
      <w:pgSz w:w="11907" w:h="16839"/>
      <w:pgMar w:top="576" w:right="576" w:bottom="288" w:left="576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B6DBF" w14:textId="77777777" w:rsidR="004756C6" w:rsidRDefault="004756C6">
      <w:pPr>
        <w:spacing w:line="240" w:lineRule="auto"/>
      </w:pPr>
      <w:r>
        <w:separator/>
      </w:r>
    </w:p>
  </w:endnote>
  <w:endnote w:type="continuationSeparator" w:id="0">
    <w:p w14:paraId="0CC5CE8E" w14:textId="77777777" w:rsidR="004756C6" w:rsidRDefault="004756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33DFE" w14:textId="77777777" w:rsidR="004756C6" w:rsidRDefault="004756C6">
      <w:pPr>
        <w:spacing w:line="240" w:lineRule="auto"/>
      </w:pPr>
      <w:r>
        <w:separator/>
      </w:r>
    </w:p>
  </w:footnote>
  <w:footnote w:type="continuationSeparator" w:id="0">
    <w:p w14:paraId="3C18C786" w14:textId="77777777" w:rsidR="004756C6" w:rsidRDefault="004756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DF7E8" w14:textId="65214C07" w:rsidR="00177444" w:rsidRPr="00EC62CF" w:rsidRDefault="00177444">
    <w:pPr>
      <w:pStyle w:val="ab"/>
      <w:rPr>
        <w:lang w:eastAsia="zh-TW"/>
      </w:rPr>
    </w:pPr>
    <w:r w:rsidRPr="00EC62CF"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849D445" wp14:editId="06FC5BB0">
              <wp:simplePos x="0" y="0"/>
              <wp:positionH relativeFrom="margin">
                <wp:align>center</wp:align>
              </wp:positionH>
              <wp:positionV relativeFrom="paragraph">
                <wp:posOffset>169545</wp:posOffset>
              </wp:positionV>
              <wp:extent cx="7048500" cy="9363075"/>
              <wp:effectExtent l="0" t="0" r="19050" b="28575"/>
              <wp:wrapNone/>
              <wp:docPr id="9" name="群組 9" descr="每個標語之後各有一個彩色矩形背景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8500" cy="9363075"/>
                        <a:chOff x="0" y="-9525"/>
                        <a:chExt cx="7048500" cy="9363075"/>
                      </a:xfrm>
                    </wpg:grpSpPr>
                    <wps:wsp>
                      <wps:cNvPr id="6" name="矩形 6" descr="彩色矩形"/>
                      <wps:cNvSpPr/>
                      <wps:spPr>
                        <a:xfrm>
                          <a:off x="0" y="-9525"/>
                          <a:ext cx="7048500" cy="42976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矩形 1" descr="彩色矩形"/>
                      <wps:cNvSpPr/>
                      <wps:spPr>
                        <a:xfrm>
                          <a:off x="0" y="5048250"/>
                          <a:ext cx="7048500" cy="4305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F0FDE95" id="群組 9" o:spid="_x0000_s1026" alt="每個標語之後各有一個彩色矩形背景" style="position:absolute;margin-left:0;margin-top:13.35pt;width:555pt;height:737.25pt;z-index:251661312;mso-position-horizontal:center;mso-position-horizontal-relative:margin;mso-width-relative:margin;mso-height-relative:margin" coordorigin=",-95" coordsize="70485,93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">
              <v:rect id="矩形 6" o:spid="_x0000_s1027" alt="彩色矩形" style="position:absolute;top:-95;width:70485;height:42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" fillcolor="#844a04 [1604]" strokecolor="#844a04 [1604]" strokeweight="1pt"/>
              <v:rect id="矩形 1" o:spid="_x0000_s1028" alt="彩色矩形" style="position:absolute;top:50482;width:70485;height:43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" fillcolor="#844a04 [1604]" strokecolor="#844a04 [1604]" strokeweight="1pt"/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97AA98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0E935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086E1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8B0CBE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D46B8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E80FD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60CD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2ACFD0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E800F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BE4738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816F5F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  <w:rPr>
        <w:rFonts w:ascii="Microsoft JhengHei UI" w:eastAsia="Microsoft JhengHei UI" w:hAnsi="Microsoft JhengHei U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F6D4FF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Microsoft JhengHei UI" w:eastAsia="Microsoft JhengHei UI" w:hAnsi="Microsoft JhengHei U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8473CF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Microsoft JhengHei UI" w:eastAsia="Microsoft JhengHei UI" w:hAnsi="Microsoft JhengHei U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6A"/>
    <w:rsid w:val="00010139"/>
    <w:rsid w:val="00043152"/>
    <w:rsid w:val="0011169B"/>
    <w:rsid w:val="00177444"/>
    <w:rsid w:val="00201AC0"/>
    <w:rsid w:val="0026497B"/>
    <w:rsid w:val="003E16AE"/>
    <w:rsid w:val="003F41DC"/>
    <w:rsid w:val="004756C6"/>
    <w:rsid w:val="00557726"/>
    <w:rsid w:val="00581DAF"/>
    <w:rsid w:val="00585010"/>
    <w:rsid w:val="00585F75"/>
    <w:rsid w:val="00650189"/>
    <w:rsid w:val="00677051"/>
    <w:rsid w:val="006C573E"/>
    <w:rsid w:val="006F3043"/>
    <w:rsid w:val="00754C03"/>
    <w:rsid w:val="00760FEC"/>
    <w:rsid w:val="00776554"/>
    <w:rsid w:val="00805C73"/>
    <w:rsid w:val="008A1633"/>
    <w:rsid w:val="009553A6"/>
    <w:rsid w:val="009974FD"/>
    <w:rsid w:val="00A83B6A"/>
    <w:rsid w:val="00AB4BC2"/>
    <w:rsid w:val="00AC3BC4"/>
    <w:rsid w:val="00AE5A30"/>
    <w:rsid w:val="00B2349F"/>
    <w:rsid w:val="00B66253"/>
    <w:rsid w:val="00B81F4E"/>
    <w:rsid w:val="00BE0B14"/>
    <w:rsid w:val="00C12EAC"/>
    <w:rsid w:val="00CA75F8"/>
    <w:rsid w:val="00D03214"/>
    <w:rsid w:val="00EC62CF"/>
    <w:rsid w:val="00F11187"/>
    <w:rsid w:val="00F5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7B81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2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EC62CF"/>
    <w:pPr>
      <w:spacing w:after="0"/>
    </w:pPr>
    <w:rPr>
      <w:rFonts w:ascii="Microsoft JhengHei UI" w:eastAsia="Microsoft JhengHei UI" w:hAnsi="Microsoft JhengHei UI"/>
    </w:rPr>
  </w:style>
  <w:style w:type="paragraph" w:styleId="1">
    <w:name w:val="heading 1"/>
    <w:basedOn w:val="a2"/>
    <w:next w:val="a2"/>
    <w:link w:val="10"/>
    <w:uiPriority w:val="9"/>
    <w:qFormat/>
    <w:rsid w:val="00EC62CF"/>
    <w:pPr>
      <w:keepNext/>
      <w:keepLines/>
      <w:spacing w:before="240"/>
      <w:outlineLvl w:val="0"/>
    </w:pPr>
    <w:rPr>
      <w:rFonts w:cstheme="majorBidi"/>
      <w:color w:val="864A04" w:themeColor="accent1" w:themeShade="80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C62CF"/>
    <w:pPr>
      <w:keepNext/>
      <w:keepLines/>
      <w:spacing w:before="40"/>
      <w:outlineLvl w:val="1"/>
    </w:pPr>
    <w:rPr>
      <w:rFonts w:cstheme="majorBidi"/>
      <w:color w:val="864A04" w:themeColor="accent1" w:themeShade="80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C62CF"/>
    <w:pPr>
      <w:keepNext/>
      <w:keepLines/>
      <w:spacing w:before="40"/>
      <w:outlineLvl w:val="2"/>
    </w:pPr>
    <w:rPr>
      <w:rFonts w:cstheme="majorBidi"/>
      <w:color w:val="844A04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C62CF"/>
    <w:pPr>
      <w:keepNext/>
      <w:keepLines/>
      <w:spacing w:before="40"/>
      <w:outlineLvl w:val="3"/>
    </w:pPr>
    <w:rPr>
      <w:rFonts w:cstheme="majorBidi"/>
      <w:i/>
      <w:iCs/>
      <w:color w:val="864A04" w:themeColor="accent1" w:themeShade="80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C62CF"/>
    <w:pPr>
      <w:keepNext/>
      <w:keepLines/>
      <w:spacing w:before="40"/>
      <w:outlineLvl w:val="4"/>
    </w:pPr>
    <w:rPr>
      <w:rFonts w:cstheme="majorBidi"/>
      <w:color w:val="864A04" w:themeColor="accent1" w:themeShade="80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C62CF"/>
    <w:pPr>
      <w:keepNext/>
      <w:keepLines/>
      <w:spacing w:before="40"/>
      <w:outlineLvl w:val="5"/>
    </w:pPr>
    <w:rPr>
      <w:rFonts w:cstheme="majorBidi"/>
      <w:color w:val="844A04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C62CF"/>
    <w:pPr>
      <w:keepNext/>
      <w:keepLines/>
      <w:spacing w:before="40"/>
      <w:outlineLvl w:val="6"/>
    </w:pPr>
    <w:rPr>
      <w:rFonts w:cstheme="majorBidi"/>
      <w:i/>
      <w:iCs/>
      <w:color w:val="844A04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C62CF"/>
    <w:pPr>
      <w:keepNext/>
      <w:keepLines/>
      <w:spacing w:before="40"/>
      <w:outlineLvl w:val="7"/>
    </w:pPr>
    <w:rPr>
      <w:rFonts w:cstheme="majorBidi"/>
      <w:color w:val="272727" w:themeColor="text1" w:themeTint="D8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C62CF"/>
    <w:pPr>
      <w:keepNext/>
      <w:keepLines/>
      <w:spacing w:before="40"/>
      <w:outlineLvl w:val="8"/>
    </w:pPr>
    <w:rPr>
      <w:rFonts w:cstheme="majorBidi"/>
      <w:i/>
      <w:iCs/>
      <w:color w:val="272727" w:themeColor="text1" w:themeTint="D8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39"/>
    <w:rsid w:val="00EC6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2"/>
    <w:link w:val="a8"/>
    <w:uiPriority w:val="1"/>
    <w:qFormat/>
    <w:rsid w:val="00EC62CF"/>
    <w:pPr>
      <w:spacing w:line="204" w:lineRule="auto"/>
    </w:pPr>
    <w:rPr>
      <w:rFonts w:cstheme="majorBidi"/>
      <w:color w:val="FFFFFF" w:themeColor="background1"/>
      <w:kern w:val="28"/>
      <w:sz w:val="140"/>
      <w:szCs w:val="140"/>
    </w:rPr>
  </w:style>
  <w:style w:type="character" w:customStyle="1" w:styleId="a8">
    <w:name w:val="標題 字元"/>
    <w:basedOn w:val="a3"/>
    <w:link w:val="a7"/>
    <w:uiPriority w:val="1"/>
    <w:rsid w:val="00EC62CF"/>
    <w:rPr>
      <w:rFonts w:ascii="Microsoft JhengHei UI" w:eastAsia="Microsoft JhengHei UI" w:hAnsi="Microsoft JhengHei UI" w:cstheme="majorBidi"/>
      <w:color w:val="FFFFFF" w:themeColor="background1"/>
      <w:kern w:val="28"/>
      <w:sz w:val="140"/>
      <w:szCs w:val="140"/>
    </w:rPr>
  </w:style>
  <w:style w:type="paragraph" w:styleId="a9">
    <w:name w:val="No Spacing"/>
    <w:uiPriority w:val="2"/>
    <w:unhideWhenUsed/>
    <w:qFormat/>
    <w:rsid w:val="00EC62CF"/>
    <w:pPr>
      <w:spacing w:after="0" w:line="240" w:lineRule="auto"/>
      <w:ind w:left="14" w:right="14"/>
      <w:jc w:val="right"/>
    </w:pPr>
    <w:rPr>
      <w:rFonts w:ascii="Microsoft JhengHei UI" w:eastAsia="Microsoft JhengHei UI" w:hAnsi="Microsoft JhengHei UI"/>
    </w:rPr>
  </w:style>
  <w:style w:type="character" w:styleId="aa">
    <w:name w:val="Placeholder Text"/>
    <w:basedOn w:val="a3"/>
    <w:uiPriority w:val="99"/>
    <w:semiHidden/>
    <w:rsid w:val="00EC62CF"/>
    <w:rPr>
      <w:rFonts w:ascii="Microsoft JhengHei UI" w:eastAsia="Microsoft JhengHei UI" w:hAnsi="Microsoft JhengHei UI"/>
      <w:color w:val="737373" w:themeColor="background2" w:themeShade="80"/>
    </w:rPr>
  </w:style>
  <w:style w:type="paragraph" w:styleId="ab">
    <w:name w:val="header"/>
    <w:basedOn w:val="a2"/>
    <w:link w:val="ac"/>
    <w:uiPriority w:val="99"/>
    <w:unhideWhenUsed/>
    <w:rsid w:val="00EC62CF"/>
    <w:pPr>
      <w:tabs>
        <w:tab w:val="center" w:pos="4680"/>
        <w:tab w:val="right" w:pos="9360"/>
      </w:tabs>
      <w:spacing w:line="240" w:lineRule="auto"/>
    </w:pPr>
  </w:style>
  <w:style w:type="character" w:customStyle="1" w:styleId="ac">
    <w:name w:val="頁首 字元"/>
    <w:basedOn w:val="a3"/>
    <w:link w:val="ab"/>
    <w:uiPriority w:val="99"/>
    <w:rsid w:val="00EC62CF"/>
    <w:rPr>
      <w:rFonts w:ascii="Microsoft JhengHei UI" w:eastAsia="Microsoft JhengHei UI" w:hAnsi="Microsoft JhengHei UI"/>
    </w:rPr>
  </w:style>
  <w:style w:type="paragraph" w:styleId="ad">
    <w:name w:val="footer"/>
    <w:basedOn w:val="a2"/>
    <w:link w:val="ae"/>
    <w:uiPriority w:val="99"/>
    <w:unhideWhenUsed/>
    <w:rsid w:val="00EC62CF"/>
    <w:pPr>
      <w:tabs>
        <w:tab w:val="center" w:pos="4680"/>
        <w:tab w:val="right" w:pos="9360"/>
      </w:tabs>
      <w:spacing w:line="240" w:lineRule="auto"/>
    </w:pPr>
  </w:style>
  <w:style w:type="character" w:customStyle="1" w:styleId="ae">
    <w:name w:val="頁尾 字元"/>
    <w:basedOn w:val="a3"/>
    <w:link w:val="ad"/>
    <w:uiPriority w:val="99"/>
    <w:rsid w:val="00EC62CF"/>
    <w:rPr>
      <w:rFonts w:ascii="Microsoft JhengHei UI" w:eastAsia="Microsoft JhengHei UI" w:hAnsi="Microsoft JhengHei UI"/>
    </w:rPr>
  </w:style>
  <w:style w:type="paragraph" w:styleId="af">
    <w:name w:val="Balloon Text"/>
    <w:basedOn w:val="a2"/>
    <w:link w:val="af0"/>
    <w:uiPriority w:val="99"/>
    <w:semiHidden/>
    <w:unhideWhenUsed/>
    <w:rsid w:val="00EC62CF"/>
    <w:pPr>
      <w:spacing w:line="240" w:lineRule="auto"/>
    </w:pPr>
    <w:rPr>
      <w:rFonts w:cs="Segoe UI"/>
      <w:szCs w:val="18"/>
    </w:rPr>
  </w:style>
  <w:style w:type="character" w:customStyle="1" w:styleId="af0">
    <w:name w:val="註解方塊文字 字元"/>
    <w:basedOn w:val="a3"/>
    <w:link w:val="af"/>
    <w:uiPriority w:val="99"/>
    <w:semiHidden/>
    <w:rsid w:val="00EC62CF"/>
    <w:rPr>
      <w:rFonts w:ascii="Microsoft JhengHei UI" w:eastAsia="Microsoft JhengHei UI" w:hAnsi="Microsoft JhengHei UI" w:cs="Segoe UI"/>
      <w:szCs w:val="18"/>
    </w:rPr>
  </w:style>
  <w:style w:type="paragraph" w:styleId="af1">
    <w:name w:val="Bibliography"/>
    <w:basedOn w:val="a2"/>
    <w:next w:val="a2"/>
    <w:uiPriority w:val="37"/>
    <w:semiHidden/>
    <w:unhideWhenUsed/>
    <w:rsid w:val="00EC62CF"/>
  </w:style>
  <w:style w:type="paragraph" w:styleId="af2">
    <w:name w:val="Block Text"/>
    <w:basedOn w:val="a2"/>
    <w:uiPriority w:val="99"/>
    <w:semiHidden/>
    <w:unhideWhenUsed/>
    <w:rsid w:val="00EC62CF"/>
    <w:pPr>
      <w:pBdr>
        <w:top w:val="single" w:sz="2" w:space="10" w:color="864A04" w:themeColor="accent1" w:themeShade="80"/>
        <w:left w:val="single" w:sz="2" w:space="10" w:color="864A04" w:themeColor="accent1" w:themeShade="80"/>
        <w:bottom w:val="single" w:sz="2" w:space="10" w:color="864A04" w:themeColor="accent1" w:themeShade="80"/>
        <w:right w:val="single" w:sz="2" w:space="10" w:color="864A04" w:themeColor="accent1" w:themeShade="80"/>
      </w:pBdr>
      <w:ind w:left="1152" w:right="1152"/>
    </w:pPr>
    <w:rPr>
      <w:i/>
      <w:iCs/>
      <w:color w:val="864A04" w:themeColor="accent1" w:themeShade="80"/>
    </w:rPr>
  </w:style>
  <w:style w:type="paragraph" w:styleId="af3">
    <w:name w:val="Body Text"/>
    <w:basedOn w:val="a2"/>
    <w:link w:val="af4"/>
    <w:uiPriority w:val="99"/>
    <w:semiHidden/>
    <w:unhideWhenUsed/>
    <w:rsid w:val="00EC62CF"/>
    <w:pPr>
      <w:spacing w:after="120"/>
    </w:pPr>
  </w:style>
  <w:style w:type="character" w:customStyle="1" w:styleId="af4">
    <w:name w:val="本文 字元"/>
    <w:basedOn w:val="a3"/>
    <w:link w:val="af3"/>
    <w:uiPriority w:val="99"/>
    <w:semiHidden/>
    <w:rsid w:val="00EC62CF"/>
    <w:rPr>
      <w:rFonts w:ascii="Microsoft JhengHei UI" w:eastAsia="Microsoft JhengHei UI" w:hAnsi="Microsoft JhengHei UI"/>
    </w:rPr>
  </w:style>
  <w:style w:type="paragraph" w:styleId="23">
    <w:name w:val="Body Text 2"/>
    <w:basedOn w:val="a2"/>
    <w:link w:val="24"/>
    <w:uiPriority w:val="99"/>
    <w:semiHidden/>
    <w:unhideWhenUsed/>
    <w:rsid w:val="00EC62CF"/>
    <w:pPr>
      <w:spacing w:after="120" w:line="480" w:lineRule="auto"/>
    </w:pPr>
  </w:style>
  <w:style w:type="character" w:customStyle="1" w:styleId="24">
    <w:name w:val="本文 2 字元"/>
    <w:basedOn w:val="a3"/>
    <w:link w:val="23"/>
    <w:uiPriority w:val="99"/>
    <w:semiHidden/>
    <w:rsid w:val="00EC62CF"/>
    <w:rPr>
      <w:rFonts w:ascii="Microsoft JhengHei UI" w:eastAsia="Microsoft JhengHei UI" w:hAnsi="Microsoft JhengHei UI"/>
    </w:rPr>
  </w:style>
  <w:style w:type="paragraph" w:styleId="33">
    <w:name w:val="Body Text 3"/>
    <w:basedOn w:val="a2"/>
    <w:link w:val="34"/>
    <w:uiPriority w:val="99"/>
    <w:semiHidden/>
    <w:unhideWhenUsed/>
    <w:rsid w:val="00EC62CF"/>
    <w:pPr>
      <w:spacing w:after="120"/>
    </w:pPr>
    <w:rPr>
      <w:szCs w:val="16"/>
    </w:rPr>
  </w:style>
  <w:style w:type="character" w:customStyle="1" w:styleId="34">
    <w:name w:val="本文 3 字元"/>
    <w:basedOn w:val="a3"/>
    <w:link w:val="33"/>
    <w:uiPriority w:val="99"/>
    <w:semiHidden/>
    <w:rsid w:val="00EC62CF"/>
    <w:rPr>
      <w:rFonts w:ascii="Microsoft JhengHei UI" w:eastAsia="Microsoft JhengHei UI" w:hAnsi="Microsoft JhengHei UI"/>
      <w:szCs w:val="16"/>
    </w:rPr>
  </w:style>
  <w:style w:type="paragraph" w:styleId="af5">
    <w:name w:val="Body Text First Indent"/>
    <w:basedOn w:val="af3"/>
    <w:link w:val="af6"/>
    <w:uiPriority w:val="99"/>
    <w:semiHidden/>
    <w:unhideWhenUsed/>
    <w:rsid w:val="00EC62CF"/>
    <w:pPr>
      <w:spacing w:after="160"/>
      <w:ind w:firstLine="360"/>
    </w:pPr>
  </w:style>
  <w:style w:type="character" w:customStyle="1" w:styleId="af6">
    <w:name w:val="本文第一層縮排 字元"/>
    <w:basedOn w:val="af4"/>
    <w:link w:val="af5"/>
    <w:uiPriority w:val="99"/>
    <w:semiHidden/>
    <w:rsid w:val="00EC62CF"/>
    <w:rPr>
      <w:rFonts w:ascii="Microsoft JhengHei UI" w:eastAsia="Microsoft JhengHei UI" w:hAnsi="Microsoft JhengHei UI"/>
    </w:rPr>
  </w:style>
  <w:style w:type="paragraph" w:styleId="af7">
    <w:name w:val="Body Text Indent"/>
    <w:basedOn w:val="a2"/>
    <w:link w:val="af8"/>
    <w:uiPriority w:val="99"/>
    <w:semiHidden/>
    <w:unhideWhenUsed/>
    <w:rsid w:val="00EC62CF"/>
    <w:pPr>
      <w:spacing w:after="120"/>
      <w:ind w:left="283"/>
    </w:pPr>
  </w:style>
  <w:style w:type="character" w:customStyle="1" w:styleId="af8">
    <w:name w:val="本文縮排 字元"/>
    <w:basedOn w:val="a3"/>
    <w:link w:val="af7"/>
    <w:uiPriority w:val="99"/>
    <w:semiHidden/>
    <w:rsid w:val="00EC62CF"/>
    <w:rPr>
      <w:rFonts w:ascii="Microsoft JhengHei UI" w:eastAsia="Microsoft JhengHei UI" w:hAnsi="Microsoft JhengHei UI"/>
    </w:rPr>
  </w:style>
  <w:style w:type="paragraph" w:styleId="25">
    <w:name w:val="Body Text First Indent 2"/>
    <w:basedOn w:val="af7"/>
    <w:link w:val="26"/>
    <w:uiPriority w:val="99"/>
    <w:semiHidden/>
    <w:unhideWhenUsed/>
    <w:rsid w:val="00EC62CF"/>
    <w:pPr>
      <w:spacing w:after="160"/>
      <w:ind w:left="360" w:firstLine="360"/>
    </w:pPr>
  </w:style>
  <w:style w:type="character" w:customStyle="1" w:styleId="26">
    <w:name w:val="本文第一層縮排 2 字元"/>
    <w:basedOn w:val="af8"/>
    <w:link w:val="25"/>
    <w:uiPriority w:val="99"/>
    <w:semiHidden/>
    <w:rsid w:val="00EC62CF"/>
    <w:rPr>
      <w:rFonts w:ascii="Microsoft JhengHei UI" w:eastAsia="Microsoft JhengHei UI" w:hAnsi="Microsoft JhengHei UI"/>
    </w:rPr>
  </w:style>
  <w:style w:type="paragraph" w:styleId="27">
    <w:name w:val="Body Text Indent 2"/>
    <w:basedOn w:val="a2"/>
    <w:link w:val="28"/>
    <w:uiPriority w:val="99"/>
    <w:semiHidden/>
    <w:unhideWhenUsed/>
    <w:rsid w:val="00EC62CF"/>
    <w:pPr>
      <w:spacing w:after="120" w:line="480" w:lineRule="auto"/>
      <w:ind w:left="283"/>
    </w:pPr>
  </w:style>
  <w:style w:type="character" w:customStyle="1" w:styleId="28">
    <w:name w:val="本文縮排 2 字元"/>
    <w:basedOn w:val="a3"/>
    <w:link w:val="27"/>
    <w:uiPriority w:val="99"/>
    <w:semiHidden/>
    <w:rsid w:val="00EC62CF"/>
    <w:rPr>
      <w:rFonts w:ascii="Microsoft JhengHei UI" w:eastAsia="Microsoft JhengHei UI" w:hAnsi="Microsoft JhengHei UI"/>
    </w:rPr>
  </w:style>
  <w:style w:type="paragraph" w:styleId="35">
    <w:name w:val="Body Text Indent 3"/>
    <w:basedOn w:val="a2"/>
    <w:link w:val="36"/>
    <w:uiPriority w:val="99"/>
    <w:semiHidden/>
    <w:unhideWhenUsed/>
    <w:rsid w:val="00EC62CF"/>
    <w:pPr>
      <w:spacing w:after="120"/>
      <w:ind w:left="283"/>
    </w:pPr>
    <w:rPr>
      <w:szCs w:val="16"/>
    </w:rPr>
  </w:style>
  <w:style w:type="character" w:customStyle="1" w:styleId="36">
    <w:name w:val="本文縮排 3 字元"/>
    <w:basedOn w:val="a3"/>
    <w:link w:val="35"/>
    <w:uiPriority w:val="99"/>
    <w:semiHidden/>
    <w:rsid w:val="00EC62CF"/>
    <w:rPr>
      <w:rFonts w:ascii="Microsoft JhengHei UI" w:eastAsia="Microsoft JhengHei UI" w:hAnsi="Microsoft JhengHei UI"/>
      <w:szCs w:val="16"/>
    </w:rPr>
  </w:style>
  <w:style w:type="character" w:styleId="af9">
    <w:name w:val="Book Title"/>
    <w:basedOn w:val="a3"/>
    <w:uiPriority w:val="33"/>
    <w:semiHidden/>
    <w:unhideWhenUsed/>
    <w:qFormat/>
    <w:rsid w:val="00EC62CF"/>
    <w:rPr>
      <w:rFonts w:ascii="Microsoft JhengHei UI" w:eastAsia="Microsoft JhengHei UI" w:hAnsi="Microsoft JhengHei UI"/>
      <w:b/>
      <w:bCs/>
      <w:i/>
      <w:iCs/>
      <w:spacing w:val="5"/>
    </w:rPr>
  </w:style>
  <w:style w:type="paragraph" w:styleId="afa">
    <w:name w:val="caption"/>
    <w:basedOn w:val="a2"/>
    <w:next w:val="a2"/>
    <w:uiPriority w:val="35"/>
    <w:semiHidden/>
    <w:unhideWhenUsed/>
    <w:qFormat/>
    <w:rsid w:val="00EC62CF"/>
    <w:pPr>
      <w:spacing w:after="200" w:line="240" w:lineRule="auto"/>
    </w:pPr>
    <w:rPr>
      <w:i/>
      <w:iCs/>
      <w:color w:val="3C3C3C" w:themeColor="text2"/>
      <w:szCs w:val="18"/>
    </w:rPr>
  </w:style>
  <w:style w:type="paragraph" w:styleId="afb">
    <w:name w:val="Closing"/>
    <w:basedOn w:val="a2"/>
    <w:link w:val="afc"/>
    <w:uiPriority w:val="99"/>
    <w:semiHidden/>
    <w:unhideWhenUsed/>
    <w:rsid w:val="00EC62CF"/>
    <w:pPr>
      <w:spacing w:line="240" w:lineRule="auto"/>
      <w:ind w:left="4252"/>
    </w:pPr>
  </w:style>
  <w:style w:type="character" w:customStyle="1" w:styleId="afc">
    <w:name w:val="結語 字元"/>
    <w:basedOn w:val="a3"/>
    <w:link w:val="afb"/>
    <w:uiPriority w:val="99"/>
    <w:semiHidden/>
    <w:rsid w:val="00EC62CF"/>
    <w:rPr>
      <w:rFonts w:ascii="Microsoft JhengHei UI" w:eastAsia="Microsoft JhengHei UI" w:hAnsi="Microsoft JhengHei UI"/>
    </w:rPr>
  </w:style>
  <w:style w:type="table" w:styleId="afd">
    <w:name w:val="Colorful Grid"/>
    <w:basedOn w:val="a4"/>
    <w:uiPriority w:val="73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1" w:themeFill="accent1" w:themeFillTint="33"/>
    </w:tcPr>
    <w:tblStylePr w:type="firstRow">
      <w:rPr>
        <w:b/>
        <w:bCs/>
      </w:rPr>
      <w:tblPr/>
      <w:tcPr>
        <w:shd w:val="clear" w:color="auto" w:fill="FBD3A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3A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86F0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86F07" w:themeFill="accent1" w:themeFillShade="BF"/>
      </w:tcPr>
    </w:tblStylePr>
    <w:tblStylePr w:type="band1Vert">
      <w:tblPr/>
      <w:tcPr>
        <w:shd w:val="clear" w:color="auto" w:fill="FBC98E" w:themeFill="accent1" w:themeFillTint="7F"/>
      </w:tcPr>
    </w:tblStylePr>
    <w:tblStylePr w:type="band1Horz">
      <w:tblPr/>
      <w:tcPr>
        <w:shd w:val="clear" w:color="auto" w:fill="FBC98E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F3D2" w:themeFill="accent2" w:themeFillTint="33"/>
    </w:tcPr>
    <w:tblStylePr w:type="firstRow">
      <w:rPr>
        <w:b/>
        <w:bCs/>
      </w:rPr>
      <w:tblPr/>
      <w:tcPr>
        <w:shd w:val="clear" w:color="auto" w:fill="CEE8A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E8A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189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18922" w:themeFill="accent2" w:themeFillShade="BF"/>
      </w:tcPr>
    </w:tblStylePr>
    <w:tblStylePr w:type="band1Vert">
      <w:tblPr/>
      <w:tcPr>
        <w:shd w:val="clear" w:color="auto" w:fill="C2E38F" w:themeFill="accent2" w:themeFillTint="7F"/>
      </w:tcPr>
    </w:tblStylePr>
    <w:tblStylePr w:type="band1Horz">
      <w:tblPr/>
      <w:tcPr>
        <w:shd w:val="clear" w:color="auto" w:fill="C2E38F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D2EE" w:themeFill="accent3" w:themeFillTint="33"/>
    </w:tcPr>
    <w:tblStylePr w:type="firstRow">
      <w:rPr>
        <w:b/>
        <w:bCs/>
      </w:rPr>
      <w:tblPr/>
      <w:tcPr>
        <w:shd w:val="clear" w:color="auto" w:fill="DFA6D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A6D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329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32970" w:themeFill="accent3" w:themeFillShade="BF"/>
      </w:tcPr>
    </w:tblStylePr>
    <w:tblStylePr w:type="band1Vert">
      <w:tblPr/>
      <w:tcPr>
        <w:shd w:val="clear" w:color="auto" w:fill="D790D5" w:themeFill="accent3" w:themeFillTint="7F"/>
      </w:tcPr>
    </w:tblStylePr>
    <w:tblStylePr w:type="band1Horz">
      <w:tblPr/>
      <w:tcPr>
        <w:shd w:val="clear" w:color="auto" w:fill="D790D5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F0F4" w:themeFill="accent4" w:themeFillTint="33"/>
    </w:tcPr>
    <w:tblStylePr w:type="firstRow">
      <w:rPr>
        <w:b/>
        <w:bCs/>
      </w:rPr>
      <w:tblPr/>
      <w:tcPr>
        <w:shd w:val="clear" w:color="auto" w:fill="A4E2E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4E2E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1818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1818D" w:themeFill="accent4" w:themeFillShade="BF"/>
      </w:tcPr>
    </w:tblStylePr>
    <w:tblStylePr w:type="band1Vert">
      <w:tblPr/>
      <w:tcPr>
        <w:shd w:val="clear" w:color="auto" w:fill="8FDBE5" w:themeFill="accent4" w:themeFillTint="7F"/>
      </w:tcPr>
    </w:tblStylePr>
    <w:tblStylePr w:type="band1Horz">
      <w:tblPr/>
      <w:tcPr>
        <w:shd w:val="clear" w:color="auto" w:fill="8FDBE5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DDDA" w:themeFill="accent5" w:themeFillTint="33"/>
    </w:tcPr>
    <w:tblStylePr w:type="firstRow">
      <w:rPr>
        <w:b/>
        <w:bCs/>
      </w:rPr>
      <w:tblPr/>
      <w:tcPr>
        <w:shd w:val="clear" w:color="auto" w:fill="FDBDB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BDB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E91F0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E91F06" w:themeFill="accent5" w:themeFillShade="BF"/>
      </w:tcPr>
    </w:tblStylePr>
    <w:tblStylePr w:type="band1Vert">
      <w:tblPr/>
      <w:tcPr>
        <w:shd w:val="clear" w:color="auto" w:fill="FCACA3" w:themeFill="accent5" w:themeFillTint="7F"/>
      </w:tcPr>
    </w:tblStylePr>
    <w:tblStylePr w:type="band1Horz">
      <w:tblPr/>
      <w:tcPr>
        <w:shd w:val="clear" w:color="auto" w:fill="FCACA3" w:themeFill="accent5" w:themeFillTint="7F"/>
      </w:tcPr>
    </w:tblStylePr>
  </w:style>
  <w:style w:type="table" w:styleId="-6">
    <w:name w:val="Colorful Grid Accent 6"/>
    <w:basedOn w:val="a4"/>
    <w:uiPriority w:val="73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FD1" w:themeFill="accent6" w:themeFillTint="33"/>
    </w:tcPr>
    <w:tblStylePr w:type="firstRow">
      <w:rPr>
        <w:b/>
        <w:bCs/>
      </w:rPr>
      <w:tblPr/>
      <w:tcPr>
        <w:shd w:val="clear" w:color="auto" w:fill="F9E0A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E0A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890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890B" w:themeFill="accent6" w:themeFillShade="BF"/>
      </w:tcPr>
    </w:tblStylePr>
    <w:tblStylePr w:type="band1Vert">
      <w:tblPr/>
      <w:tcPr>
        <w:shd w:val="clear" w:color="auto" w:fill="F8D88D" w:themeFill="accent6" w:themeFillTint="7F"/>
      </w:tcPr>
    </w:tblStylePr>
    <w:tblStylePr w:type="band1Horz">
      <w:tblPr/>
      <w:tcPr>
        <w:shd w:val="clear" w:color="auto" w:fill="F8D88D" w:themeFill="accent6" w:themeFillTint="7F"/>
      </w:tcPr>
    </w:tblStylePr>
  </w:style>
  <w:style w:type="table" w:styleId="afe">
    <w:name w:val="Colorful List"/>
    <w:basedOn w:val="a4"/>
    <w:uiPriority w:val="72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89324" w:themeFill="accent2" w:themeFillShade="CC"/>
      </w:tcPr>
    </w:tblStylePr>
    <w:tblStylePr w:type="lastRow">
      <w:rPr>
        <w:b/>
        <w:bCs/>
        <w:color w:val="6893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89324" w:themeFill="accent2" w:themeFillShade="CC"/>
      </w:tcPr>
    </w:tblStylePr>
    <w:tblStylePr w:type="lastRow">
      <w:rPr>
        <w:b/>
        <w:bCs/>
        <w:color w:val="6893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C7" w:themeFill="accent1" w:themeFillTint="3F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9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89324" w:themeFill="accent2" w:themeFillShade="CC"/>
      </w:tcPr>
    </w:tblStylePr>
    <w:tblStylePr w:type="lastRow">
      <w:rPr>
        <w:b/>
        <w:bCs/>
        <w:color w:val="6893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1C7" w:themeFill="accent2" w:themeFillTint="3F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E9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8997" w:themeFill="accent4" w:themeFillShade="CC"/>
      </w:tcPr>
    </w:tblStylePr>
    <w:tblStylePr w:type="lastRow">
      <w:rPr>
        <w:b/>
        <w:bCs/>
        <w:color w:val="23899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C8EA" w:themeFill="accent3" w:themeFillTint="3F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8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2C78" w:themeFill="accent3" w:themeFillShade="CC"/>
      </w:tcPr>
    </w:tblStylePr>
    <w:tblStylePr w:type="lastRow">
      <w:rPr>
        <w:b/>
        <w:bCs/>
        <w:color w:val="7B2C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DF2" w:themeFill="accent4" w:themeFillTint="3F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EE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20B" w:themeFill="accent6" w:themeFillShade="CC"/>
      </w:tcPr>
    </w:tblStylePr>
    <w:tblStylePr w:type="lastRow">
      <w:rPr>
        <w:b/>
        <w:bCs/>
        <w:color w:val="CC920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6D1" w:themeFill="accent5" w:themeFillTint="3F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styleId="-60">
    <w:name w:val="Colorful List Accent 6"/>
    <w:basedOn w:val="a4"/>
    <w:uiPriority w:val="72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7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82208" w:themeFill="accent5" w:themeFillShade="CC"/>
      </w:tcPr>
    </w:tblStylePr>
    <w:tblStylePr w:type="lastRow">
      <w:rPr>
        <w:b/>
        <w:bCs/>
        <w:color w:val="F8220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CC6" w:themeFill="accent6" w:themeFillTint="3F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styleId="aff">
    <w:name w:val="Colorful Shading"/>
    <w:basedOn w:val="a4"/>
    <w:uiPriority w:val="71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3B82E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3B82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3B82E" w:themeColor="accent2"/>
        <w:left w:val="single" w:sz="4" w:space="0" w:color="F7941E" w:themeColor="accent1"/>
        <w:bottom w:val="single" w:sz="4" w:space="0" w:color="F7941E" w:themeColor="accent1"/>
        <w:right w:val="single" w:sz="4" w:space="0" w:color="F7941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3B82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0590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05905" w:themeColor="accent1" w:themeShade="99"/>
          <w:insideV w:val="nil"/>
        </w:tcBorders>
        <w:shd w:val="clear" w:color="auto" w:fill="A0590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5905" w:themeFill="accent1" w:themeFillShade="99"/>
      </w:tcPr>
    </w:tblStylePr>
    <w:tblStylePr w:type="band1Vert">
      <w:tblPr/>
      <w:tcPr>
        <w:shd w:val="clear" w:color="auto" w:fill="FBD3A4" w:themeFill="accent1" w:themeFillTint="66"/>
      </w:tcPr>
    </w:tblStylePr>
    <w:tblStylePr w:type="band1Horz">
      <w:tblPr/>
      <w:tcPr>
        <w:shd w:val="clear" w:color="auto" w:fill="FBC98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3B82E" w:themeColor="accent2"/>
        <w:left w:val="single" w:sz="4" w:space="0" w:color="83B82E" w:themeColor="accent2"/>
        <w:bottom w:val="single" w:sz="4" w:space="0" w:color="83B82E" w:themeColor="accent2"/>
        <w:right w:val="single" w:sz="4" w:space="0" w:color="83B82E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9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3B82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E6E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E6E1B" w:themeColor="accent2" w:themeShade="99"/>
          <w:insideV w:val="nil"/>
        </w:tcBorders>
        <w:shd w:val="clear" w:color="auto" w:fill="4E6E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E1B" w:themeFill="accent2" w:themeFillShade="99"/>
      </w:tcPr>
    </w:tblStylePr>
    <w:tblStylePr w:type="band1Vert">
      <w:tblPr/>
      <w:tcPr>
        <w:shd w:val="clear" w:color="auto" w:fill="CEE8A5" w:themeFill="accent2" w:themeFillTint="66"/>
      </w:tcPr>
    </w:tblStylePr>
    <w:tblStylePr w:type="band1Horz">
      <w:tblPr/>
      <w:tcPr>
        <w:shd w:val="clear" w:color="auto" w:fill="C2E38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ADBD" w:themeColor="accent4"/>
        <w:left w:val="single" w:sz="4" w:space="0" w:color="9A3797" w:themeColor="accent3"/>
        <w:bottom w:val="single" w:sz="4" w:space="0" w:color="9A3797" w:themeColor="accent3"/>
        <w:right w:val="single" w:sz="4" w:space="0" w:color="9A379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9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ADB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C21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C215A" w:themeColor="accent3" w:themeShade="99"/>
          <w:insideV w:val="nil"/>
        </w:tcBorders>
        <w:shd w:val="clear" w:color="auto" w:fill="5C21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215A" w:themeFill="accent3" w:themeFillShade="99"/>
      </w:tcPr>
    </w:tblStylePr>
    <w:tblStylePr w:type="band1Vert">
      <w:tblPr/>
      <w:tcPr>
        <w:shd w:val="clear" w:color="auto" w:fill="DFA6DD" w:themeFill="accent3" w:themeFillTint="66"/>
      </w:tcPr>
    </w:tblStylePr>
    <w:tblStylePr w:type="band1Horz">
      <w:tblPr/>
      <w:tcPr>
        <w:shd w:val="clear" w:color="auto" w:fill="D790D5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A3797" w:themeColor="accent3"/>
        <w:left w:val="single" w:sz="4" w:space="0" w:color="2CADBD" w:themeColor="accent4"/>
        <w:bottom w:val="single" w:sz="4" w:space="0" w:color="2CADBD" w:themeColor="accent4"/>
        <w:right w:val="single" w:sz="4" w:space="0" w:color="2CADB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8F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A379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677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6771" w:themeColor="accent4" w:themeShade="99"/>
          <w:insideV w:val="nil"/>
        </w:tcBorders>
        <w:shd w:val="clear" w:color="auto" w:fill="1A677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6771" w:themeFill="accent4" w:themeFillShade="99"/>
      </w:tcPr>
    </w:tblStylePr>
    <w:tblStylePr w:type="band1Vert">
      <w:tblPr/>
      <w:tcPr>
        <w:shd w:val="clear" w:color="auto" w:fill="A4E2EA" w:themeFill="accent4" w:themeFillTint="66"/>
      </w:tcPr>
    </w:tblStylePr>
    <w:tblStylePr w:type="band1Horz">
      <w:tblPr/>
      <w:tcPr>
        <w:shd w:val="clear" w:color="auto" w:fill="8FDBE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2B31C" w:themeColor="accent6"/>
        <w:left w:val="single" w:sz="4" w:space="0" w:color="FA5B47" w:themeColor="accent5"/>
        <w:bottom w:val="single" w:sz="4" w:space="0" w:color="FA5B47" w:themeColor="accent5"/>
        <w:right w:val="single" w:sz="4" w:space="0" w:color="FA5B4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E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B31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190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1905" w:themeColor="accent5" w:themeShade="99"/>
          <w:insideV w:val="nil"/>
        </w:tcBorders>
        <w:shd w:val="clear" w:color="auto" w:fill="BB190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1905" w:themeFill="accent5" w:themeFillShade="99"/>
      </w:tcPr>
    </w:tblStylePr>
    <w:tblStylePr w:type="band1Vert">
      <w:tblPr/>
      <w:tcPr>
        <w:shd w:val="clear" w:color="auto" w:fill="FDBDB5" w:themeFill="accent5" w:themeFillTint="66"/>
      </w:tcPr>
    </w:tblStylePr>
    <w:tblStylePr w:type="band1Horz">
      <w:tblPr/>
      <w:tcPr>
        <w:shd w:val="clear" w:color="auto" w:fill="FCACA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A5B47" w:themeColor="accent5"/>
        <w:left w:val="single" w:sz="4" w:space="0" w:color="F2B31C" w:themeColor="accent6"/>
        <w:bottom w:val="single" w:sz="4" w:space="0" w:color="F2B31C" w:themeColor="accent6"/>
        <w:right w:val="single" w:sz="4" w:space="0" w:color="F2B31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A5B4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6E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6E08" w:themeColor="accent6" w:themeShade="99"/>
          <w:insideV w:val="nil"/>
        </w:tcBorders>
        <w:shd w:val="clear" w:color="auto" w:fill="996E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6E08" w:themeFill="accent6" w:themeFillShade="99"/>
      </w:tcPr>
    </w:tblStylePr>
    <w:tblStylePr w:type="band1Vert">
      <w:tblPr/>
      <w:tcPr>
        <w:shd w:val="clear" w:color="auto" w:fill="F9E0A4" w:themeFill="accent6" w:themeFillTint="66"/>
      </w:tcPr>
    </w:tblStylePr>
    <w:tblStylePr w:type="band1Horz">
      <w:tblPr/>
      <w:tcPr>
        <w:shd w:val="clear" w:color="auto" w:fill="F8D88D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0">
    <w:name w:val="annotation reference"/>
    <w:basedOn w:val="a3"/>
    <w:uiPriority w:val="99"/>
    <w:semiHidden/>
    <w:unhideWhenUsed/>
    <w:rsid w:val="00EC62CF"/>
    <w:rPr>
      <w:rFonts w:ascii="Microsoft JhengHei UI" w:eastAsia="Microsoft JhengHei UI" w:hAnsi="Microsoft JhengHei UI"/>
      <w:sz w:val="22"/>
      <w:szCs w:val="16"/>
    </w:rPr>
  </w:style>
  <w:style w:type="paragraph" w:styleId="aff1">
    <w:name w:val="annotation text"/>
    <w:basedOn w:val="a2"/>
    <w:link w:val="aff2"/>
    <w:uiPriority w:val="99"/>
    <w:semiHidden/>
    <w:unhideWhenUsed/>
    <w:rsid w:val="00EC62CF"/>
    <w:pPr>
      <w:spacing w:line="240" w:lineRule="auto"/>
    </w:pPr>
    <w:rPr>
      <w:szCs w:val="20"/>
    </w:rPr>
  </w:style>
  <w:style w:type="character" w:customStyle="1" w:styleId="aff2">
    <w:name w:val="註解文字 字元"/>
    <w:basedOn w:val="a3"/>
    <w:link w:val="aff1"/>
    <w:uiPriority w:val="99"/>
    <w:semiHidden/>
    <w:rsid w:val="00EC62CF"/>
    <w:rPr>
      <w:rFonts w:ascii="Microsoft JhengHei UI" w:eastAsia="Microsoft JhengHei UI" w:hAnsi="Microsoft JhengHei UI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EC62CF"/>
    <w:rPr>
      <w:b/>
      <w:bCs/>
    </w:rPr>
  </w:style>
  <w:style w:type="character" w:customStyle="1" w:styleId="aff4">
    <w:name w:val="註解主旨 字元"/>
    <w:basedOn w:val="aff2"/>
    <w:link w:val="aff3"/>
    <w:uiPriority w:val="99"/>
    <w:semiHidden/>
    <w:rsid w:val="00EC62CF"/>
    <w:rPr>
      <w:rFonts w:ascii="Microsoft JhengHei UI" w:eastAsia="Microsoft JhengHei UI" w:hAnsi="Microsoft JhengHei UI"/>
      <w:b/>
      <w:bCs/>
      <w:szCs w:val="20"/>
    </w:rPr>
  </w:style>
  <w:style w:type="table" w:styleId="aff5">
    <w:name w:val="Dark List"/>
    <w:basedOn w:val="a4"/>
    <w:uiPriority w:val="70"/>
    <w:semiHidden/>
    <w:unhideWhenUsed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41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44A0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86F0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86F0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6F0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6F07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3B82E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5B1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189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189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89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8922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A379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C1B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329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329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29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2970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ADB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555E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818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818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818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818D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A5B4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140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91F0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91F0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1F0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1F06" w:themeFill="accent5" w:themeFillShade="BF"/>
      </w:tcPr>
    </w:tblStylePr>
  </w:style>
  <w:style w:type="table" w:styleId="-62">
    <w:name w:val="Dark List Accent 6"/>
    <w:basedOn w:val="a4"/>
    <w:uiPriority w:val="7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2B31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B0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90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90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90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90B" w:themeFill="accent6" w:themeFillShade="BF"/>
      </w:tcPr>
    </w:tblStylePr>
  </w:style>
  <w:style w:type="paragraph" w:styleId="aff6">
    <w:name w:val="Date"/>
    <w:basedOn w:val="a2"/>
    <w:next w:val="a2"/>
    <w:link w:val="aff7"/>
    <w:uiPriority w:val="99"/>
    <w:semiHidden/>
    <w:unhideWhenUsed/>
    <w:rsid w:val="00EC62CF"/>
  </w:style>
  <w:style w:type="character" w:customStyle="1" w:styleId="aff7">
    <w:name w:val="日期 字元"/>
    <w:basedOn w:val="a3"/>
    <w:link w:val="aff6"/>
    <w:uiPriority w:val="99"/>
    <w:semiHidden/>
    <w:rsid w:val="00EC62CF"/>
    <w:rPr>
      <w:rFonts w:ascii="Microsoft JhengHei UI" w:eastAsia="Microsoft JhengHei UI" w:hAnsi="Microsoft JhengHei UI"/>
    </w:rPr>
  </w:style>
  <w:style w:type="paragraph" w:styleId="aff8">
    <w:name w:val="Document Map"/>
    <w:basedOn w:val="a2"/>
    <w:link w:val="aff9"/>
    <w:uiPriority w:val="99"/>
    <w:semiHidden/>
    <w:unhideWhenUsed/>
    <w:rsid w:val="00EC62CF"/>
    <w:pPr>
      <w:spacing w:line="240" w:lineRule="auto"/>
    </w:pPr>
    <w:rPr>
      <w:rFonts w:cs="Segoe UI"/>
      <w:szCs w:val="16"/>
    </w:rPr>
  </w:style>
  <w:style w:type="character" w:customStyle="1" w:styleId="aff9">
    <w:name w:val="文件引導模式 字元"/>
    <w:basedOn w:val="a3"/>
    <w:link w:val="aff8"/>
    <w:uiPriority w:val="99"/>
    <w:semiHidden/>
    <w:rsid w:val="00EC62CF"/>
    <w:rPr>
      <w:rFonts w:ascii="Microsoft JhengHei UI" w:eastAsia="Microsoft JhengHei UI" w:hAnsi="Microsoft JhengHei UI" w:cs="Segoe UI"/>
      <w:szCs w:val="16"/>
    </w:rPr>
  </w:style>
  <w:style w:type="paragraph" w:styleId="affa">
    <w:name w:val="E-mail Signature"/>
    <w:basedOn w:val="a2"/>
    <w:link w:val="affb"/>
    <w:uiPriority w:val="99"/>
    <w:semiHidden/>
    <w:unhideWhenUsed/>
    <w:rsid w:val="00EC62CF"/>
    <w:pPr>
      <w:spacing w:line="240" w:lineRule="auto"/>
    </w:pPr>
  </w:style>
  <w:style w:type="character" w:customStyle="1" w:styleId="affb">
    <w:name w:val="電子郵件簽名 字元"/>
    <w:basedOn w:val="a3"/>
    <w:link w:val="affa"/>
    <w:uiPriority w:val="99"/>
    <w:semiHidden/>
    <w:rsid w:val="00EC62CF"/>
    <w:rPr>
      <w:rFonts w:ascii="Microsoft JhengHei UI" w:eastAsia="Microsoft JhengHei UI" w:hAnsi="Microsoft JhengHei UI"/>
    </w:rPr>
  </w:style>
  <w:style w:type="character" w:styleId="affc">
    <w:name w:val="Emphasis"/>
    <w:basedOn w:val="a3"/>
    <w:uiPriority w:val="20"/>
    <w:semiHidden/>
    <w:unhideWhenUsed/>
    <w:qFormat/>
    <w:rsid w:val="00EC62CF"/>
    <w:rPr>
      <w:rFonts w:ascii="Microsoft JhengHei UI" w:eastAsia="Microsoft JhengHei UI" w:hAnsi="Microsoft JhengHei UI"/>
      <w:i/>
      <w:iCs/>
    </w:rPr>
  </w:style>
  <w:style w:type="character" w:styleId="affd">
    <w:name w:val="endnote reference"/>
    <w:basedOn w:val="a3"/>
    <w:uiPriority w:val="99"/>
    <w:semiHidden/>
    <w:unhideWhenUsed/>
    <w:rsid w:val="00EC62CF"/>
    <w:rPr>
      <w:rFonts w:ascii="Microsoft JhengHei UI" w:eastAsia="Microsoft JhengHei UI" w:hAnsi="Microsoft JhengHei UI"/>
      <w:vertAlign w:val="superscript"/>
    </w:rPr>
  </w:style>
  <w:style w:type="paragraph" w:styleId="affe">
    <w:name w:val="endnote text"/>
    <w:basedOn w:val="a2"/>
    <w:link w:val="afff"/>
    <w:uiPriority w:val="99"/>
    <w:semiHidden/>
    <w:unhideWhenUsed/>
    <w:rsid w:val="00EC62CF"/>
    <w:pPr>
      <w:spacing w:line="240" w:lineRule="auto"/>
    </w:pPr>
    <w:rPr>
      <w:szCs w:val="20"/>
    </w:rPr>
  </w:style>
  <w:style w:type="character" w:customStyle="1" w:styleId="afff">
    <w:name w:val="章節附註文字 字元"/>
    <w:basedOn w:val="a3"/>
    <w:link w:val="affe"/>
    <w:uiPriority w:val="99"/>
    <w:semiHidden/>
    <w:rsid w:val="00EC62CF"/>
    <w:rPr>
      <w:rFonts w:ascii="Microsoft JhengHei UI" w:eastAsia="Microsoft JhengHei UI" w:hAnsi="Microsoft JhengHei UI"/>
      <w:szCs w:val="20"/>
    </w:rPr>
  </w:style>
  <w:style w:type="paragraph" w:styleId="afff0">
    <w:name w:val="envelope address"/>
    <w:basedOn w:val="a2"/>
    <w:uiPriority w:val="99"/>
    <w:semiHidden/>
    <w:unhideWhenUsed/>
    <w:rsid w:val="00EC62CF"/>
    <w:pPr>
      <w:framePr w:w="7920" w:h="1980" w:hRule="exact" w:hSpace="180" w:wrap="auto" w:hAnchor="page" w:xAlign="center" w:yAlign="bottom"/>
      <w:spacing w:line="240" w:lineRule="auto"/>
      <w:ind w:left="2880"/>
    </w:pPr>
    <w:rPr>
      <w:rFonts w:cstheme="majorBidi"/>
      <w:sz w:val="24"/>
      <w:szCs w:val="24"/>
    </w:rPr>
  </w:style>
  <w:style w:type="paragraph" w:styleId="afff1">
    <w:name w:val="envelope return"/>
    <w:basedOn w:val="a2"/>
    <w:uiPriority w:val="99"/>
    <w:semiHidden/>
    <w:unhideWhenUsed/>
    <w:rsid w:val="00EC62CF"/>
    <w:pPr>
      <w:spacing w:line="240" w:lineRule="auto"/>
    </w:pPr>
    <w:rPr>
      <w:rFonts w:cstheme="majorBidi"/>
      <w:szCs w:val="20"/>
    </w:rPr>
  </w:style>
  <w:style w:type="character" w:styleId="afff2">
    <w:name w:val="FollowedHyperlink"/>
    <w:basedOn w:val="a3"/>
    <w:uiPriority w:val="99"/>
    <w:semiHidden/>
    <w:unhideWhenUsed/>
    <w:rsid w:val="00EC62CF"/>
    <w:rPr>
      <w:rFonts w:ascii="Microsoft JhengHei UI" w:eastAsia="Microsoft JhengHei UI" w:hAnsi="Microsoft JhengHei UI"/>
      <w:color w:val="9A3797" w:themeColor="followedHyperlink"/>
      <w:u w:val="single"/>
    </w:rPr>
  </w:style>
  <w:style w:type="character" w:styleId="afff3">
    <w:name w:val="footnote reference"/>
    <w:basedOn w:val="a3"/>
    <w:uiPriority w:val="99"/>
    <w:semiHidden/>
    <w:unhideWhenUsed/>
    <w:rsid w:val="00EC62CF"/>
    <w:rPr>
      <w:rFonts w:ascii="Microsoft JhengHei UI" w:eastAsia="Microsoft JhengHei UI" w:hAnsi="Microsoft JhengHei UI"/>
      <w:vertAlign w:val="superscript"/>
    </w:rPr>
  </w:style>
  <w:style w:type="paragraph" w:styleId="afff4">
    <w:name w:val="footnote text"/>
    <w:basedOn w:val="a2"/>
    <w:link w:val="afff5"/>
    <w:uiPriority w:val="99"/>
    <w:semiHidden/>
    <w:unhideWhenUsed/>
    <w:rsid w:val="00EC62CF"/>
    <w:pPr>
      <w:spacing w:line="240" w:lineRule="auto"/>
    </w:pPr>
    <w:rPr>
      <w:szCs w:val="20"/>
    </w:rPr>
  </w:style>
  <w:style w:type="character" w:customStyle="1" w:styleId="afff5">
    <w:name w:val="註腳文字 字元"/>
    <w:basedOn w:val="a3"/>
    <w:link w:val="afff4"/>
    <w:uiPriority w:val="99"/>
    <w:semiHidden/>
    <w:rsid w:val="00EC62CF"/>
    <w:rPr>
      <w:rFonts w:ascii="Microsoft JhengHei UI" w:eastAsia="Microsoft JhengHei UI" w:hAnsi="Microsoft JhengHei UI"/>
      <w:szCs w:val="20"/>
    </w:rPr>
  </w:style>
  <w:style w:type="table" w:customStyle="1" w:styleId="GridTable1Light1">
    <w:name w:val="Grid Table 1 Light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BD3A4" w:themeColor="accent1" w:themeTint="66"/>
        <w:left w:val="single" w:sz="4" w:space="0" w:color="FBD3A4" w:themeColor="accent1" w:themeTint="66"/>
        <w:bottom w:val="single" w:sz="4" w:space="0" w:color="FBD3A4" w:themeColor="accent1" w:themeTint="66"/>
        <w:right w:val="single" w:sz="4" w:space="0" w:color="FBD3A4" w:themeColor="accent1" w:themeTint="66"/>
        <w:insideH w:val="single" w:sz="4" w:space="0" w:color="FBD3A4" w:themeColor="accent1" w:themeTint="66"/>
        <w:insideV w:val="single" w:sz="4" w:space="0" w:color="FBD3A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ABE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E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EE8A5" w:themeColor="accent2" w:themeTint="66"/>
        <w:left w:val="single" w:sz="4" w:space="0" w:color="CEE8A5" w:themeColor="accent2" w:themeTint="66"/>
        <w:bottom w:val="single" w:sz="4" w:space="0" w:color="CEE8A5" w:themeColor="accent2" w:themeTint="66"/>
        <w:right w:val="single" w:sz="4" w:space="0" w:color="CEE8A5" w:themeColor="accent2" w:themeTint="66"/>
        <w:insideH w:val="single" w:sz="4" w:space="0" w:color="CEE8A5" w:themeColor="accent2" w:themeTint="66"/>
        <w:insideV w:val="single" w:sz="4" w:space="0" w:color="CEE8A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6DD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6DD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DFA6DD" w:themeColor="accent3" w:themeTint="66"/>
        <w:left w:val="single" w:sz="4" w:space="0" w:color="DFA6DD" w:themeColor="accent3" w:themeTint="66"/>
        <w:bottom w:val="single" w:sz="4" w:space="0" w:color="DFA6DD" w:themeColor="accent3" w:themeTint="66"/>
        <w:right w:val="single" w:sz="4" w:space="0" w:color="DFA6DD" w:themeColor="accent3" w:themeTint="66"/>
        <w:insideH w:val="single" w:sz="4" w:space="0" w:color="DFA6DD" w:themeColor="accent3" w:themeTint="66"/>
        <w:insideV w:val="single" w:sz="4" w:space="0" w:color="DFA6D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F79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79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A4E2EA" w:themeColor="accent4" w:themeTint="66"/>
        <w:left w:val="single" w:sz="4" w:space="0" w:color="A4E2EA" w:themeColor="accent4" w:themeTint="66"/>
        <w:bottom w:val="single" w:sz="4" w:space="0" w:color="A4E2EA" w:themeColor="accent4" w:themeTint="66"/>
        <w:right w:val="single" w:sz="4" w:space="0" w:color="A4E2EA" w:themeColor="accent4" w:themeTint="66"/>
        <w:insideH w:val="single" w:sz="4" w:space="0" w:color="A4E2EA" w:themeColor="accent4" w:themeTint="66"/>
        <w:insideV w:val="single" w:sz="4" w:space="0" w:color="A4E2E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78D3D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D3D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DBDB5" w:themeColor="accent5" w:themeTint="66"/>
        <w:left w:val="single" w:sz="4" w:space="0" w:color="FDBDB5" w:themeColor="accent5" w:themeTint="66"/>
        <w:bottom w:val="single" w:sz="4" w:space="0" w:color="FDBDB5" w:themeColor="accent5" w:themeTint="66"/>
        <w:right w:val="single" w:sz="4" w:space="0" w:color="FDBDB5" w:themeColor="accent5" w:themeTint="66"/>
        <w:insideH w:val="single" w:sz="4" w:space="0" w:color="FDBDB5" w:themeColor="accent5" w:themeTint="66"/>
        <w:insideV w:val="single" w:sz="4" w:space="0" w:color="FDBDB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C9C9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9C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9E0A4" w:themeColor="accent6" w:themeTint="66"/>
        <w:left w:val="single" w:sz="4" w:space="0" w:color="F9E0A4" w:themeColor="accent6" w:themeTint="66"/>
        <w:bottom w:val="single" w:sz="4" w:space="0" w:color="F9E0A4" w:themeColor="accent6" w:themeTint="66"/>
        <w:right w:val="single" w:sz="4" w:space="0" w:color="F9E0A4" w:themeColor="accent6" w:themeTint="66"/>
        <w:insideH w:val="single" w:sz="4" w:space="0" w:color="F9E0A4" w:themeColor="accent6" w:themeTint="66"/>
        <w:insideV w:val="single" w:sz="4" w:space="0" w:color="F9E0A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7D0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D0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-Accent11">
    <w:name w:val="Grid Table 2 - Accent 1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FABE77" w:themeColor="accent1" w:themeTint="99"/>
        <w:bottom w:val="single" w:sz="2" w:space="0" w:color="FABE77" w:themeColor="accent1" w:themeTint="99"/>
        <w:insideH w:val="single" w:sz="2" w:space="0" w:color="FABE77" w:themeColor="accent1" w:themeTint="99"/>
        <w:insideV w:val="single" w:sz="2" w:space="0" w:color="FABE7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E7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E7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customStyle="1" w:styleId="GridTable2-Accent21">
    <w:name w:val="Grid Table 2 - Accent 2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B6DD78" w:themeColor="accent2" w:themeTint="99"/>
        <w:bottom w:val="single" w:sz="2" w:space="0" w:color="B6DD78" w:themeColor="accent2" w:themeTint="99"/>
        <w:insideH w:val="single" w:sz="2" w:space="0" w:color="B6DD78" w:themeColor="accent2" w:themeTint="99"/>
        <w:insideV w:val="single" w:sz="2" w:space="0" w:color="B6DD7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6DD7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6DD7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customStyle="1" w:styleId="GridTable2-Accent31">
    <w:name w:val="Grid Table 2 - Accent 3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CF79CC" w:themeColor="accent3" w:themeTint="99"/>
        <w:bottom w:val="single" w:sz="2" w:space="0" w:color="CF79CC" w:themeColor="accent3" w:themeTint="99"/>
        <w:insideH w:val="single" w:sz="2" w:space="0" w:color="CF79CC" w:themeColor="accent3" w:themeTint="99"/>
        <w:insideV w:val="single" w:sz="2" w:space="0" w:color="CF79C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F79C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79C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customStyle="1" w:styleId="GridTable2-Accent41">
    <w:name w:val="Grid Table 2 - Accent 4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78D3DF" w:themeColor="accent4" w:themeTint="99"/>
        <w:bottom w:val="single" w:sz="2" w:space="0" w:color="78D3DF" w:themeColor="accent4" w:themeTint="99"/>
        <w:insideH w:val="single" w:sz="2" w:space="0" w:color="78D3DF" w:themeColor="accent4" w:themeTint="99"/>
        <w:insideV w:val="single" w:sz="2" w:space="0" w:color="78D3D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D3D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D3D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customStyle="1" w:styleId="GridTable2-Accent51">
    <w:name w:val="Grid Table 2 - Accent 5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FC9C90" w:themeColor="accent5" w:themeTint="99"/>
        <w:bottom w:val="single" w:sz="2" w:space="0" w:color="FC9C90" w:themeColor="accent5" w:themeTint="99"/>
        <w:insideH w:val="single" w:sz="2" w:space="0" w:color="FC9C90" w:themeColor="accent5" w:themeTint="99"/>
        <w:insideV w:val="single" w:sz="2" w:space="0" w:color="FC9C9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9C9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9C9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customStyle="1" w:styleId="GridTable2-Accent61">
    <w:name w:val="Grid Table 2 - Accent 6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F7D076" w:themeColor="accent6" w:themeTint="99"/>
        <w:bottom w:val="single" w:sz="2" w:space="0" w:color="F7D076" w:themeColor="accent6" w:themeTint="99"/>
        <w:insideH w:val="single" w:sz="2" w:space="0" w:color="F7D076" w:themeColor="accent6" w:themeTint="99"/>
        <w:insideV w:val="single" w:sz="2" w:space="0" w:color="F7D07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D07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D07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customStyle="1" w:styleId="GridTable31">
    <w:name w:val="Grid Table 3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-Accent11">
    <w:name w:val="Grid Table 3 - Accent 1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  <w:insideV w:val="single" w:sz="4" w:space="0" w:color="FABE7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  <w:tblStylePr w:type="neCell">
      <w:tblPr/>
      <w:tcPr>
        <w:tcBorders>
          <w:bottom w:val="single" w:sz="4" w:space="0" w:color="FABE77" w:themeColor="accent1" w:themeTint="99"/>
        </w:tcBorders>
      </w:tcPr>
    </w:tblStylePr>
    <w:tblStylePr w:type="nwCell">
      <w:tblPr/>
      <w:tcPr>
        <w:tcBorders>
          <w:bottom w:val="single" w:sz="4" w:space="0" w:color="FABE77" w:themeColor="accent1" w:themeTint="99"/>
        </w:tcBorders>
      </w:tcPr>
    </w:tblStylePr>
    <w:tblStylePr w:type="seCell">
      <w:tblPr/>
      <w:tcPr>
        <w:tcBorders>
          <w:top w:val="single" w:sz="4" w:space="0" w:color="FABE77" w:themeColor="accent1" w:themeTint="99"/>
        </w:tcBorders>
      </w:tcPr>
    </w:tblStylePr>
    <w:tblStylePr w:type="swCell">
      <w:tblPr/>
      <w:tcPr>
        <w:tcBorders>
          <w:top w:val="single" w:sz="4" w:space="0" w:color="FABE77" w:themeColor="accent1" w:themeTint="99"/>
        </w:tcBorders>
      </w:tcPr>
    </w:tblStylePr>
  </w:style>
  <w:style w:type="table" w:customStyle="1" w:styleId="GridTable3-Accent21">
    <w:name w:val="Grid Table 3 - Accent 2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  <w:insideV w:val="single" w:sz="4" w:space="0" w:color="B6DD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  <w:tblStylePr w:type="neCell">
      <w:tblPr/>
      <w:tcPr>
        <w:tcBorders>
          <w:bottom w:val="single" w:sz="4" w:space="0" w:color="B6DD78" w:themeColor="accent2" w:themeTint="99"/>
        </w:tcBorders>
      </w:tcPr>
    </w:tblStylePr>
    <w:tblStylePr w:type="nwCell">
      <w:tblPr/>
      <w:tcPr>
        <w:tcBorders>
          <w:bottom w:val="single" w:sz="4" w:space="0" w:color="B6DD78" w:themeColor="accent2" w:themeTint="99"/>
        </w:tcBorders>
      </w:tcPr>
    </w:tblStylePr>
    <w:tblStylePr w:type="seCell">
      <w:tblPr/>
      <w:tcPr>
        <w:tcBorders>
          <w:top w:val="single" w:sz="4" w:space="0" w:color="B6DD78" w:themeColor="accent2" w:themeTint="99"/>
        </w:tcBorders>
      </w:tcPr>
    </w:tblStylePr>
    <w:tblStylePr w:type="swCell">
      <w:tblPr/>
      <w:tcPr>
        <w:tcBorders>
          <w:top w:val="single" w:sz="4" w:space="0" w:color="B6DD78" w:themeColor="accent2" w:themeTint="99"/>
        </w:tcBorders>
      </w:tcPr>
    </w:tblStylePr>
  </w:style>
  <w:style w:type="table" w:customStyle="1" w:styleId="GridTable3-Accent31">
    <w:name w:val="Grid Table 3 - Accent 3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  <w:insideV w:val="single" w:sz="4" w:space="0" w:color="CF79C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  <w:tblStylePr w:type="neCell">
      <w:tblPr/>
      <w:tcPr>
        <w:tcBorders>
          <w:bottom w:val="single" w:sz="4" w:space="0" w:color="CF79CC" w:themeColor="accent3" w:themeTint="99"/>
        </w:tcBorders>
      </w:tcPr>
    </w:tblStylePr>
    <w:tblStylePr w:type="nwCell">
      <w:tblPr/>
      <w:tcPr>
        <w:tcBorders>
          <w:bottom w:val="single" w:sz="4" w:space="0" w:color="CF79CC" w:themeColor="accent3" w:themeTint="99"/>
        </w:tcBorders>
      </w:tcPr>
    </w:tblStylePr>
    <w:tblStylePr w:type="seCell">
      <w:tblPr/>
      <w:tcPr>
        <w:tcBorders>
          <w:top w:val="single" w:sz="4" w:space="0" w:color="CF79CC" w:themeColor="accent3" w:themeTint="99"/>
        </w:tcBorders>
      </w:tcPr>
    </w:tblStylePr>
    <w:tblStylePr w:type="swCell">
      <w:tblPr/>
      <w:tcPr>
        <w:tcBorders>
          <w:top w:val="single" w:sz="4" w:space="0" w:color="CF79CC" w:themeColor="accent3" w:themeTint="99"/>
        </w:tcBorders>
      </w:tcPr>
    </w:tblStylePr>
  </w:style>
  <w:style w:type="table" w:customStyle="1" w:styleId="GridTable3-Accent41">
    <w:name w:val="Grid Table 3 - Accent 4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  <w:insideV w:val="single" w:sz="4" w:space="0" w:color="78D3D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  <w:tblStylePr w:type="neCell">
      <w:tblPr/>
      <w:tcPr>
        <w:tcBorders>
          <w:bottom w:val="single" w:sz="4" w:space="0" w:color="78D3DF" w:themeColor="accent4" w:themeTint="99"/>
        </w:tcBorders>
      </w:tcPr>
    </w:tblStylePr>
    <w:tblStylePr w:type="nwCell">
      <w:tblPr/>
      <w:tcPr>
        <w:tcBorders>
          <w:bottom w:val="single" w:sz="4" w:space="0" w:color="78D3DF" w:themeColor="accent4" w:themeTint="99"/>
        </w:tcBorders>
      </w:tcPr>
    </w:tblStylePr>
    <w:tblStylePr w:type="seCell">
      <w:tblPr/>
      <w:tcPr>
        <w:tcBorders>
          <w:top w:val="single" w:sz="4" w:space="0" w:color="78D3DF" w:themeColor="accent4" w:themeTint="99"/>
        </w:tcBorders>
      </w:tcPr>
    </w:tblStylePr>
    <w:tblStylePr w:type="swCell">
      <w:tblPr/>
      <w:tcPr>
        <w:tcBorders>
          <w:top w:val="single" w:sz="4" w:space="0" w:color="78D3DF" w:themeColor="accent4" w:themeTint="99"/>
        </w:tcBorders>
      </w:tcPr>
    </w:tblStylePr>
  </w:style>
  <w:style w:type="table" w:customStyle="1" w:styleId="GridTable3-Accent51">
    <w:name w:val="Grid Table 3 - Accent 5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  <w:insideV w:val="single" w:sz="4" w:space="0" w:color="FC9C9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  <w:tblStylePr w:type="neCell">
      <w:tblPr/>
      <w:tcPr>
        <w:tcBorders>
          <w:bottom w:val="single" w:sz="4" w:space="0" w:color="FC9C90" w:themeColor="accent5" w:themeTint="99"/>
        </w:tcBorders>
      </w:tcPr>
    </w:tblStylePr>
    <w:tblStylePr w:type="nwCell">
      <w:tblPr/>
      <w:tcPr>
        <w:tcBorders>
          <w:bottom w:val="single" w:sz="4" w:space="0" w:color="FC9C90" w:themeColor="accent5" w:themeTint="99"/>
        </w:tcBorders>
      </w:tcPr>
    </w:tblStylePr>
    <w:tblStylePr w:type="seCell">
      <w:tblPr/>
      <w:tcPr>
        <w:tcBorders>
          <w:top w:val="single" w:sz="4" w:space="0" w:color="FC9C90" w:themeColor="accent5" w:themeTint="99"/>
        </w:tcBorders>
      </w:tcPr>
    </w:tblStylePr>
    <w:tblStylePr w:type="swCell">
      <w:tblPr/>
      <w:tcPr>
        <w:tcBorders>
          <w:top w:val="single" w:sz="4" w:space="0" w:color="FC9C90" w:themeColor="accent5" w:themeTint="99"/>
        </w:tcBorders>
      </w:tcPr>
    </w:tblStylePr>
  </w:style>
  <w:style w:type="table" w:customStyle="1" w:styleId="GridTable3-Accent61">
    <w:name w:val="Grid Table 3 - Accent 6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  <w:insideV w:val="single" w:sz="4" w:space="0" w:color="F7D0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  <w:tblStylePr w:type="neCell">
      <w:tblPr/>
      <w:tcPr>
        <w:tcBorders>
          <w:bottom w:val="single" w:sz="4" w:space="0" w:color="F7D076" w:themeColor="accent6" w:themeTint="99"/>
        </w:tcBorders>
      </w:tcPr>
    </w:tblStylePr>
    <w:tblStylePr w:type="nwCell">
      <w:tblPr/>
      <w:tcPr>
        <w:tcBorders>
          <w:bottom w:val="single" w:sz="4" w:space="0" w:color="F7D076" w:themeColor="accent6" w:themeTint="99"/>
        </w:tcBorders>
      </w:tcPr>
    </w:tblStylePr>
    <w:tblStylePr w:type="seCell">
      <w:tblPr/>
      <w:tcPr>
        <w:tcBorders>
          <w:top w:val="single" w:sz="4" w:space="0" w:color="F7D076" w:themeColor="accent6" w:themeTint="99"/>
        </w:tcBorders>
      </w:tcPr>
    </w:tblStylePr>
    <w:tblStylePr w:type="swCell">
      <w:tblPr/>
      <w:tcPr>
        <w:tcBorders>
          <w:top w:val="single" w:sz="4" w:space="0" w:color="F7D076" w:themeColor="accent6" w:themeTint="99"/>
        </w:tcBorders>
      </w:tcPr>
    </w:tblStylePr>
  </w:style>
  <w:style w:type="table" w:customStyle="1" w:styleId="GridTable41">
    <w:name w:val="Grid Table 4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  <w:insideV w:val="single" w:sz="4" w:space="0" w:color="FABE7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E" w:themeColor="accent1"/>
          <w:left w:val="single" w:sz="4" w:space="0" w:color="F7941E" w:themeColor="accent1"/>
          <w:bottom w:val="single" w:sz="4" w:space="0" w:color="F7941E" w:themeColor="accent1"/>
          <w:right w:val="single" w:sz="4" w:space="0" w:color="F7941E" w:themeColor="accent1"/>
          <w:insideH w:val="nil"/>
          <w:insideV w:val="nil"/>
        </w:tcBorders>
        <w:shd w:val="clear" w:color="auto" w:fill="F7941E" w:themeFill="accent1"/>
      </w:tcPr>
    </w:tblStylePr>
    <w:tblStylePr w:type="lastRow">
      <w:rPr>
        <w:b/>
        <w:bCs/>
      </w:rPr>
      <w:tblPr/>
      <w:tcPr>
        <w:tcBorders>
          <w:top w:val="double" w:sz="4" w:space="0" w:color="F7941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customStyle="1" w:styleId="GridTable4-Accent21">
    <w:name w:val="Grid Table 4 - Accent 2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  <w:insideV w:val="single" w:sz="4" w:space="0" w:color="B6DD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3B82E" w:themeColor="accent2"/>
          <w:left w:val="single" w:sz="4" w:space="0" w:color="83B82E" w:themeColor="accent2"/>
          <w:bottom w:val="single" w:sz="4" w:space="0" w:color="83B82E" w:themeColor="accent2"/>
          <w:right w:val="single" w:sz="4" w:space="0" w:color="83B82E" w:themeColor="accent2"/>
          <w:insideH w:val="nil"/>
          <w:insideV w:val="nil"/>
        </w:tcBorders>
        <w:shd w:val="clear" w:color="auto" w:fill="83B82E" w:themeFill="accent2"/>
      </w:tcPr>
    </w:tblStylePr>
    <w:tblStylePr w:type="lastRow">
      <w:rPr>
        <w:b/>
        <w:bCs/>
      </w:rPr>
      <w:tblPr/>
      <w:tcPr>
        <w:tcBorders>
          <w:top w:val="double" w:sz="4" w:space="0" w:color="83B82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customStyle="1" w:styleId="GridTable4-Accent31">
    <w:name w:val="Grid Table 4 - Accent 3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  <w:insideV w:val="single" w:sz="4" w:space="0" w:color="CF79C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3797" w:themeColor="accent3"/>
          <w:left w:val="single" w:sz="4" w:space="0" w:color="9A3797" w:themeColor="accent3"/>
          <w:bottom w:val="single" w:sz="4" w:space="0" w:color="9A3797" w:themeColor="accent3"/>
          <w:right w:val="single" w:sz="4" w:space="0" w:color="9A3797" w:themeColor="accent3"/>
          <w:insideH w:val="nil"/>
          <w:insideV w:val="nil"/>
        </w:tcBorders>
        <w:shd w:val="clear" w:color="auto" w:fill="9A3797" w:themeFill="accent3"/>
      </w:tcPr>
    </w:tblStylePr>
    <w:tblStylePr w:type="lastRow">
      <w:rPr>
        <w:b/>
        <w:bCs/>
      </w:rPr>
      <w:tblPr/>
      <w:tcPr>
        <w:tcBorders>
          <w:top w:val="double" w:sz="4" w:space="0" w:color="9A379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customStyle="1" w:styleId="GridTable4-Accent41">
    <w:name w:val="Grid Table 4 - Accent 4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  <w:insideV w:val="single" w:sz="4" w:space="0" w:color="78D3D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ADBD" w:themeColor="accent4"/>
          <w:left w:val="single" w:sz="4" w:space="0" w:color="2CADBD" w:themeColor="accent4"/>
          <w:bottom w:val="single" w:sz="4" w:space="0" w:color="2CADBD" w:themeColor="accent4"/>
          <w:right w:val="single" w:sz="4" w:space="0" w:color="2CADBD" w:themeColor="accent4"/>
          <w:insideH w:val="nil"/>
          <w:insideV w:val="nil"/>
        </w:tcBorders>
        <w:shd w:val="clear" w:color="auto" w:fill="2CADBD" w:themeFill="accent4"/>
      </w:tcPr>
    </w:tblStylePr>
    <w:tblStylePr w:type="lastRow">
      <w:rPr>
        <w:b/>
        <w:bCs/>
      </w:rPr>
      <w:tblPr/>
      <w:tcPr>
        <w:tcBorders>
          <w:top w:val="double" w:sz="4" w:space="0" w:color="2CADB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customStyle="1" w:styleId="GridTable4-Accent51">
    <w:name w:val="Grid Table 4 - Accent 5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  <w:insideV w:val="single" w:sz="4" w:space="0" w:color="FC9C9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5B47" w:themeColor="accent5"/>
          <w:left w:val="single" w:sz="4" w:space="0" w:color="FA5B47" w:themeColor="accent5"/>
          <w:bottom w:val="single" w:sz="4" w:space="0" w:color="FA5B47" w:themeColor="accent5"/>
          <w:right w:val="single" w:sz="4" w:space="0" w:color="FA5B47" w:themeColor="accent5"/>
          <w:insideH w:val="nil"/>
          <w:insideV w:val="nil"/>
        </w:tcBorders>
        <w:shd w:val="clear" w:color="auto" w:fill="FA5B47" w:themeFill="accent5"/>
      </w:tcPr>
    </w:tblStylePr>
    <w:tblStylePr w:type="lastRow">
      <w:rPr>
        <w:b/>
        <w:bCs/>
      </w:rPr>
      <w:tblPr/>
      <w:tcPr>
        <w:tcBorders>
          <w:top w:val="double" w:sz="4" w:space="0" w:color="FA5B4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customStyle="1" w:styleId="GridTable4-Accent61">
    <w:name w:val="Grid Table 4 - Accent 6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  <w:insideV w:val="single" w:sz="4" w:space="0" w:color="F7D0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31C" w:themeColor="accent6"/>
          <w:left w:val="single" w:sz="4" w:space="0" w:color="F2B31C" w:themeColor="accent6"/>
          <w:bottom w:val="single" w:sz="4" w:space="0" w:color="F2B31C" w:themeColor="accent6"/>
          <w:right w:val="single" w:sz="4" w:space="0" w:color="F2B31C" w:themeColor="accent6"/>
          <w:insideH w:val="nil"/>
          <w:insideV w:val="nil"/>
        </w:tcBorders>
        <w:shd w:val="clear" w:color="auto" w:fill="F2B31C" w:themeFill="accent6"/>
      </w:tcPr>
    </w:tblStylePr>
    <w:tblStylePr w:type="lastRow">
      <w:rPr>
        <w:b/>
        <w:bCs/>
      </w:rPr>
      <w:tblPr/>
      <w:tcPr>
        <w:tcBorders>
          <w:top w:val="double" w:sz="4" w:space="0" w:color="F2B31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customStyle="1" w:styleId="GridTable5Dark1">
    <w:name w:val="Grid Table 5 Dark1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41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41E" w:themeFill="accent1"/>
      </w:tcPr>
    </w:tblStylePr>
    <w:tblStylePr w:type="band1Vert">
      <w:tblPr/>
      <w:tcPr>
        <w:shd w:val="clear" w:color="auto" w:fill="FBD3A4" w:themeFill="accent1" w:themeFillTint="66"/>
      </w:tcPr>
    </w:tblStylePr>
    <w:tblStylePr w:type="band1Horz">
      <w:tblPr/>
      <w:tcPr>
        <w:shd w:val="clear" w:color="auto" w:fill="FBD3A4" w:themeFill="accent1" w:themeFillTint="66"/>
      </w:tcPr>
    </w:tblStylePr>
  </w:style>
  <w:style w:type="table" w:customStyle="1" w:styleId="GridTable5Dark-Accent21">
    <w:name w:val="Grid Table 5 Dark - Accent 21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3D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3B82E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3B82E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3B82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3B82E" w:themeFill="accent2"/>
      </w:tcPr>
    </w:tblStylePr>
    <w:tblStylePr w:type="band1Vert">
      <w:tblPr/>
      <w:tcPr>
        <w:shd w:val="clear" w:color="auto" w:fill="CEE8A5" w:themeFill="accent2" w:themeFillTint="66"/>
      </w:tcPr>
    </w:tblStylePr>
    <w:tblStylePr w:type="band1Horz">
      <w:tblPr/>
      <w:tcPr>
        <w:shd w:val="clear" w:color="auto" w:fill="CEE8A5" w:themeFill="accent2" w:themeFillTint="66"/>
      </w:tcPr>
    </w:tblStylePr>
  </w:style>
  <w:style w:type="table" w:customStyle="1" w:styleId="GridTable5Dark-Accent31">
    <w:name w:val="Grid Table 5 Dark - Accent 31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D2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379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379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379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3797" w:themeFill="accent3"/>
      </w:tcPr>
    </w:tblStylePr>
    <w:tblStylePr w:type="band1Vert">
      <w:tblPr/>
      <w:tcPr>
        <w:shd w:val="clear" w:color="auto" w:fill="DFA6DD" w:themeFill="accent3" w:themeFillTint="66"/>
      </w:tcPr>
    </w:tblStylePr>
    <w:tblStylePr w:type="band1Horz">
      <w:tblPr/>
      <w:tcPr>
        <w:shd w:val="clear" w:color="auto" w:fill="DFA6DD" w:themeFill="accent3" w:themeFillTint="66"/>
      </w:tcPr>
    </w:tblStylePr>
  </w:style>
  <w:style w:type="table" w:customStyle="1" w:styleId="GridTable5Dark-Accent41">
    <w:name w:val="Grid Table 5 Dark - Accent 41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0F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ADB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ADB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ADB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ADBD" w:themeFill="accent4"/>
      </w:tcPr>
    </w:tblStylePr>
    <w:tblStylePr w:type="band1Vert">
      <w:tblPr/>
      <w:tcPr>
        <w:shd w:val="clear" w:color="auto" w:fill="A4E2EA" w:themeFill="accent4" w:themeFillTint="66"/>
      </w:tcPr>
    </w:tblStylePr>
    <w:tblStylePr w:type="band1Horz">
      <w:tblPr/>
      <w:tcPr>
        <w:shd w:val="clear" w:color="auto" w:fill="A4E2EA" w:themeFill="accent4" w:themeFillTint="66"/>
      </w:tcPr>
    </w:tblStylePr>
  </w:style>
  <w:style w:type="table" w:customStyle="1" w:styleId="GridTable5Dark-Accent51">
    <w:name w:val="Grid Table 5 Dark - Accent 51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DD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5B4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5B4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A5B4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A5B47" w:themeFill="accent5"/>
      </w:tcPr>
    </w:tblStylePr>
    <w:tblStylePr w:type="band1Vert">
      <w:tblPr/>
      <w:tcPr>
        <w:shd w:val="clear" w:color="auto" w:fill="FDBDB5" w:themeFill="accent5" w:themeFillTint="66"/>
      </w:tcPr>
    </w:tblStylePr>
    <w:tblStylePr w:type="band1Horz">
      <w:tblPr/>
      <w:tcPr>
        <w:shd w:val="clear" w:color="auto" w:fill="FDBDB5" w:themeFill="accent5" w:themeFillTint="66"/>
      </w:tcPr>
    </w:tblStylePr>
  </w:style>
  <w:style w:type="table" w:customStyle="1" w:styleId="GridTable5Dark-Accent61">
    <w:name w:val="Grid Table 5 Dark - Accent 61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FD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31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31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B31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B31C" w:themeFill="accent6"/>
      </w:tcPr>
    </w:tblStylePr>
    <w:tblStylePr w:type="band1Vert">
      <w:tblPr/>
      <w:tcPr>
        <w:shd w:val="clear" w:color="auto" w:fill="F9E0A4" w:themeFill="accent6" w:themeFillTint="66"/>
      </w:tcPr>
    </w:tblStylePr>
    <w:tblStylePr w:type="band1Horz">
      <w:tblPr/>
      <w:tcPr>
        <w:shd w:val="clear" w:color="auto" w:fill="F9E0A4" w:themeFill="accent6" w:themeFillTint="66"/>
      </w:tcPr>
    </w:tblStylePr>
  </w:style>
  <w:style w:type="table" w:customStyle="1" w:styleId="GridTable6Colorful1">
    <w:name w:val="Grid Table 6 Colorful1"/>
    <w:basedOn w:val="a4"/>
    <w:uiPriority w:val="51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-Accent11">
    <w:name w:val="Grid Table 6 Colorful - Accent 11"/>
    <w:basedOn w:val="a4"/>
    <w:uiPriority w:val="51"/>
    <w:rsid w:val="00EC62CF"/>
    <w:pPr>
      <w:spacing w:after="0" w:line="240" w:lineRule="auto"/>
    </w:pPr>
    <w:rPr>
      <w:color w:val="C86F07" w:themeColor="accent1" w:themeShade="BF"/>
    </w:r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  <w:insideV w:val="single" w:sz="4" w:space="0" w:color="FABE7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ABE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E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customStyle="1" w:styleId="GridTable6Colorful-Accent21">
    <w:name w:val="Grid Table 6 Colorful - Accent 21"/>
    <w:basedOn w:val="a4"/>
    <w:uiPriority w:val="51"/>
    <w:rsid w:val="00EC62CF"/>
    <w:pPr>
      <w:spacing w:after="0" w:line="240" w:lineRule="auto"/>
    </w:pPr>
    <w:rPr>
      <w:color w:val="618922" w:themeColor="accent2" w:themeShade="BF"/>
    </w:r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  <w:insideV w:val="single" w:sz="4" w:space="0" w:color="B6DD7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6DD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6DD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customStyle="1" w:styleId="GridTable6Colorful-Accent31">
    <w:name w:val="Grid Table 6 Colorful - Accent 31"/>
    <w:basedOn w:val="a4"/>
    <w:uiPriority w:val="51"/>
    <w:rsid w:val="00EC62CF"/>
    <w:pPr>
      <w:spacing w:after="0" w:line="240" w:lineRule="auto"/>
    </w:pPr>
    <w:rPr>
      <w:color w:val="732970" w:themeColor="accent3" w:themeShade="BF"/>
    </w:r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  <w:insideV w:val="single" w:sz="4" w:space="0" w:color="CF79C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F79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F79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customStyle="1" w:styleId="GridTable6Colorful-Accent41">
    <w:name w:val="Grid Table 6 Colorful - Accent 41"/>
    <w:basedOn w:val="a4"/>
    <w:uiPriority w:val="51"/>
    <w:rsid w:val="00EC62CF"/>
    <w:pPr>
      <w:spacing w:after="0" w:line="240" w:lineRule="auto"/>
    </w:pPr>
    <w:rPr>
      <w:color w:val="21818D" w:themeColor="accent4" w:themeShade="BF"/>
    </w:r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  <w:insideV w:val="single" w:sz="4" w:space="0" w:color="78D3D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78D3D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D3D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customStyle="1" w:styleId="GridTable6Colorful-Accent51">
    <w:name w:val="Grid Table 6 Colorful - Accent 51"/>
    <w:basedOn w:val="a4"/>
    <w:uiPriority w:val="51"/>
    <w:rsid w:val="00EC62CF"/>
    <w:pPr>
      <w:spacing w:after="0" w:line="240" w:lineRule="auto"/>
    </w:pPr>
    <w:rPr>
      <w:color w:val="E91F06" w:themeColor="accent5" w:themeShade="BF"/>
    </w:r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  <w:insideV w:val="single" w:sz="4" w:space="0" w:color="FC9C9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C9C9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C9C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customStyle="1" w:styleId="GridTable6Colorful-Accent61">
    <w:name w:val="Grid Table 6 Colorful - Accent 61"/>
    <w:basedOn w:val="a4"/>
    <w:uiPriority w:val="51"/>
    <w:rsid w:val="00EC62CF"/>
    <w:pPr>
      <w:spacing w:after="0" w:line="240" w:lineRule="auto"/>
    </w:pPr>
    <w:rPr>
      <w:color w:val="BF890B" w:themeColor="accent6" w:themeShade="BF"/>
    </w:r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  <w:insideV w:val="single" w:sz="4" w:space="0" w:color="F7D07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7D0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D0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customStyle="1" w:styleId="GridTable7Colorful1">
    <w:name w:val="Grid Table 7 Colorful1"/>
    <w:basedOn w:val="a4"/>
    <w:uiPriority w:val="52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-Accent11">
    <w:name w:val="Grid Table 7 Colorful - Accent 11"/>
    <w:basedOn w:val="a4"/>
    <w:uiPriority w:val="52"/>
    <w:rsid w:val="00EC62CF"/>
    <w:pPr>
      <w:spacing w:after="0" w:line="240" w:lineRule="auto"/>
    </w:pPr>
    <w:rPr>
      <w:color w:val="C86F07" w:themeColor="accent1" w:themeShade="BF"/>
    </w:r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  <w:insideV w:val="single" w:sz="4" w:space="0" w:color="FABE7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  <w:tblStylePr w:type="neCell">
      <w:tblPr/>
      <w:tcPr>
        <w:tcBorders>
          <w:bottom w:val="single" w:sz="4" w:space="0" w:color="FABE77" w:themeColor="accent1" w:themeTint="99"/>
        </w:tcBorders>
      </w:tcPr>
    </w:tblStylePr>
    <w:tblStylePr w:type="nwCell">
      <w:tblPr/>
      <w:tcPr>
        <w:tcBorders>
          <w:bottom w:val="single" w:sz="4" w:space="0" w:color="FABE77" w:themeColor="accent1" w:themeTint="99"/>
        </w:tcBorders>
      </w:tcPr>
    </w:tblStylePr>
    <w:tblStylePr w:type="seCell">
      <w:tblPr/>
      <w:tcPr>
        <w:tcBorders>
          <w:top w:val="single" w:sz="4" w:space="0" w:color="FABE77" w:themeColor="accent1" w:themeTint="99"/>
        </w:tcBorders>
      </w:tcPr>
    </w:tblStylePr>
    <w:tblStylePr w:type="swCell">
      <w:tblPr/>
      <w:tcPr>
        <w:tcBorders>
          <w:top w:val="single" w:sz="4" w:space="0" w:color="FABE77" w:themeColor="accent1" w:themeTint="99"/>
        </w:tcBorders>
      </w:tcPr>
    </w:tblStylePr>
  </w:style>
  <w:style w:type="table" w:customStyle="1" w:styleId="GridTable7Colorful-Accent21">
    <w:name w:val="Grid Table 7 Colorful - Accent 21"/>
    <w:basedOn w:val="a4"/>
    <w:uiPriority w:val="52"/>
    <w:rsid w:val="00EC62CF"/>
    <w:pPr>
      <w:spacing w:after="0" w:line="240" w:lineRule="auto"/>
    </w:pPr>
    <w:rPr>
      <w:color w:val="618922" w:themeColor="accent2" w:themeShade="BF"/>
    </w:r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  <w:insideV w:val="single" w:sz="4" w:space="0" w:color="B6DD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  <w:tblStylePr w:type="neCell">
      <w:tblPr/>
      <w:tcPr>
        <w:tcBorders>
          <w:bottom w:val="single" w:sz="4" w:space="0" w:color="B6DD78" w:themeColor="accent2" w:themeTint="99"/>
        </w:tcBorders>
      </w:tcPr>
    </w:tblStylePr>
    <w:tblStylePr w:type="nwCell">
      <w:tblPr/>
      <w:tcPr>
        <w:tcBorders>
          <w:bottom w:val="single" w:sz="4" w:space="0" w:color="B6DD78" w:themeColor="accent2" w:themeTint="99"/>
        </w:tcBorders>
      </w:tcPr>
    </w:tblStylePr>
    <w:tblStylePr w:type="seCell">
      <w:tblPr/>
      <w:tcPr>
        <w:tcBorders>
          <w:top w:val="single" w:sz="4" w:space="0" w:color="B6DD78" w:themeColor="accent2" w:themeTint="99"/>
        </w:tcBorders>
      </w:tcPr>
    </w:tblStylePr>
    <w:tblStylePr w:type="swCell">
      <w:tblPr/>
      <w:tcPr>
        <w:tcBorders>
          <w:top w:val="single" w:sz="4" w:space="0" w:color="B6DD78" w:themeColor="accent2" w:themeTint="99"/>
        </w:tcBorders>
      </w:tcPr>
    </w:tblStylePr>
  </w:style>
  <w:style w:type="table" w:customStyle="1" w:styleId="GridTable7Colorful-Accent31">
    <w:name w:val="Grid Table 7 Colorful - Accent 31"/>
    <w:basedOn w:val="a4"/>
    <w:uiPriority w:val="52"/>
    <w:rsid w:val="00EC62CF"/>
    <w:pPr>
      <w:spacing w:after="0" w:line="240" w:lineRule="auto"/>
    </w:pPr>
    <w:rPr>
      <w:color w:val="732970" w:themeColor="accent3" w:themeShade="BF"/>
    </w:r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  <w:insideV w:val="single" w:sz="4" w:space="0" w:color="CF79C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  <w:tblStylePr w:type="neCell">
      <w:tblPr/>
      <w:tcPr>
        <w:tcBorders>
          <w:bottom w:val="single" w:sz="4" w:space="0" w:color="CF79CC" w:themeColor="accent3" w:themeTint="99"/>
        </w:tcBorders>
      </w:tcPr>
    </w:tblStylePr>
    <w:tblStylePr w:type="nwCell">
      <w:tblPr/>
      <w:tcPr>
        <w:tcBorders>
          <w:bottom w:val="single" w:sz="4" w:space="0" w:color="CF79CC" w:themeColor="accent3" w:themeTint="99"/>
        </w:tcBorders>
      </w:tcPr>
    </w:tblStylePr>
    <w:tblStylePr w:type="seCell">
      <w:tblPr/>
      <w:tcPr>
        <w:tcBorders>
          <w:top w:val="single" w:sz="4" w:space="0" w:color="CF79CC" w:themeColor="accent3" w:themeTint="99"/>
        </w:tcBorders>
      </w:tcPr>
    </w:tblStylePr>
    <w:tblStylePr w:type="swCell">
      <w:tblPr/>
      <w:tcPr>
        <w:tcBorders>
          <w:top w:val="single" w:sz="4" w:space="0" w:color="CF79CC" w:themeColor="accent3" w:themeTint="99"/>
        </w:tcBorders>
      </w:tcPr>
    </w:tblStylePr>
  </w:style>
  <w:style w:type="table" w:customStyle="1" w:styleId="GridTable7Colorful-Accent41">
    <w:name w:val="Grid Table 7 Colorful - Accent 41"/>
    <w:basedOn w:val="a4"/>
    <w:uiPriority w:val="52"/>
    <w:rsid w:val="00EC62CF"/>
    <w:pPr>
      <w:spacing w:after="0" w:line="240" w:lineRule="auto"/>
    </w:pPr>
    <w:rPr>
      <w:color w:val="21818D" w:themeColor="accent4" w:themeShade="BF"/>
    </w:r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  <w:insideV w:val="single" w:sz="4" w:space="0" w:color="78D3D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  <w:tblStylePr w:type="neCell">
      <w:tblPr/>
      <w:tcPr>
        <w:tcBorders>
          <w:bottom w:val="single" w:sz="4" w:space="0" w:color="78D3DF" w:themeColor="accent4" w:themeTint="99"/>
        </w:tcBorders>
      </w:tcPr>
    </w:tblStylePr>
    <w:tblStylePr w:type="nwCell">
      <w:tblPr/>
      <w:tcPr>
        <w:tcBorders>
          <w:bottom w:val="single" w:sz="4" w:space="0" w:color="78D3DF" w:themeColor="accent4" w:themeTint="99"/>
        </w:tcBorders>
      </w:tcPr>
    </w:tblStylePr>
    <w:tblStylePr w:type="seCell">
      <w:tblPr/>
      <w:tcPr>
        <w:tcBorders>
          <w:top w:val="single" w:sz="4" w:space="0" w:color="78D3DF" w:themeColor="accent4" w:themeTint="99"/>
        </w:tcBorders>
      </w:tcPr>
    </w:tblStylePr>
    <w:tblStylePr w:type="swCell">
      <w:tblPr/>
      <w:tcPr>
        <w:tcBorders>
          <w:top w:val="single" w:sz="4" w:space="0" w:color="78D3DF" w:themeColor="accent4" w:themeTint="99"/>
        </w:tcBorders>
      </w:tcPr>
    </w:tblStylePr>
  </w:style>
  <w:style w:type="table" w:customStyle="1" w:styleId="GridTable7Colorful-Accent51">
    <w:name w:val="Grid Table 7 Colorful - Accent 51"/>
    <w:basedOn w:val="a4"/>
    <w:uiPriority w:val="52"/>
    <w:rsid w:val="00EC62CF"/>
    <w:pPr>
      <w:spacing w:after="0" w:line="240" w:lineRule="auto"/>
    </w:pPr>
    <w:rPr>
      <w:color w:val="E91F06" w:themeColor="accent5" w:themeShade="BF"/>
    </w:r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  <w:insideV w:val="single" w:sz="4" w:space="0" w:color="FC9C9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  <w:tblStylePr w:type="neCell">
      <w:tblPr/>
      <w:tcPr>
        <w:tcBorders>
          <w:bottom w:val="single" w:sz="4" w:space="0" w:color="FC9C90" w:themeColor="accent5" w:themeTint="99"/>
        </w:tcBorders>
      </w:tcPr>
    </w:tblStylePr>
    <w:tblStylePr w:type="nwCell">
      <w:tblPr/>
      <w:tcPr>
        <w:tcBorders>
          <w:bottom w:val="single" w:sz="4" w:space="0" w:color="FC9C90" w:themeColor="accent5" w:themeTint="99"/>
        </w:tcBorders>
      </w:tcPr>
    </w:tblStylePr>
    <w:tblStylePr w:type="seCell">
      <w:tblPr/>
      <w:tcPr>
        <w:tcBorders>
          <w:top w:val="single" w:sz="4" w:space="0" w:color="FC9C90" w:themeColor="accent5" w:themeTint="99"/>
        </w:tcBorders>
      </w:tcPr>
    </w:tblStylePr>
    <w:tblStylePr w:type="swCell">
      <w:tblPr/>
      <w:tcPr>
        <w:tcBorders>
          <w:top w:val="single" w:sz="4" w:space="0" w:color="FC9C9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a4"/>
    <w:uiPriority w:val="52"/>
    <w:rsid w:val="00EC62CF"/>
    <w:pPr>
      <w:spacing w:after="0" w:line="240" w:lineRule="auto"/>
    </w:pPr>
    <w:rPr>
      <w:color w:val="BF890B" w:themeColor="accent6" w:themeShade="BF"/>
    </w:r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  <w:insideV w:val="single" w:sz="4" w:space="0" w:color="F7D0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  <w:tblStylePr w:type="neCell">
      <w:tblPr/>
      <w:tcPr>
        <w:tcBorders>
          <w:bottom w:val="single" w:sz="4" w:space="0" w:color="F7D076" w:themeColor="accent6" w:themeTint="99"/>
        </w:tcBorders>
      </w:tcPr>
    </w:tblStylePr>
    <w:tblStylePr w:type="nwCell">
      <w:tblPr/>
      <w:tcPr>
        <w:tcBorders>
          <w:bottom w:val="single" w:sz="4" w:space="0" w:color="F7D076" w:themeColor="accent6" w:themeTint="99"/>
        </w:tcBorders>
      </w:tcPr>
    </w:tblStylePr>
    <w:tblStylePr w:type="seCell">
      <w:tblPr/>
      <w:tcPr>
        <w:tcBorders>
          <w:top w:val="single" w:sz="4" w:space="0" w:color="F7D076" w:themeColor="accent6" w:themeTint="99"/>
        </w:tcBorders>
      </w:tcPr>
    </w:tblStylePr>
    <w:tblStylePr w:type="swCell">
      <w:tblPr/>
      <w:tcPr>
        <w:tcBorders>
          <w:top w:val="single" w:sz="4" w:space="0" w:color="F7D076" w:themeColor="accent6" w:themeTint="99"/>
        </w:tcBorders>
      </w:tcPr>
    </w:tblStylePr>
  </w:style>
  <w:style w:type="character" w:customStyle="1" w:styleId="Hashtag1">
    <w:name w:val="Hashtag1"/>
    <w:basedOn w:val="a3"/>
    <w:uiPriority w:val="99"/>
    <w:semiHidden/>
    <w:unhideWhenUsed/>
    <w:rsid w:val="00EC62CF"/>
    <w:rPr>
      <w:rFonts w:ascii="Microsoft JhengHei UI" w:eastAsia="Microsoft JhengHei UI" w:hAnsi="Microsoft JhengHei UI"/>
      <w:color w:val="2B579A"/>
      <w:shd w:val="clear" w:color="auto" w:fill="E6E6E6"/>
    </w:rPr>
  </w:style>
  <w:style w:type="character" w:customStyle="1" w:styleId="10">
    <w:name w:val="標題 1 字元"/>
    <w:basedOn w:val="a3"/>
    <w:link w:val="1"/>
    <w:uiPriority w:val="9"/>
    <w:rsid w:val="00EC62CF"/>
    <w:rPr>
      <w:rFonts w:ascii="Microsoft JhengHei UI" w:eastAsia="Microsoft JhengHei UI" w:hAnsi="Microsoft JhengHei UI" w:cstheme="majorBidi"/>
      <w:color w:val="864A04" w:themeColor="accent1" w:themeShade="80"/>
      <w:sz w:val="32"/>
      <w:szCs w:val="32"/>
    </w:rPr>
  </w:style>
  <w:style w:type="character" w:customStyle="1" w:styleId="22">
    <w:name w:val="標題 2 字元"/>
    <w:basedOn w:val="a3"/>
    <w:link w:val="21"/>
    <w:uiPriority w:val="9"/>
    <w:semiHidden/>
    <w:rsid w:val="00EC62CF"/>
    <w:rPr>
      <w:rFonts w:ascii="Microsoft JhengHei UI" w:eastAsia="Microsoft JhengHei UI" w:hAnsi="Microsoft JhengHei UI" w:cstheme="majorBidi"/>
      <w:color w:val="864A04" w:themeColor="accent1" w:themeShade="80"/>
      <w:sz w:val="26"/>
      <w:szCs w:val="26"/>
    </w:rPr>
  </w:style>
  <w:style w:type="character" w:customStyle="1" w:styleId="32">
    <w:name w:val="標題 3 字元"/>
    <w:basedOn w:val="a3"/>
    <w:link w:val="31"/>
    <w:uiPriority w:val="9"/>
    <w:semiHidden/>
    <w:rsid w:val="00EC62CF"/>
    <w:rPr>
      <w:rFonts w:ascii="Microsoft JhengHei UI" w:eastAsia="Microsoft JhengHei UI" w:hAnsi="Microsoft JhengHei UI" w:cstheme="majorBidi"/>
      <w:color w:val="844A04" w:themeColor="accent1" w:themeShade="7F"/>
      <w:sz w:val="24"/>
      <w:szCs w:val="24"/>
    </w:rPr>
  </w:style>
  <w:style w:type="character" w:customStyle="1" w:styleId="42">
    <w:name w:val="標題 4 字元"/>
    <w:basedOn w:val="a3"/>
    <w:link w:val="41"/>
    <w:uiPriority w:val="9"/>
    <w:semiHidden/>
    <w:rsid w:val="00EC62CF"/>
    <w:rPr>
      <w:rFonts w:ascii="Microsoft JhengHei UI" w:eastAsia="Microsoft JhengHei UI" w:hAnsi="Microsoft JhengHei UI" w:cstheme="majorBidi"/>
      <w:i/>
      <w:iCs/>
      <w:color w:val="864A04" w:themeColor="accent1" w:themeShade="80"/>
    </w:rPr>
  </w:style>
  <w:style w:type="character" w:customStyle="1" w:styleId="52">
    <w:name w:val="標題 5 字元"/>
    <w:basedOn w:val="a3"/>
    <w:link w:val="51"/>
    <w:uiPriority w:val="9"/>
    <w:semiHidden/>
    <w:rsid w:val="00EC62CF"/>
    <w:rPr>
      <w:rFonts w:ascii="Microsoft JhengHei UI" w:eastAsia="Microsoft JhengHei UI" w:hAnsi="Microsoft JhengHei UI" w:cstheme="majorBidi"/>
      <w:color w:val="864A04" w:themeColor="accent1" w:themeShade="80"/>
    </w:rPr>
  </w:style>
  <w:style w:type="character" w:customStyle="1" w:styleId="60">
    <w:name w:val="標題 6 字元"/>
    <w:basedOn w:val="a3"/>
    <w:link w:val="6"/>
    <w:uiPriority w:val="9"/>
    <w:semiHidden/>
    <w:rsid w:val="00EC62CF"/>
    <w:rPr>
      <w:rFonts w:ascii="Microsoft JhengHei UI" w:eastAsia="Microsoft JhengHei UI" w:hAnsi="Microsoft JhengHei UI" w:cstheme="majorBidi"/>
      <w:color w:val="844A04" w:themeColor="accent1" w:themeShade="7F"/>
    </w:rPr>
  </w:style>
  <w:style w:type="character" w:customStyle="1" w:styleId="70">
    <w:name w:val="標題 7 字元"/>
    <w:basedOn w:val="a3"/>
    <w:link w:val="7"/>
    <w:uiPriority w:val="9"/>
    <w:semiHidden/>
    <w:rsid w:val="00EC62CF"/>
    <w:rPr>
      <w:rFonts w:ascii="Microsoft JhengHei UI" w:eastAsia="Microsoft JhengHei UI" w:hAnsi="Microsoft JhengHei UI" w:cstheme="majorBidi"/>
      <w:i/>
      <w:iCs/>
      <w:color w:val="844A04" w:themeColor="accent1" w:themeShade="7F"/>
    </w:rPr>
  </w:style>
  <w:style w:type="character" w:customStyle="1" w:styleId="80">
    <w:name w:val="標題 8 字元"/>
    <w:basedOn w:val="a3"/>
    <w:link w:val="8"/>
    <w:uiPriority w:val="9"/>
    <w:semiHidden/>
    <w:rsid w:val="00EC62CF"/>
    <w:rPr>
      <w:rFonts w:ascii="Microsoft JhengHei UI" w:eastAsia="Microsoft JhengHei UI" w:hAnsi="Microsoft JhengHei UI" w:cstheme="majorBidi"/>
      <w:color w:val="272727" w:themeColor="text1" w:themeTint="D8"/>
      <w:szCs w:val="21"/>
    </w:rPr>
  </w:style>
  <w:style w:type="character" w:customStyle="1" w:styleId="90">
    <w:name w:val="標題 9 字元"/>
    <w:basedOn w:val="a3"/>
    <w:link w:val="9"/>
    <w:uiPriority w:val="9"/>
    <w:semiHidden/>
    <w:rsid w:val="00EC62CF"/>
    <w:rPr>
      <w:rFonts w:ascii="Microsoft JhengHei UI" w:eastAsia="Microsoft JhengHei UI" w:hAnsi="Microsoft JhengHei U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3"/>
    <w:uiPriority w:val="99"/>
    <w:semiHidden/>
    <w:unhideWhenUsed/>
    <w:rsid w:val="00EC62CF"/>
    <w:rPr>
      <w:rFonts w:ascii="Microsoft JhengHei UI" w:eastAsia="Microsoft JhengHei UI" w:hAnsi="Microsoft JhengHei UI"/>
    </w:rPr>
  </w:style>
  <w:style w:type="paragraph" w:styleId="HTML0">
    <w:name w:val="HTML Address"/>
    <w:basedOn w:val="a2"/>
    <w:link w:val="HTML1"/>
    <w:uiPriority w:val="99"/>
    <w:semiHidden/>
    <w:unhideWhenUsed/>
    <w:rsid w:val="00EC62CF"/>
    <w:pPr>
      <w:spacing w:line="240" w:lineRule="auto"/>
    </w:pPr>
    <w:rPr>
      <w:i/>
      <w:iCs/>
    </w:rPr>
  </w:style>
  <w:style w:type="character" w:customStyle="1" w:styleId="HTML1">
    <w:name w:val="HTML 位址 字元"/>
    <w:basedOn w:val="a3"/>
    <w:link w:val="HTML0"/>
    <w:uiPriority w:val="99"/>
    <w:semiHidden/>
    <w:rsid w:val="00EC62CF"/>
    <w:rPr>
      <w:rFonts w:ascii="Microsoft JhengHei UI" w:eastAsia="Microsoft JhengHei UI" w:hAnsi="Microsoft JhengHei UI"/>
      <w:i/>
      <w:iCs/>
    </w:rPr>
  </w:style>
  <w:style w:type="character" w:styleId="HTML2">
    <w:name w:val="HTML Cite"/>
    <w:basedOn w:val="a3"/>
    <w:uiPriority w:val="99"/>
    <w:semiHidden/>
    <w:unhideWhenUsed/>
    <w:rsid w:val="00EC62CF"/>
    <w:rPr>
      <w:rFonts w:ascii="Microsoft JhengHei UI" w:eastAsia="Microsoft JhengHei UI" w:hAnsi="Microsoft JhengHei UI"/>
      <w:i/>
      <w:iCs/>
    </w:rPr>
  </w:style>
  <w:style w:type="character" w:styleId="HTML3">
    <w:name w:val="HTML Code"/>
    <w:basedOn w:val="a3"/>
    <w:uiPriority w:val="99"/>
    <w:semiHidden/>
    <w:unhideWhenUsed/>
    <w:rsid w:val="00EC62CF"/>
    <w:rPr>
      <w:rFonts w:ascii="Microsoft JhengHei UI" w:eastAsia="Microsoft JhengHei UI" w:hAnsi="Microsoft JhengHei UI"/>
      <w:sz w:val="22"/>
      <w:szCs w:val="20"/>
    </w:rPr>
  </w:style>
  <w:style w:type="character" w:styleId="HTML4">
    <w:name w:val="HTML Definition"/>
    <w:basedOn w:val="a3"/>
    <w:uiPriority w:val="99"/>
    <w:semiHidden/>
    <w:unhideWhenUsed/>
    <w:rsid w:val="00EC62CF"/>
    <w:rPr>
      <w:rFonts w:ascii="Microsoft JhengHei UI" w:eastAsia="Microsoft JhengHei UI" w:hAnsi="Microsoft JhengHei UI"/>
      <w:i/>
      <w:iCs/>
    </w:rPr>
  </w:style>
  <w:style w:type="character" w:styleId="HTML5">
    <w:name w:val="HTML Keyboard"/>
    <w:basedOn w:val="a3"/>
    <w:uiPriority w:val="99"/>
    <w:semiHidden/>
    <w:unhideWhenUsed/>
    <w:rsid w:val="00EC62CF"/>
    <w:rPr>
      <w:rFonts w:ascii="Microsoft JhengHei UI" w:eastAsia="Microsoft JhengHei UI" w:hAnsi="Microsoft JhengHei UI"/>
      <w:sz w:val="22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EC62CF"/>
    <w:pPr>
      <w:spacing w:line="240" w:lineRule="auto"/>
    </w:pPr>
    <w:rPr>
      <w:szCs w:val="20"/>
    </w:rPr>
  </w:style>
  <w:style w:type="character" w:customStyle="1" w:styleId="HTML7">
    <w:name w:val="HTML 預設格式 字元"/>
    <w:basedOn w:val="a3"/>
    <w:link w:val="HTML6"/>
    <w:uiPriority w:val="99"/>
    <w:semiHidden/>
    <w:rsid w:val="00EC62CF"/>
    <w:rPr>
      <w:rFonts w:ascii="Microsoft JhengHei UI" w:eastAsia="Microsoft JhengHei UI" w:hAnsi="Microsoft JhengHei UI"/>
      <w:szCs w:val="20"/>
    </w:rPr>
  </w:style>
  <w:style w:type="character" w:styleId="HTML8">
    <w:name w:val="HTML Sample"/>
    <w:basedOn w:val="a3"/>
    <w:uiPriority w:val="99"/>
    <w:semiHidden/>
    <w:unhideWhenUsed/>
    <w:rsid w:val="00EC62CF"/>
    <w:rPr>
      <w:rFonts w:ascii="Microsoft JhengHei UI" w:eastAsia="Microsoft JhengHei UI" w:hAnsi="Microsoft JhengHei UI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EC62CF"/>
    <w:rPr>
      <w:rFonts w:ascii="Microsoft JhengHei UI" w:eastAsia="Microsoft JhengHei UI" w:hAnsi="Microsoft JhengHei UI"/>
      <w:sz w:val="22"/>
      <w:szCs w:val="20"/>
    </w:rPr>
  </w:style>
  <w:style w:type="character" w:styleId="HTMLa">
    <w:name w:val="HTML Variable"/>
    <w:basedOn w:val="a3"/>
    <w:uiPriority w:val="99"/>
    <w:semiHidden/>
    <w:unhideWhenUsed/>
    <w:rsid w:val="00EC62CF"/>
    <w:rPr>
      <w:rFonts w:ascii="Microsoft JhengHei UI" w:eastAsia="Microsoft JhengHei UI" w:hAnsi="Microsoft JhengHei UI"/>
      <w:i/>
      <w:iCs/>
    </w:rPr>
  </w:style>
  <w:style w:type="character" w:styleId="afff6">
    <w:name w:val="Hyperlink"/>
    <w:basedOn w:val="a3"/>
    <w:uiPriority w:val="99"/>
    <w:semiHidden/>
    <w:unhideWhenUsed/>
    <w:rsid w:val="00EC62CF"/>
    <w:rPr>
      <w:rFonts w:ascii="Microsoft JhengHei UI" w:eastAsia="Microsoft JhengHei UI" w:hAnsi="Microsoft JhengHei UI"/>
      <w:color w:val="21818D" w:themeColor="accent4" w:themeShade="BF"/>
      <w:u w:val="single"/>
    </w:rPr>
  </w:style>
  <w:style w:type="paragraph" w:styleId="11">
    <w:name w:val="index 1"/>
    <w:basedOn w:val="a2"/>
    <w:next w:val="a2"/>
    <w:autoRedefine/>
    <w:uiPriority w:val="99"/>
    <w:semiHidden/>
    <w:unhideWhenUsed/>
    <w:rsid w:val="00EC62CF"/>
    <w:pPr>
      <w:spacing w:line="240" w:lineRule="auto"/>
      <w:ind w:left="220" w:hanging="220"/>
    </w:pPr>
  </w:style>
  <w:style w:type="paragraph" w:styleId="29">
    <w:name w:val="index 2"/>
    <w:basedOn w:val="a2"/>
    <w:next w:val="a2"/>
    <w:autoRedefine/>
    <w:uiPriority w:val="99"/>
    <w:semiHidden/>
    <w:unhideWhenUsed/>
    <w:rsid w:val="00EC62CF"/>
    <w:pPr>
      <w:spacing w:line="240" w:lineRule="auto"/>
      <w:ind w:left="440" w:hanging="220"/>
    </w:pPr>
  </w:style>
  <w:style w:type="paragraph" w:styleId="37">
    <w:name w:val="index 3"/>
    <w:basedOn w:val="a2"/>
    <w:next w:val="a2"/>
    <w:autoRedefine/>
    <w:uiPriority w:val="99"/>
    <w:semiHidden/>
    <w:unhideWhenUsed/>
    <w:rsid w:val="00EC62CF"/>
    <w:pPr>
      <w:spacing w:line="240" w:lineRule="auto"/>
      <w:ind w:left="660" w:hanging="220"/>
    </w:pPr>
  </w:style>
  <w:style w:type="paragraph" w:styleId="43">
    <w:name w:val="index 4"/>
    <w:basedOn w:val="a2"/>
    <w:next w:val="a2"/>
    <w:autoRedefine/>
    <w:uiPriority w:val="99"/>
    <w:semiHidden/>
    <w:unhideWhenUsed/>
    <w:rsid w:val="00EC62CF"/>
    <w:pPr>
      <w:spacing w:line="240" w:lineRule="auto"/>
      <w:ind w:left="880" w:hanging="220"/>
    </w:pPr>
  </w:style>
  <w:style w:type="paragraph" w:styleId="53">
    <w:name w:val="index 5"/>
    <w:basedOn w:val="a2"/>
    <w:next w:val="a2"/>
    <w:autoRedefine/>
    <w:uiPriority w:val="99"/>
    <w:semiHidden/>
    <w:unhideWhenUsed/>
    <w:rsid w:val="00EC62CF"/>
    <w:pPr>
      <w:spacing w:line="240" w:lineRule="auto"/>
      <w:ind w:left="1100" w:hanging="220"/>
    </w:pPr>
  </w:style>
  <w:style w:type="paragraph" w:styleId="61">
    <w:name w:val="index 6"/>
    <w:basedOn w:val="a2"/>
    <w:next w:val="a2"/>
    <w:autoRedefine/>
    <w:uiPriority w:val="99"/>
    <w:semiHidden/>
    <w:unhideWhenUsed/>
    <w:rsid w:val="00EC62CF"/>
    <w:pPr>
      <w:spacing w:line="240" w:lineRule="auto"/>
      <w:ind w:left="1320" w:hanging="220"/>
    </w:pPr>
  </w:style>
  <w:style w:type="paragraph" w:styleId="71">
    <w:name w:val="index 7"/>
    <w:basedOn w:val="a2"/>
    <w:next w:val="a2"/>
    <w:autoRedefine/>
    <w:uiPriority w:val="99"/>
    <w:semiHidden/>
    <w:unhideWhenUsed/>
    <w:rsid w:val="00EC62CF"/>
    <w:pPr>
      <w:spacing w:line="240" w:lineRule="auto"/>
      <w:ind w:left="1540" w:hanging="220"/>
    </w:pPr>
  </w:style>
  <w:style w:type="paragraph" w:styleId="81">
    <w:name w:val="index 8"/>
    <w:basedOn w:val="a2"/>
    <w:next w:val="a2"/>
    <w:autoRedefine/>
    <w:uiPriority w:val="99"/>
    <w:semiHidden/>
    <w:unhideWhenUsed/>
    <w:rsid w:val="00EC62CF"/>
    <w:pPr>
      <w:spacing w:line="240" w:lineRule="auto"/>
      <w:ind w:left="1760" w:hanging="220"/>
    </w:pPr>
  </w:style>
  <w:style w:type="paragraph" w:styleId="91">
    <w:name w:val="index 9"/>
    <w:basedOn w:val="a2"/>
    <w:next w:val="a2"/>
    <w:autoRedefine/>
    <w:uiPriority w:val="99"/>
    <w:semiHidden/>
    <w:unhideWhenUsed/>
    <w:rsid w:val="00EC62CF"/>
    <w:pPr>
      <w:spacing w:line="240" w:lineRule="auto"/>
      <w:ind w:left="1980" w:hanging="220"/>
    </w:pPr>
  </w:style>
  <w:style w:type="paragraph" w:styleId="afff7">
    <w:name w:val="index heading"/>
    <w:basedOn w:val="a2"/>
    <w:next w:val="11"/>
    <w:uiPriority w:val="99"/>
    <w:semiHidden/>
    <w:unhideWhenUsed/>
    <w:rsid w:val="00EC62CF"/>
    <w:rPr>
      <w:rFonts w:cstheme="majorBidi"/>
      <w:b/>
      <w:bCs/>
    </w:rPr>
  </w:style>
  <w:style w:type="character" w:styleId="afff8">
    <w:name w:val="Intense Emphasis"/>
    <w:basedOn w:val="a3"/>
    <w:uiPriority w:val="21"/>
    <w:semiHidden/>
    <w:unhideWhenUsed/>
    <w:qFormat/>
    <w:rsid w:val="00EC62CF"/>
    <w:rPr>
      <w:rFonts w:ascii="Microsoft JhengHei UI" w:eastAsia="Microsoft JhengHei UI" w:hAnsi="Microsoft JhengHei UI"/>
      <w:i/>
      <w:iCs/>
      <w:color w:val="864A04" w:themeColor="accent1" w:themeShade="80"/>
    </w:rPr>
  </w:style>
  <w:style w:type="paragraph" w:styleId="afff9">
    <w:name w:val="Intense Quote"/>
    <w:basedOn w:val="a2"/>
    <w:next w:val="a2"/>
    <w:link w:val="afffa"/>
    <w:uiPriority w:val="30"/>
    <w:semiHidden/>
    <w:unhideWhenUsed/>
    <w:qFormat/>
    <w:rsid w:val="00EC62CF"/>
    <w:pPr>
      <w:pBdr>
        <w:top w:val="single" w:sz="4" w:space="10" w:color="864A04" w:themeColor="accent1" w:themeShade="80"/>
        <w:bottom w:val="single" w:sz="4" w:space="10" w:color="864A04" w:themeColor="accent1" w:themeShade="80"/>
      </w:pBdr>
      <w:spacing w:before="360" w:after="360"/>
      <w:ind w:left="864" w:right="864"/>
      <w:jc w:val="center"/>
    </w:pPr>
    <w:rPr>
      <w:i/>
      <w:iCs/>
      <w:color w:val="864A04" w:themeColor="accent1" w:themeShade="80"/>
    </w:rPr>
  </w:style>
  <w:style w:type="character" w:customStyle="1" w:styleId="afffa">
    <w:name w:val="鮮明引文 字元"/>
    <w:basedOn w:val="a3"/>
    <w:link w:val="afff9"/>
    <w:uiPriority w:val="30"/>
    <w:semiHidden/>
    <w:rsid w:val="00EC62CF"/>
    <w:rPr>
      <w:rFonts w:ascii="Microsoft JhengHei UI" w:eastAsia="Microsoft JhengHei UI" w:hAnsi="Microsoft JhengHei UI"/>
      <w:i/>
      <w:iCs/>
      <w:color w:val="864A04" w:themeColor="accent1" w:themeShade="80"/>
    </w:rPr>
  </w:style>
  <w:style w:type="character" w:styleId="afffb">
    <w:name w:val="Intense Reference"/>
    <w:basedOn w:val="a3"/>
    <w:uiPriority w:val="32"/>
    <w:semiHidden/>
    <w:unhideWhenUsed/>
    <w:qFormat/>
    <w:rsid w:val="00EC62CF"/>
    <w:rPr>
      <w:rFonts w:ascii="Microsoft JhengHei UI" w:eastAsia="Microsoft JhengHei UI" w:hAnsi="Microsoft JhengHei UI"/>
      <w:b/>
      <w:bCs/>
      <w:caps w:val="0"/>
      <w:smallCaps/>
      <w:color w:val="864A04" w:themeColor="accent1" w:themeShade="80"/>
      <w:spacing w:val="5"/>
    </w:rPr>
  </w:style>
  <w:style w:type="table" w:styleId="afffc">
    <w:name w:val="Light Grid"/>
    <w:basedOn w:val="a4"/>
    <w:uiPriority w:val="62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7941E" w:themeColor="accent1"/>
        <w:left w:val="single" w:sz="8" w:space="0" w:color="F7941E" w:themeColor="accent1"/>
        <w:bottom w:val="single" w:sz="8" w:space="0" w:color="F7941E" w:themeColor="accent1"/>
        <w:right w:val="single" w:sz="8" w:space="0" w:color="F7941E" w:themeColor="accent1"/>
        <w:insideH w:val="single" w:sz="8" w:space="0" w:color="F7941E" w:themeColor="accent1"/>
        <w:insideV w:val="single" w:sz="8" w:space="0" w:color="F7941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41E" w:themeColor="accent1"/>
          <w:left w:val="single" w:sz="8" w:space="0" w:color="F7941E" w:themeColor="accent1"/>
          <w:bottom w:val="single" w:sz="18" w:space="0" w:color="F7941E" w:themeColor="accent1"/>
          <w:right w:val="single" w:sz="8" w:space="0" w:color="F7941E" w:themeColor="accent1"/>
          <w:insideH w:val="nil"/>
          <w:insideV w:val="single" w:sz="8" w:space="0" w:color="F7941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41E" w:themeColor="accent1"/>
          <w:left w:val="single" w:sz="8" w:space="0" w:color="F7941E" w:themeColor="accent1"/>
          <w:bottom w:val="single" w:sz="8" w:space="0" w:color="F7941E" w:themeColor="accent1"/>
          <w:right w:val="single" w:sz="8" w:space="0" w:color="F7941E" w:themeColor="accent1"/>
          <w:insideH w:val="nil"/>
          <w:insideV w:val="single" w:sz="8" w:space="0" w:color="F7941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41E" w:themeColor="accent1"/>
          <w:left w:val="single" w:sz="8" w:space="0" w:color="F7941E" w:themeColor="accent1"/>
          <w:bottom w:val="single" w:sz="8" w:space="0" w:color="F7941E" w:themeColor="accent1"/>
          <w:right w:val="single" w:sz="8" w:space="0" w:color="F7941E" w:themeColor="accent1"/>
        </w:tcBorders>
      </w:tcPr>
    </w:tblStylePr>
    <w:tblStylePr w:type="band1Vert">
      <w:tblPr/>
      <w:tcPr>
        <w:tcBorders>
          <w:top w:val="single" w:sz="8" w:space="0" w:color="F7941E" w:themeColor="accent1"/>
          <w:left w:val="single" w:sz="8" w:space="0" w:color="F7941E" w:themeColor="accent1"/>
          <w:bottom w:val="single" w:sz="8" w:space="0" w:color="F7941E" w:themeColor="accent1"/>
          <w:right w:val="single" w:sz="8" w:space="0" w:color="F7941E" w:themeColor="accent1"/>
        </w:tcBorders>
        <w:shd w:val="clear" w:color="auto" w:fill="FDE4C7" w:themeFill="accent1" w:themeFillTint="3F"/>
      </w:tcPr>
    </w:tblStylePr>
    <w:tblStylePr w:type="band1Horz">
      <w:tblPr/>
      <w:tcPr>
        <w:tcBorders>
          <w:top w:val="single" w:sz="8" w:space="0" w:color="F7941E" w:themeColor="accent1"/>
          <w:left w:val="single" w:sz="8" w:space="0" w:color="F7941E" w:themeColor="accent1"/>
          <w:bottom w:val="single" w:sz="8" w:space="0" w:color="F7941E" w:themeColor="accent1"/>
          <w:right w:val="single" w:sz="8" w:space="0" w:color="F7941E" w:themeColor="accent1"/>
          <w:insideV w:val="single" w:sz="8" w:space="0" w:color="F7941E" w:themeColor="accent1"/>
        </w:tcBorders>
        <w:shd w:val="clear" w:color="auto" w:fill="FDE4C7" w:themeFill="accent1" w:themeFillTint="3F"/>
      </w:tcPr>
    </w:tblStylePr>
    <w:tblStylePr w:type="band2Horz">
      <w:tblPr/>
      <w:tcPr>
        <w:tcBorders>
          <w:top w:val="single" w:sz="8" w:space="0" w:color="F7941E" w:themeColor="accent1"/>
          <w:left w:val="single" w:sz="8" w:space="0" w:color="F7941E" w:themeColor="accent1"/>
          <w:bottom w:val="single" w:sz="8" w:space="0" w:color="F7941E" w:themeColor="accent1"/>
          <w:right w:val="single" w:sz="8" w:space="0" w:color="F7941E" w:themeColor="accent1"/>
          <w:insideV w:val="single" w:sz="8" w:space="0" w:color="F7941E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83B82E" w:themeColor="accent2"/>
        <w:left w:val="single" w:sz="8" w:space="0" w:color="83B82E" w:themeColor="accent2"/>
        <w:bottom w:val="single" w:sz="8" w:space="0" w:color="83B82E" w:themeColor="accent2"/>
        <w:right w:val="single" w:sz="8" w:space="0" w:color="83B82E" w:themeColor="accent2"/>
        <w:insideH w:val="single" w:sz="8" w:space="0" w:color="83B82E" w:themeColor="accent2"/>
        <w:insideV w:val="single" w:sz="8" w:space="0" w:color="83B82E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3B82E" w:themeColor="accent2"/>
          <w:left w:val="single" w:sz="8" w:space="0" w:color="83B82E" w:themeColor="accent2"/>
          <w:bottom w:val="single" w:sz="18" w:space="0" w:color="83B82E" w:themeColor="accent2"/>
          <w:right w:val="single" w:sz="8" w:space="0" w:color="83B82E" w:themeColor="accent2"/>
          <w:insideH w:val="nil"/>
          <w:insideV w:val="single" w:sz="8" w:space="0" w:color="83B82E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3B82E" w:themeColor="accent2"/>
          <w:left w:val="single" w:sz="8" w:space="0" w:color="83B82E" w:themeColor="accent2"/>
          <w:bottom w:val="single" w:sz="8" w:space="0" w:color="83B82E" w:themeColor="accent2"/>
          <w:right w:val="single" w:sz="8" w:space="0" w:color="83B82E" w:themeColor="accent2"/>
          <w:insideH w:val="nil"/>
          <w:insideV w:val="single" w:sz="8" w:space="0" w:color="83B82E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3B82E" w:themeColor="accent2"/>
          <w:left w:val="single" w:sz="8" w:space="0" w:color="83B82E" w:themeColor="accent2"/>
          <w:bottom w:val="single" w:sz="8" w:space="0" w:color="83B82E" w:themeColor="accent2"/>
          <w:right w:val="single" w:sz="8" w:space="0" w:color="83B82E" w:themeColor="accent2"/>
        </w:tcBorders>
      </w:tcPr>
    </w:tblStylePr>
    <w:tblStylePr w:type="band1Vert">
      <w:tblPr/>
      <w:tcPr>
        <w:tcBorders>
          <w:top w:val="single" w:sz="8" w:space="0" w:color="83B82E" w:themeColor="accent2"/>
          <w:left w:val="single" w:sz="8" w:space="0" w:color="83B82E" w:themeColor="accent2"/>
          <w:bottom w:val="single" w:sz="8" w:space="0" w:color="83B82E" w:themeColor="accent2"/>
          <w:right w:val="single" w:sz="8" w:space="0" w:color="83B82E" w:themeColor="accent2"/>
        </w:tcBorders>
        <w:shd w:val="clear" w:color="auto" w:fill="E1F1C7" w:themeFill="accent2" w:themeFillTint="3F"/>
      </w:tcPr>
    </w:tblStylePr>
    <w:tblStylePr w:type="band1Horz">
      <w:tblPr/>
      <w:tcPr>
        <w:tcBorders>
          <w:top w:val="single" w:sz="8" w:space="0" w:color="83B82E" w:themeColor="accent2"/>
          <w:left w:val="single" w:sz="8" w:space="0" w:color="83B82E" w:themeColor="accent2"/>
          <w:bottom w:val="single" w:sz="8" w:space="0" w:color="83B82E" w:themeColor="accent2"/>
          <w:right w:val="single" w:sz="8" w:space="0" w:color="83B82E" w:themeColor="accent2"/>
          <w:insideV w:val="single" w:sz="8" w:space="0" w:color="83B82E" w:themeColor="accent2"/>
        </w:tcBorders>
        <w:shd w:val="clear" w:color="auto" w:fill="E1F1C7" w:themeFill="accent2" w:themeFillTint="3F"/>
      </w:tcPr>
    </w:tblStylePr>
    <w:tblStylePr w:type="band2Horz">
      <w:tblPr/>
      <w:tcPr>
        <w:tcBorders>
          <w:top w:val="single" w:sz="8" w:space="0" w:color="83B82E" w:themeColor="accent2"/>
          <w:left w:val="single" w:sz="8" w:space="0" w:color="83B82E" w:themeColor="accent2"/>
          <w:bottom w:val="single" w:sz="8" w:space="0" w:color="83B82E" w:themeColor="accent2"/>
          <w:right w:val="single" w:sz="8" w:space="0" w:color="83B82E" w:themeColor="accent2"/>
          <w:insideV w:val="single" w:sz="8" w:space="0" w:color="83B82E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9A3797" w:themeColor="accent3"/>
        <w:left w:val="single" w:sz="8" w:space="0" w:color="9A3797" w:themeColor="accent3"/>
        <w:bottom w:val="single" w:sz="8" w:space="0" w:color="9A3797" w:themeColor="accent3"/>
        <w:right w:val="single" w:sz="8" w:space="0" w:color="9A3797" w:themeColor="accent3"/>
        <w:insideH w:val="single" w:sz="8" w:space="0" w:color="9A3797" w:themeColor="accent3"/>
        <w:insideV w:val="single" w:sz="8" w:space="0" w:color="9A379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3797" w:themeColor="accent3"/>
          <w:left w:val="single" w:sz="8" w:space="0" w:color="9A3797" w:themeColor="accent3"/>
          <w:bottom w:val="single" w:sz="18" w:space="0" w:color="9A3797" w:themeColor="accent3"/>
          <w:right w:val="single" w:sz="8" w:space="0" w:color="9A3797" w:themeColor="accent3"/>
          <w:insideH w:val="nil"/>
          <w:insideV w:val="single" w:sz="8" w:space="0" w:color="9A379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A3797" w:themeColor="accent3"/>
          <w:left w:val="single" w:sz="8" w:space="0" w:color="9A3797" w:themeColor="accent3"/>
          <w:bottom w:val="single" w:sz="8" w:space="0" w:color="9A3797" w:themeColor="accent3"/>
          <w:right w:val="single" w:sz="8" w:space="0" w:color="9A3797" w:themeColor="accent3"/>
          <w:insideH w:val="nil"/>
          <w:insideV w:val="single" w:sz="8" w:space="0" w:color="9A379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3797" w:themeColor="accent3"/>
          <w:left w:val="single" w:sz="8" w:space="0" w:color="9A3797" w:themeColor="accent3"/>
          <w:bottom w:val="single" w:sz="8" w:space="0" w:color="9A3797" w:themeColor="accent3"/>
          <w:right w:val="single" w:sz="8" w:space="0" w:color="9A3797" w:themeColor="accent3"/>
        </w:tcBorders>
      </w:tcPr>
    </w:tblStylePr>
    <w:tblStylePr w:type="band1Vert">
      <w:tblPr/>
      <w:tcPr>
        <w:tcBorders>
          <w:top w:val="single" w:sz="8" w:space="0" w:color="9A3797" w:themeColor="accent3"/>
          <w:left w:val="single" w:sz="8" w:space="0" w:color="9A3797" w:themeColor="accent3"/>
          <w:bottom w:val="single" w:sz="8" w:space="0" w:color="9A3797" w:themeColor="accent3"/>
          <w:right w:val="single" w:sz="8" w:space="0" w:color="9A3797" w:themeColor="accent3"/>
        </w:tcBorders>
        <w:shd w:val="clear" w:color="auto" w:fill="EBC8EA" w:themeFill="accent3" w:themeFillTint="3F"/>
      </w:tcPr>
    </w:tblStylePr>
    <w:tblStylePr w:type="band1Horz">
      <w:tblPr/>
      <w:tcPr>
        <w:tcBorders>
          <w:top w:val="single" w:sz="8" w:space="0" w:color="9A3797" w:themeColor="accent3"/>
          <w:left w:val="single" w:sz="8" w:space="0" w:color="9A3797" w:themeColor="accent3"/>
          <w:bottom w:val="single" w:sz="8" w:space="0" w:color="9A3797" w:themeColor="accent3"/>
          <w:right w:val="single" w:sz="8" w:space="0" w:color="9A3797" w:themeColor="accent3"/>
          <w:insideV w:val="single" w:sz="8" w:space="0" w:color="9A3797" w:themeColor="accent3"/>
        </w:tcBorders>
        <w:shd w:val="clear" w:color="auto" w:fill="EBC8EA" w:themeFill="accent3" w:themeFillTint="3F"/>
      </w:tcPr>
    </w:tblStylePr>
    <w:tblStylePr w:type="band2Horz">
      <w:tblPr/>
      <w:tcPr>
        <w:tcBorders>
          <w:top w:val="single" w:sz="8" w:space="0" w:color="9A3797" w:themeColor="accent3"/>
          <w:left w:val="single" w:sz="8" w:space="0" w:color="9A3797" w:themeColor="accent3"/>
          <w:bottom w:val="single" w:sz="8" w:space="0" w:color="9A3797" w:themeColor="accent3"/>
          <w:right w:val="single" w:sz="8" w:space="0" w:color="9A3797" w:themeColor="accent3"/>
          <w:insideV w:val="single" w:sz="8" w:space="0" w:color="9A3797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2CADBD" w:themeColor="accent4"/>
        <w:left w:val="single" w:sz="8" w:space="0" w:color="2CADBD" w:themeColor="accent4"/>
        <w:bottom w:val="single" w:sz="8" w:space="0" w:color="2CADBD" w:themeColor="accent4"/>
        <w:right w:val="single" w:sz="8" w:space="0" w:color="2CADBD" w:themeColor="accent4"/>
        <w:insideH w:val="single" w:sz="8" w:space="0" w:color="2CADBD" w:themeColor="accent4"/>
        <w:insideV w:val="single" w:sz="8" w:space="0" w:color="2CADB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ADBD" w:themeColor="accent4"/>
          <w:left w:val="single" w:sz="8" w:space="0" w:color="2CADBD" w:themeColor="accent4"/>
          <w:bottom w:val="single" w:sz="18" w:space="0" w:color="2CADBD" w:themeColor="accent4"/>
          <w:right w:val="single" w:sz="8" w:space="0" w:color="2CADBD" w:themeColor="accent4"/>
          <w:insideH w:val="nil"/>
          <w:insideV w:val="single" w:sz="8" w:space="0" w:color="2CADB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ADBD" w:themeColor="accent4"/>
          <w:left w:val="single" w:sz="8" w:space="0" w:color="2CADBD" w:themeColor="accent4"/>
          <w:bottom w:val="single" w:sz="8" w:space="0" w:color="2CADBD" w:themeColor="accent4"/>
          <w:right w:val="single" w:sz="8" w:space="0" w:color="2CADBD" w:themeColor="accent4"/>
          <w:insideH w:val="nil"/>
          <w:insideV w:val="single" w:sz="8" w:space="0" w:color="2CADB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ADBD" w:themeColor="accent4"/>
          <w:left w:val="single" w:sz="8" w:space="0" w:color="2CADBD" w:themeColor="accent4"/>
          <w:bottom w:val="single" w:sz="8" w:space="0" w:color="2CADBD" w:themeColor="accent4"/>
          <w:right w:val="single" w:sz="8" w:space="0" w:color="2CADBD" w:themeColor="accent4"/>
        </w:tcBorders>
      </w:tcPr>
    </w:tblStylePr>
    <w:tblStylePr w:type="band1Vert">
      <w:tblPr/>
      <w:tcPr>
        <w:tcBorders>
          <w:top w:val="single" w:sz="8" w:space="0" w:color="2CADBD" w:themeColor="accent4"/>
          <w:left w:val="single" w:sz="8" w:space="0" w:color="2CADBD" w:themeColor="accent4"/>
          <w:bottom w:val="single" w:sz="8" w:space="0" w:color="2CADBD" w:themeColor="accent4"/>
          <w:right w:val="single" w:sz="8" w:space="0" w:color="2CADBD" w:themeColor="accent4"/>
        </w:tcBorders>
        <w:shd w:val="clear" w:color="auto" w:fill="C7EDF2" w:themeFill="accent4" w:themeFillTint="3F"/>
      </w:tcPr>
    </w:tblStylePr>
    <w:tblStylePr w:type="band1Horz">
      <w:tblPr/>
      <w:tcPr>
        <w:tcBorders>
          <w:top w:val="single" w:sz="8" w:space="0" w:color="2CADBD" w:themeColor="accent4"/>
          <w:left w:val="single" w:sz="8" w:space="0" w:color="2CADBD" w:themeColor="accent4"/>
          <w:bottom w:val="single" w:sz="8" w:space="0" w:color="2CADBD" w:themeColor="accent4"/>
          <w:right w:val="single" w:sz="8" w:space="0" w:color="2CADBD" w:themeColor="accent4"/>
          <w:insideV w:val="single" w:sz="8" w:space="0" w:color="2CADBD" w:themeColor="accent4"/>
        </w:tcBorders>
        <w:shd w:val="clear" w:color="auto" w:fill="C7EDF2" w:themeFill="accent4" w:themeFillTint="3F"/>
      </w:tcPr>
    </w:tblStylePr>
    <w:tblStylePr w:type="band2Horz">
      <w:tblPr/>
      <w:tcPr>
        <w:tcBorders>
          <w:top w:val="single" w:sz="8" w:space="0" w:color="2CADBD" w:themeColor="accent4"/>
          <w:left w:val="single" w:sz="8" w:space="0" w:color="2CADBD" w:themeColor="accent4"/>
          <w:bottom w:val="single" w:sz="8" w:space="0" w:color="2CADBD" w:themeColor="accent4"/>
          <w:right w:val="single" w:sz="8" w:space="0" w:color="2CADBD" w:themeColor="accent4"/>
          <w:insideV w:val="single" w:sz="8" w:space="0" w:color="2CADBD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A5B47" w:themeColor="accent5"/>
        <w:left w:val="single" w:sz="8" w:space="0" w:color="FA5B47" w:themeColor="accent5"/>
        <w:bottom w:val="single" w:sz="8" w:space="0" w:color="FA5B47" w:themeColor="accent5"/>
        <w:right w:val="single" w:sz="8" w:space="0" w:color="FA5B47" w:themeColor="accent5"/>
        <w:insideH w:val="single" w:sz="8" w:space="0" w:color="FA5B47" w:themeColor="accent5"/>
        <w:insideV w:val="single" w:sz="8" w:space="0" w:color="FA5B47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5B47" w:themeColor="accent5"/>
          <w:left w:val="single" w:sz="8" w:space="0" w:color="FA5B47" w:themeColor="accent5"/>
          <w:bottom w:val="single" w:sz="18" w:space="0" w:color="FA5B47" w:themeColor="accent5"/>
          <w:right w:val="single" w:sz="8" w:space="0" w:color="FA5B47" w:themeColor="accent5"/>
          <w:insideH w:val="nil"/>
          <w:insideV w:val="single" w:sz="8" w:space="0" w:color="FA5B4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A5B47" w:themeColor="accent5"/>
          <w:left w:val="single" w:sz="8" w:space="0" w:color="FA5B47" w:themeColor="accent5"/>
          <w:bottom w:val="single" w:sz="8" w:space="0" w:color="FA5B47" w:themeColor="accent5"/>
          <w:right w:val="single" w:sz="8" w:space="0" w:color="FA5B47" w:themeColor="accent5"/>
          <w:insideH w:val="nil"/>
          <w:insideV w:val="single" w:sz="8" w:space="0" w:color="FA5B4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5B47" w:themeColor="accent5"/>
          <w:left w:val="single" w:sz="8" w:space="0" w:color="FA5B47" w:themeColor="accent5"/>
          <w:bottom w:val="single" w:sz="8" w:space="0" w:color="FA5B47" w:themeColor="accent5"/>
          <w:right w:val="single" w:sz="8" w:space="0" w:color="FA5B47" w:themeColor="accent5"/>
        </w:tcBorders>
      </w:tcPr>
    </w:tblStylePr>
    <w:tblStylePr w:type="band1Vert">
      <w:tblPr/>
      <w:tcPr>
        <w:tcBorders>
          <w:top w:val="single" w:sz="8" w:space="0" w:color="FA5B47" w:themeColor="accent5"/>
          <w:left w:val="single" w:sz="8" w:space="0" w:color="FA5B47" w:themeColor="accent5"/>
          <w:bottom w:val="single" w:sz="8" w:space="0" w:color="FA5B47" w:themeColor="accent5"/>
          <w:right w:val="single" w:sz="8" w:space="0" w:color="FA5B47" w:themeColor="accent5"/>
        </w:tcBorders>
        <w:shd w:val="clear" w:color="auto" w:fill="FDD6D1" w:themeFill="accent5" w:themeFillTint="3F"/>
      </w:tcPr>
    </w:tblStylePr>
    <w:tblStylePr w:type="band1Horz">
      <w:tblPr/>
      <w:tcPr>
        <w:tcBorders>
          <w:top w:val="single" w:sz="8" w:space="0" w:color="FA5B47" w:themeColor="accent5"/>
          <w:left w:val="single" w:sz="8" w:space="0" w:color="FA5B47" w:themeColor="accent5"/>
          <w:bottom w:val="single" w:sz="8" w:space="0" w:color="FA5B47" w:themeColor="accent5"/>
          <w:right w:val="single" w:sz="8" w:space="0" w:color="FA5B47" w:themeColor="accent5"/>
          <w:insideV w:val="single" w:sz="8" w:space="0" w:color="FA5B47" w:themeColor="accent5"/>
        </w:tcBorders>
        <w:shd w:val="clear" w:color="auto" w:fill="FDD6D1" w:themeFill="accent5" w:themeFillTint="3F"/>
      </w:tcPr>
    </w:tblStylePr>
    <w:tblStylePr w:type="band2Horz">
      <w:tblPr/>
      <w:tcPr>
        <w:tcBorders>
          <w:top w:val="single" w:sz="8" w:space="0" w:color="FA5B47" w:themeColor="accent5"/>
          <w:left w:val="single" w:sz="8" w:space="0" w:color="FA5B47" w:themeColor="accent5"/>
          <w:bottom w:val="single" w:sz="8" w:space="0" w:color="FA5B47" w:themeColor="accent5"/>
          <w:right w:val="single" w:sz="8" w:space="0" w:color="FA5B47" w:themeColor="accent5"/>
          <w:insideV w:val="single" w:sz="8" w:space="0" w:color="FA5B47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2B31C" w:themeColor="accent6"/>
        <w:left w:val="single" w:sz="8" w:space="0" w:color="F2B31C" w:themeColor="accent6"/>
        <w:bottom w:val="single" w:sz="8" w:space="0" w:color="F2B31C" w:themeColor="accent6"/>
        <w:right w:val="single" w:sz="8" w:space="0" w:color="F2B31C" w:themeColor="accent6"/>
        <w:insideH w:val="single" w:sz="8" w:space="0" w:color="F2B31C" w:themeColor="accent6"/>
        <w:insideV w:val="single" w:sz="8" w:space="0" w:color="F2B31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B31C" w:themeColor="accent6"/>
          <w:left w:val="single" w:sz="8" w:space="0" w:color="F2B31C" w:themeColor="accent6"/>
          <w:bottom w:val="single" w:sz="18" w:space="0" w:color="F2B31C" w:themeColor="accent6"/>
          <w:right w:val="single" w:sz="8" w:space="0" w:color="F2B31C" w:themeColor="accent6"/>
          <w:insideH w:val="nil"/>
          <w:insideV w:val="single" w:sz="8" w:space="0" w:color="F2B31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B31C" w:themeColor="accent6"/>
          <w:left w:val="single" w:sz="8" w:space="0" w:color="F2B31C" w:themeColor="accent6"/>
          <w:bottom w:val="single" w:sz="8" w:space="0" w:color="F2B31C" w:themeColor="accent6"/>
          <w:right w:val="single" w:sz="8" w:space="0" w:color="F2B31C" w:themeColor="accent6"/>
          <w:insideH w:val="nil"/>
          <w:insideV w:val="single" w:sz="8" w:space="0" w:color="F2B31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B31C" w:themeColor="accent6"/>
          <w:left w:val="single" w:sz="8" w:space="0" w:color="F2B31C" w:themeColor="accent6"/>
          <w:bottom w:val="single" w:sz="8" w:space="0" w:color="F2B31C" w:themeColor="accent6"/>
          <w:right w:val="single" w:sz="8" w:space="0" w:color="F2B31C" w:themeColor="accent6"/>
        </w:tcBorders>
      </w:tcPr>
    </w:tblStylePr>
    <w:tblStylePr w:type="band1Vert">
      <w:tblPr/>
      <w:tcPr>
        <w:tcBorders>
          <w:top w:val="single" w:sz="8" w:space="0" w:color="F2B31C" w:themeColor="accent6"/>
          <w:left w:val="single" w:sz="8" w:space="0" w:color="F2B31C" w:themeColor="accent6"/>
          <w:bottom w:val="single" w:sz="8" w:space="0" w:color="F2B31C" w:themeColor="accent6"/>
          <w:right w:val="single" w:sz="8" w:space="0" w:color="F2B31C" w:themeColor="accent6"/>
        </w:tcBorders>
        <w:shd w:val="clear" w:color="auto" w:fill="FBECC6" w:themeFill="accent6" w:themeFillTint="3F"/>
      </w:tcPr>
    </w:tblStylePr>
    <w:tblStylePr w:type="band1Horz">
      <w:tblPr/>
      <w:tcPr>
        <w:tcBorders>
          <w:top w:val="single" w:sz="8" w:space="0" w:color="F2B31C" w:themeColor="accent6"/>
          <w:left w:val="single" w:sz="8" w:space="0" w:color="F2B31C" w:themeColor="accent6"/>
          <w:bottom w:val="single" w:sz="8" w:space="0" w:color="F2B31C" w:themeColor="accent6"/>
          <w:right w:val="single" w:sz="8" w:space="0" w:color="F2B31C" w:themeColor="accent6"/>
          <w:insideV w:val="single" w:sz="8" w:space="0" w:color="F2B31C" w:themeColor="accent6"/>
        </w:tcBorders>
        <w:shd w:val="clear" w:color="auto" w:fill="FBECC6" w:themeFill="accent6" w:themeFillTint="3F"/>
      </w:tcPr>
    </w:tblStylePr>
    <w:tblStylePr w:type="band2Horz">
      <w:tblPr/>
      <w:tcPr>
        <w:tcBorders>
          <w:top w:val="single" w:sz="8" w:space="0" w:color="F2B31C" w:themeColor="accent6"/>
          <w:left w:val="single" w:sz="8" w:space="0" w:color="F2B31C" w:themeColor="accent6"/>
          <w:bottom w:val="single" w:sz="8" w:space="0" w:color="F2B31C" w:themeColor="accent6"/>
          <w:right w:val="single" w:sz="8" w:space="0" w:color="F2B31C" w:themeColor="accent6"/>
          <w:insideV w:val="single" w:sz="8" w:space="0" w:color="F2B31C" w:themeColor="accent6"/>
        </w:tcBorders>
      </w:tcPr>
    </w:tblStylePr>
  </w:style>
  <w:style w:type="table" w:styleId="afffd">
    <w:name w:val="Light List"/>
    <w:basedOn w:val="a4"/>
    <w:uiPriority w:val="61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7941E" w:themeColor="accent1"/>
        <w:left w:val="single" w:sz="8" w:space="0" w:color="F7941E" w:themeColor="accent1"/>
        <w:bottom w:val="single" w:sz="8" w:space="0" w:color="F7941E" w:themeColor="accent1"/>
        <w:right w:val="single" w:sz="8" w:space="0" w:color="F7941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41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41E" w:themeColor="accent1"/>
          <w:left w:val="single" w:sz="8" w:space="0" w:color="F7941E" w:themeColor="accent1"/>
          <w:bottom w:val="single" w:sz="8" w:space="0" w:color="F7941E" w:themeColor="accent1"/>
          <w:right w:val="single" w:sz="8" w:space="0" w:color="F7941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41E" w:themeColor="accent1"/>
          <w:left w:val="single" w:sz="8" w:space="0" w:color="F7941E" w:themeColor="accent1"/>
          <w:bottom w:val="single" w:sz="8" w:space="0" w:color="F7941E" w:themeColor="accent1"/>
          <w:right w:val="single" w:sz="8" w:space="0" w:color="F7941E" w:themeColor="accent1"/>
        </w:tcBorders>
      </w:tcPr>
    </w:tblStylePr>
    <w:tblStylePr w:type="band1Horz">
      <w:tblPr/>
      <w:tcPr>
        <w:tcBorders>
          <w:top w:val="single" w:sz="8" w:space="0" w:color="F7941E" w:themeColor="accent1"/>
          <w:left w:val="single" w:sz="8" w:space="0" w:color="F7941E" w:themeColor="accent1"/>
          <w:bottom w:val="single" w:sz="8" w:space="0" w:color="F7941E" w:themeColor="accent1"/>
          <w:right w:val="single" w:sz="8" w:space="0" w:color="F7941E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83B82E" w:themeColor="accent2"/>
        <w:left w:val="single" w:sz="8" w:space="0" w:color="83B82E" w:themeColor="accent2"/>
        <w:bottom w:val="single" w:sz="8" w:space="0" w:color="83B82E" w:themeColor="accent2"/>
        <w:right w:val="single" w:sz="8" w:space="0" w:color="83B82E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3B82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3B82E" w:themeColor="accent2"/>
          <w:left w:val="single" w:sz="8" w:space="0" w:color="83B82E" w:themeColor="accent2"/>
          <w:bottom w:val="single" w:sz="8" w:space="0" w:color="83B82E" w:themeColor="accent2"/>
          <w:right w:val="single" w:sz="8" w:space="0" w:color="83B82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3B82E" w:themeColor="accent2"/>
          <w:left w:val="single" w:sz="8" w:space="0" w:color="83B82E" w:themeColor="accent2"/>
          <w:bottom w:val="single" w:sz="8" w:space="0" w:color="83B82E" w:themeColor="accent2"/>
          <w:right w:val="single" w:sz="8" w:space="0" w:color="83B82E" w:themeColor="accent2"/>
        </w:tcBorders>
      </w:tcPr>
    </w:tblStylePr>
    <w:tblStylePr w:type="band1Horz">
      <w:tblPr/>
      <w:tcPr>
        <w:tcBorders>
          <w:top w:val="single" w:sz="8" w:space="0" w:color="83B82E" w:themeColor="accent2"/>
          <w:left w:val="single" w:sz="8" w:space="0" w:color="83B82E" w:themeColor="accent2"/>
          <w:bottom w:val="single" w:sz="8" w:space="0" w:color="83B82E" w:themeColor="accent2"/>
          <w:right w:val="single" w:sz="8" w:space="0" w:color="83B82E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9A3797" w:themeColor="accent3"/>
        <w:left w:val="single" w:sz="8" w:space="0" w:color="9A3797" w:themeColor="accent3"/>
        <w:bottom w:val="single" w:sz="8" w:space="0" w:color="9A3797" w:themeColor="accent3"/>
        <w:right w:val="single" w:sz="8" w:space="0" w:color="9A379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379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3797" w:themeColor="accent3"/>
          <w:left w:val="single" w:sz="8" w:space="0" w:color="9A3797" w:themeColor="accent3"/>
          <w:bottom w:val="single" w:sz="8" w:space="0" w:color="9A3797" w:themeColor="accent3"/>
          <w:right w:val="single" w:sz="8" w:space="0" w:color="9A379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3797" w:themeColor="accent3"/>
          <w:left w:val="single" w:sz="8" w:space="0" w:color="9A3797" w:themeColor="accent3"/>
          <w:bottom w:val="single" w:sz="8" w:space="0" w:color="9A3797" w:themeColor="accent3"/>
          <w:right w:val="single" w:sz="8" w:space="0" w:color="9A3797" w:themeColor="accent3"/>
        </w:tcBorders>
      </w:tcPr>
    </w:tblStylePr>
    <w:tblStylePr w:type="band1Horz">
      <w:tblPr/>
      <w:tcPr>
        <w:tcBorders>
          <w:top w:val="single" w:sz="8" w:space="0" w:color="9A3797" w:themeColor="accent3"/>
          <w:left w:val="single" w:sz="8" w:space="0" w:color="9A3797" w:themeColor="accent3"/>
          <w:bottom w:val="single" w:sz="8" w:space="0" w:color="9A3797" w:themeColor="accent3"/>
          <w:right w:val="single" w:sz="8" w:space="0" w:color="9A3797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2CADBD" w:themeColor="accent4"/>
        <w:left w:val="single" w:sz="8" w:space="0" w:color="2CADBD" w:themeColor="accent4"/>
        <w:bottom w:val="single" w:sz="8" w:space="0" w:color="2CADBD" w:themeColor="accent4"/>
        <w:right w:val="single" w:sz="8" w:space="0" w:color="2CADB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ADB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ADBD" w:themeColor="accent4"/>
          <w:left w:val="single" w:sz="8" w:space="0" w:color="2CADBD" w:themeColor="accent4"/>
          <w:bottom w:val="single" w:sz="8" w:space="0" w:color="2CADBD" w:themeColor="accent4"/>
          <w:right w:val="single" w:sz="8" w:space="0" w:color="2CADB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ADBD" w:themeColor="accent4"/>
          <w:left w:val="single" w:sz="8" w:space="0" w:color="2CADBD" w:themeColor="accent4"/>
          <w:bottom w:val="single" w:sz="8" w:space="0" w:color="2CADBD" w:themeColor="accent4"/>
          <w:right w:val="single" w:sz="8" w:space="0" w:color="2CADBD" w:themeColor="accent4"/>
        </w:tcBorders>
      </w:tcPr>
    </w:tblStylePr>
    <w:tblStylePr w:type="band1Horz">
      <w:tblPr/>
      <w:tcPr>
        <w:tcBorders>
          <w:top w:val="single" w:sz="8" w:space="0" w:color="2CADBD" w:themeColor="accent4"/>
          <w:left w:val="single" w:sz="8" w:space="0" w:color="2CADBD" w:themeColor="accent4"/>
          <w:bottom w:val="single" w:sz="8" w:space="0" w:color="2CADBD" w:themeColor="accent4"/>
          <w:right w:val="single" w:sz="8" w:space="0" w:color="2CADBD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A5B47" w:themeColor="accent5"/>
        <w:left w:val="single" w:sz="8" w:space="0" w:color="FA5B47" w:themeColor="accent5"/>
        <w:bottom w:val="single" w:sz="8" w:space="0" w:color="FA5B47" w:themeColor="accent5"/>
        <w:right w:val="single" w:sz="8" w:space="0" w:color="FA5B47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5B4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5B47" w:themeColor="accent5"/>
          <w:left w:val="single" w:sz="8" w:space="0" w:color="FA5B47" w:themeColor="accent5"/>
          <w:bottom w:val="single" w:sz="8" w:space="0" w:color="FA5B47" w:themeColor="accent5"/>
          <w:right w:val="single" w:sz="8" w:space="0" w:color="FA5B4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5B47" w:themeColor="accent5"/>
          <w:left w:val="single" w:sz="8" w:space="0" w:color="FA5B47" w:themeColor="accent5"/>
          <w:bottom w:val="single" w:sz="8" w:space="0" w:color="FA5B47" w:themeColor="accent5"/>
          <w:right w:val="single" w:sz="8" w:space="0" w:color="FA5B47" w:themeColor="accent5"/>
        </w:tcBorders>
      </w:tcPr>
    </w:tblStylePr>
    <w:tblStylePr w:type="band1Horz">
      <w:tblPr/>
      <w:tcPr>
        <w:tcBorders>
          <w:top w:val="single" w:sz="8" w:space="0" w:color="FA5B47" w:themeColor="accent5"/>
          <w:left w:val="single" w:sz="8" w:space="0" w:color="FA5B47" w:themeColor="accent5"/>
          <w:bottom w:val="single" w:sz="8" w:space="0" w:color="FA5B47" w:themeColor="accent5"/>
          <w:right w:val="single" w:sz="8" w:space="0" w:color="FA5B47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2B31C" w:themeColor="accent6"/>
        <w:left w:val="single" w:sz="8" w:space="0" w:color="F2B31C" w:themeColor="accent6"/>
        <w:bottom w:val="single" w:sz="8" w:space="0" w:color="F2B31C" w:themeColor="accent6"/>
        <w:right w:val="single" w:sz="8" w:space="0" w:color="F2B31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B31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31C" w:themeColor="accent6"/>
          <w:left w:val="single" w:sz="8" w:space="0" w:color="F2B31C" w:themeColor="accent6"/>
          <w:bottom w:val="single" w:sz="8" w:space="0" w:color="F2B31C" w:themeColor="accent6"/>
          <w:right w:val="single" w:sz="8" w:space="0" w:color="F2B31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B31C" w:themeColor="accent6"/>
          <w:left w:val="single" w:sz="8" w:space="0" w:color="F2B31C" w:themeColor="accent6"/>
          <w:bottom w:val="single" w:sz="8" w:space="0" w:color="F2B31C" w:themeColor="accent6"/>
          <w:right w:val="single" w:sz="8" w:space="0" w:color="F2B31C" w:themeColor="accent6"/>
        </w:tcBorders>
      </w:tcPr>
    </w:tblStylePr>
    <w:tblStylePr w:type="band1Horz">
      <w:tblPr/>
      <w:tcPr>
        <w:tcBorders>
          <w:top w:val="single" w:sz="8" w:space="0" w:color="F2B31C" w:themeColor="accent6"/>
          <w:left w:val="single" w:sz="8" w:space="0" w:color="F2B31C" w:themeColor="accent6"/>
          <w:bottom w:val="single" w:sz="8" w:space="0" w:color="F2B31C" w:themeColor="accent6"/>
          <w:right w:val="single" w:sz="8" w:space="0" w:color="F2B31C" w:themeColor="accent6"/>
        </w:tcBorders>
      </w:tcPr>
    </w:tblStylePr>
  </w:style>
  <w:style w:type="table" w:styleId="afffe">
    <w:name w:val="Light Shading"/>
    <w:basedOn w:val="a4"/>
    <w:uiPriority w:val="60"/>
    <w:semiHidden/>
    <w:unhideWhenUsed/>
    <w:rsid w:val="00EC62C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EC62CF"/>
    <w:pPr>
      <w:spacing w:after="0" w:line="240" w:lineRule="auto"/>
    </w:pPr>
    <w:rPr>
      <w:color w:val="C86F07" w:themeColor="accent1" w:themeShade="BF"/>
    </w:rPr>
    <w:tblPr>
      <w:tblStyleRowBandSize w:val="1"/>
      <w:tblStyleColBandSize w:val="1"/>
      <w:tblBorders>
        <w:top w:val="single" w:sz="8" w:space="0" w:color="F7941E" w:themeColor="accent1"/>
        <w:bottom w:val="single" w:sz="8" w:space="0" w:color="F7941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41E" w:themeColor="accent1"/>
          <w:left w:val="nil"/>
          <w:bottom w:val="single" w:sz="8" w:space="0" w:color="F7941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41E" w:themeColor="accent1"/>
          <w:left w:val="nil"/>
          <w:bottom w:val="single" w:sz="8" w:space="0" w:color="F7941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EC62CF"/>
    <w:pPr>
      <w:spacing w:after="0" w:line="240" w:lineRule="auto"/>
    </w:pPr>
    <w:rPr>
      <w:color w:val="618922" w:themeColor="accent2" w:themeShade="BF"/>
    </w:rPr>
    <w:tblPr>
      <w:tblStyleRowBandSize w:val="1"/>
      <w:tblStyleColBandSize w:val="1"/>
      <w:tblBorders>
        <w:top w:val="single" w:sz="8" w:space="0" w:color="83B82E" w:themeColor="accent2"/>
        <w:bottom w:val="single" w:sz="8" w:space="0" w:color="83B82E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3B82E" w:themeColor="accent2"/>
          <w:left w:val="nil"/>
          <w:bottom w:val="single" w:sz="8" w:space="0" w:color="83B82E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3B82E" w:themeColor="accent2"/>
          <w:left w:val="nil"/>
          <w:bottom w:val="single" w:sz="8" w:space="0" w:color="83B82E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1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F1C7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EC62CF"/>
    <w:pPr>
      <w:spacing w:after="0" w:line="240" w:lineRule="auto"/>
    </w:pPr>
    <w:rPr>
      <w:color w:val="732970" w:themeColor="accent3" w:themeShade="BF"/>
    </w:rPr>
    <w:tblPr>
      <w:tblStyleRowBandSize w:val="1"/>
      <w:tblStyleColBandSize w:val="1"/>
      <w:tblBorders>
        <w:top w:val="single" w:sz="8" w:space="0" w:color="9A3797" w:themeColor="accent3"/>
        <w:bottom w:val="single" w:sz="8" w:space="0" w:color="9A379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3797" w:themeColor="accent3"/>
          <w:left w:val="nil"/>
          <w:bottom w:val="single" w:sz="8" w:space="0" w:color="9A379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3797" w:themeColor="accent3"/>
          <w:left w:val="nil"/>
          <w:bottom w:val="single" w:sz="8" w:space="0" w:color="9A379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C8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C8EA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EC62CF"/>
    <w:pPr>
      <w:spacing w:after="0" w:line="240" w:lineRule="auto"/>
    </w:pPr>
    <w:rPr>
      <w:color w:val="21818D" w:themeColor="accent4" w:themeShade="BF"/>
    </w:rPr>
    <w:tblPr>
      <w:tblStyleRowBandSize w:val="1"/>
      <w:tblStyleColBandSize w:val="1"/>
      <w:tblBorders>
        <w:top w:val="single" w:sz="8" w:space="0" w:color="2CADBD" w:themeColor="accent4"/>
        <w:bottom w:val="single" w:sz="8" w:space="0" w:color="2CADB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ADBD" w:themeColor="accent4"/>
          <w:left w:val="nil"/>
          <w:bottom w:val="single" w:sz="8" w:space="0" w:color="2CADB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ADBD" w:themeColor="accent4"/>
          <w:left w:val="nil"/>
          <w:bottom w:val="single" w:sz="8" w:space="0" w:color="2CADB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DF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DF2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EC62CF"/>
    <w:pPr>
      <w:spacing w:after="0" w:line="240" w:lineRule="auto"/>
    </w:pPr>
    <w:rPr>
      <w:color w:val="E91F06" w:themeColor="accent5" w:themeShade="BF"/>
    </w:rPr>
    <w:tblPr>
      <w:tblStyleRowBandSize w:val="1"/>
      <w:tblStyleColBandSize w:val="1"/>
      <w:tblBorders>
        <w:top w:val="single" w:sz="8" w:space="0" w:color="FA5B47" w:themeColor="accent5"/>
        <w:bottom w:val="single" w:sz="8" w:space="0" w:color="FA5B47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5B47" w:themeColor="accent5"/>
          <w:left w:val="nil"/>
          <w:bottom w:val="single" w:sz="8" w:space="0" w:color="FA5B4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5B47" w:themeColor="accent5"/>
          <w:left w:val="nil"/>
          <w:bottom w:val="single" w:sz="8" w:space="0" w:color="FA5B4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6D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D6D1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EC62CF"/>
    <w:pPr>
      <w:spacing w:after="0" w:line="240" w:lineRule="auto"/>
    </w:pPr>
    <w:rPr>
      <w:color w:val="BF890B" w:themeColor="accent6" w:themeShade="BF"/>
    </w:rPr>
    <w:tblPr>
      <w:tblStyleRowBandSize w:val="1"/>
      <w:tblStyleColBandSize w:val="1"/>
      <w:tblBorders>
        <w:top w:val="single" w:sz="8" w:space="0" w:color="F2B31C" w:themeColor="accent6"/>
        <w:bottom w:val="single" w:sz="8" w:space="0" w:color="F2B31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B31C" w:themeColor="accent6"/>
          <w:left w:val="nil"/>
          <w:bottom w:val="single" w:sz="8" w:space="0" w:color="F2B31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B31C" w:themeColor="accent6"/>
          <w:left w:val="nil"/>
          <w:bottom w:val="single" w:sz="8" w:space="0" w:color="F2B31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CC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CC6" w:themeFill="accent6" w:themeFillTint="3F"/>
      </w:tcPr>
    </w:tblStylePr>
  </w:style>
  <w:style w:type="character" w:styleId="affff">
    <w:name w:val="line number"/>
    <w:basedOn w:val="a3"/>
    <w:uiPriority w:val="99"/>
    <w:semiHidden/>
    <w:unhideWhenUsed/>
    <w:rsid w:val="00EC62CF"/>
    <w:rPr>
      <w:rFonts w:ascii="Microsoft JhengHei UI" w:eastAsia="Microsoft JhengHei UI" w:hAnsi="Microsoft JhengHei UI"/>
    </w:rPr>
  </w:style>
  <w:style w:type="paragraph" w:styleId="affff0">
    <w:name w:val="List"/>
    <w:basedOn w:val="a2"/>
    <w:uiPriority w:val="99"/>
    <w:semiHidden/>
    <w:unhideWhenUsed/>
    <w:rsid w:val="00EC62CF"/>
    <w:pPr>
      <w:ind w:left="283" w:hanging="283"/>
      <w:contextualSpacing/>
    </w:pPr>
  </w:style>
  <w:style w:type="paragraph" w:styleId="2a">
    <w:name w:val="List 2"/>
    <w:basedOn w:val="a2"/>
    <w:uiPriority w:val="99"/>
    <w:semiHidden/>
    <w:unhideWhenUsed/>
    <w:rsid w:val="00EC62CF"/>
    <w:pPr>
      <w:ind w:left="566" w:hanging="283"/>
      <w:contextualSpacing/>
    </w:pPr>
  </w:style>
  <w:style w:type="paragraph" w:styleId="38">
    <w:name w:val="List 3"/>
    <w:basedOn w:val="a2"/>
    <w:uiPriority w:val="99"/>
    <w:semiHidden/>
    <w:unhideWhenUsed/>
    <w:rsid w:val="00EC62CF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EC62CF"/>
    <w:pPr>
      <w:ind w:left="1132" w:hanging="283"/>
      <w:contextualSpacing/>
    </w:pPr>
  </w:style>
  <w:style w:type="paragraph" w:styleId="54">
    <w:name w:val="List 5"/>
    <w:basedOn w:val="a2"/>
    <w:uiPriority w:val="99"/>
    <w:semiHidden/>
    <w:unhideWhenUsed/>
    <w:rsid w:val="00EC62CF"/>
    <w:pPr>
      <w:ind w:left="1415" w:hanging="283"/>
      <w:contextualSpacing/>
    </w:pPr>
  </w:style>
  <w:style w:type="paragraph" w:styleId="a0">
    <w:name w:val="List Bullet"/>
    <w:basedOn w:val="a2"/>
    <w:uiPriority w:val="99"/>
    <w:semiHidden/>
    <w:unhideWhenUsed/>
    <w:rsid w:val="00EC62CF"/>
    <w:pPr>
      <w:numPr>
        <w:numId w:val="1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C62CF"/>
    <w:pPr>
      <w:numPr>
        <w:numId w:val="2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C62CF"/>
    <w:pPr>
      <w:numPr>
        <w:numId w:val="3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C62CF"/>
    <w:pPr>
      <w:numPr>
        <w:numId w:val="4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C62CF"/>
    <w:pPr>
      <w:numPr>
        <w:numId w:val="5"/>
      </w:numPr>
      <w:contextualSpacing/>
    </w:pPr>
  </w:style>
  <w:style w:type="paragraph" w:styleId="affff1">
    <w:name w:val="List Continue"/>
    <w:basedOn w:val="a2"/>
    <w:uiPriority w:val="99"/>
    <w:semiHidden/>
    <w:unhideWhenUsed/>
    <w:rsid w:val="00EC62CF"/>
    <w:pPr>
      <w:spacing w:after="120"/>
      <w:ind w:left="283"/>
      <w:contextualSpacing/>
    </w:pPr>
  </w:style>
  <w:style w:type="paragraph" w:styleId="2b">
    <w:name w:val="List Continue 2"/>
    <w:basedOn w:val="a2"/>
    <w:uiPriority w:val="99"/>
    <w:semiHidden/>
    <w:unhideWhenUsed/>
    <w:rsid w:val="00EC62CF"/>
    <w:pPr>
      <w:spacing w:after="120"/>
      <w:ind w:left="566"/>
      <w:contextualSpacing/>
    </w:pPr>
  </w:style>
  <w:style w:type="paragraph" w:styleId="39">
    <w:name w:val="List Continue 3"/>
    <w:basedOn w:val="a2"/>
    <w:uiPriority w:val="99"/>
    <w:semiHidden/>
    <w:unhideWhenUsed/>
    <w:rsid w:val="00EC62C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C62CF"/>
    <w:pPr>
      <w:spacing w:after="120"/>
      <w:ind w:left="1132"/>
      <w:contextualSpacing/>
    </w:pPr>
  </w:style>
  <w:style w:type="paragraph" w:styleId="55">
    <w:name w:val="List Continue 5"/>
    <w:basedOn w:val="a2"/>
    <w:uiPriority w:val="99"/>
    <w:semiHidden/>
    <w:unhideWhenUsed/>
    <w:rsid w:val="00EC62CF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unhideWhenUsed/>
    <w:rsid w:val="00EC62CF"/>
    <w:pPr>
      <w:numPr>
        <w:numId w:val="6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C62CF"/>
    <w:pPr>
      <w:numPr>
        <w:numId w:val="7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C62CF"/>
    <w:pPr>
      <w:numPr>
        <w:numId w:val="8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C62CF"/>
    <w:pPr>
      <w:numPr>
        <w:numId w:val="9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C62CF"/>
    <w:pPr>
      <w:numPr>
        <w:numId w:val="10"/>
      </w:numPr>
      <w:contextualSpacing/>
    </w:pPr>
  </w:style>
  <w:style w:type="paragraph" w:styleId="affff2">
    <w:name w:val="List Paragraph"/>
    <w:basedOn w:val="a2"/>
    <w:uiPriority w:val="34"/>
    <w:semiHidden/>
    <w:unhideWhenUsed/>
    <w:qFormat/>
    <w:rsid w:val="00EC62CF"/>
    <w:pPr>
      <w:ind w:left="720"/>
      <w:contextualSpacing/>
    </w:pPr>
  </w:style>
  <w:style w:type="table" w:customStyle="1" w:styleId="ListTable1Light1">
    <w:name w:val="List Table 1 Light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-Accent11">
    <w:name w:val="List Table 1 Light - Accent 1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E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E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customStyle="1" w:styleId="ListTable1Light-Accent21">
    <w:name w:val="List Table 1 Light - Accent 2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6DD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6DD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customStyle="1" w:styleId="ListTable1Light-Accent31">
    <w:name w:val="List Table 1 Light - Accent 3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F79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F79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customStyle="1" w:styleId="ListTable1Light-Accent41">
    <w:name w:val="List Table 1 Light - Accent 4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D3D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D3D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customStyle="1" w:styleId="ListTable1Light-Accent51">
    <w:name w:val="List Table 1 Light - Accent 5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9C9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9C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customStyle="1" w:styleId="ListTable1Light-Accent61">
    <w:name w:val="List Table 1 Light - Accent 6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D0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D0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customStyle="1" w:styleId="ListTable21">
    <w:name w:val="List Table 2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BE77" w:themeColor="accent1" w:themeTint="99"/>
        <w:bottom w:val="single" w:sz="4" w:space="0" w:color="FABE77" w:themeColor="accent1" w:themeTint="99"/>
        <w:insideH w:val="single" w:sz="4" w:space="0" w:color="FABE7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customStyle="1" w:styleId="ListTable2-Accent21">
    <w:name w:val="List Table 2 - Accent 2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6DD78" w:themeColor="accent2" w:themeTint="99"/>
        <w:bottom w:val="single" w:sz="4" w:space="0" w:color="B6DD78" w:themeColor="accent2" w:themeTint="99"/>
        <w:insideH w:val="single" w:sz="4" w:space="0" w:color="B6DD7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customStyle="1" w:styleId="ListTable2-Accent31">
    <w:name w:val="List Table 2 - Accent 3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F79CC" w:themeColor="accent3" w:themeTint="99"/>
        <w:bottom w:val="single" w:sz="4" w:space="0" w:color="CF79CC" w:themeColor="accent3" w:themeTint="99"/>
        <w:insideH w:val="single" w:sz="4" w:space="0" w:color="CF79C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customStyle="1" w:styleId="ListTable2-Accent41">
    <w:name w:val="List Table 2 - Accent 4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8D3DF" w:themeColor="accent4" w:themeTint="99"/>
        <w:bottom w:val="single" w:sz="4" w:space="0" w:color="78D3DF" w:themeColor="accent4" w:themeTint="99"/>
        <w:insideH w:val="single" w:sz="4" w:space="0" w:color="78D3D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customStyle="1" w:styleId="ListTable2-Accent51">
    <w:name w:val="List Table 2 - Accent 5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C9C90" w:themeColor="accent5" w:themeTint="99"/>
        <w:bottom w:val="single" w:sz="4" w:space="0" w:color="FC9C90" w:themeColor="accent5" w:themeTint="99"/>
        <w:insideH w:val="single" w:sz="4" w:space="0" w:color="FC9C9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customStyle="1" w:styleId="ListTable2-Accent61">
    <w:name w:val="List Table 2 - Accent 6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D076" w:themeColor="accent6" w:themeTint="99"/>
        <w:bottom w:val="single" w:sz="4" w:space="0" w:color="F7D076" w:themeColor="accent6" w:themeTint="99"/>
        <w:insideH w:val="single" w:sz="4" w:space="0" w:color="F7D07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customStyle="1" w:styleId="ListTable31">
    <w:name w:val="List Table 3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-Accent11">
    <w:name w:val="List Table 3 - Accent 1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941E" w:themeColor="accent1"/>
        <w:left w:val="single" w:sz="4" w:space="0" w:color="F7941E" w:themeColor="accent1"/>
        <w:bottom w:val="single" w:sz="4" w:space="0" w:color="F7941E" w:themeColor="accent1"/>
        <w:right w:val="single" w:sz="4" w:space="0" w:color="F7941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41E" w:themeFill="accent1"/>
      </w:tcPr>
    </w:tblStylePr>
    <w:tblStylePr w:type="lastRow">
      <w:rPr>
        <w:b/>
        <w:bCs/>
      </w:rPr>
      <w:tblPr/>
      <w:tcPr>
        <w:tcBorders>
          <w:top w:val="double" w:sz="4" w:space="0" w:color="F7941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41E" w:themeColor="accent1"/>
          <w:right w:val="single" w:sz="4" w:space="0" w:color="F7941E" w:themeColor="accent1"/>
        </w:tcBorders>
      </w:tcPr>
    </w:tblStylePr>
    <w:tblStylePr w:type="band1Horz">
      <w:tblPr/>
      <w:tcPr>
        <w:tcBorders>
          <w:top w:val="single" w:sz="4" w:space="0" w:color="F7941E" w:themeColor="accent1"/>
          <w:bottom w:val="single" w:sz="4" w:space="0" w:color="F7941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41E" w:themeColor="accent1"/>
          <w:left w:val="nil"/>
        </w:tcBorders>
      </w:tcPr>
    </w:tblStylePr>
    <w:tblStylePr w:type="swCell">
      <w:tblPr/>
      <w:tcPr>
        <w:tcBorders>
          <w:top w:val="double" w:sz="4" w:space="0" w:color="F7941E" w:themeColor="accent1"/>
          <w:right w:val="nil"/>
        </w:tcBorders>
      </w:tcPr>
    </w:tblStylePr>
  </w:style>
  <w:style w:type="table" w:customStyle="1" w:styleId="ListTable3-Accent21">
    <w:name w:val="List Table 3 - Accent 2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83B82E" w:themeColor="accent2"/>
        <w:left w:val="single" w:sz="4" w:space="0" w:color="83B82E" w:themeColor="accent2"/>
        <w:bottom w:val="single" w:sz="4" w:space="0" w:color="83B82E" w:themeColor="accent2"/>
        <w:right w:val="single" w:sz="4" w:space="0" w:color="83B82E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3B82E" w:themeFill="accent2"/>
      </w:tcPr>
    </w:tblStylePr>
    <w:tblStylePr w:type="lastRow">
      <w:rPr>
        <w:b/>
        <w:bCs/>
      </w:rPr>
      <w:tblPr/>
      <w:tcPr>
        <w:tcBorders>
          <w:top w:val="double" w:sz="4" w:space="0" w:color="83B82E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3B82E" w:themeColor="accent2"/>
          <w:right w:val="single" w:sz="4" w:space="0" w:color="83B82E" w:themeColor="accent2"/>
        </w:tcBorders>
      </w:tcPr>
    </w:tblStylePr>
    <w:tblStylePr w:type="band1Horz">
      <w:tblPr/>
      <w:tcPr>
        <w:tcBorders>
          <w:top w:val="single" w:sz="4" w:space="0" w:color="83B82E" w:themeColor="accent2"/>
          <w:bottom w:val="single" w:sz="4" w:space="0" w:color="83B82E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3B82E" w:themeColor="accent2"/>
          <w:left w:val="nil"/>
        </w:tcBorders>
      </w:tcPr>
    </w:tblStylePr>
    <w:tblStylePr w:type="swCell">
      <w:tblPr/>
      <w:tcPr>
        <w:tcBorders>
          <w:top w:val="double" w:sz="4" w:space="0" w:color="83B82E" w:themeColor="accent2"/>
          <w:right w:val="nil"/>
        </w:tcBorders>
      </w:tcPr>
    </w:tblStylePr>
  </w:style>
  <w:style w:type="table" w:customStyle="1" w:styleId="ListTable3-Accent31">
    <w:name w:val="List Table 3 - Accent 3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9A3797" w:themeColor="accent3"/>
        <w:left w:val="single" w:sz="4" w:space="0" w:color="9A3797" w:themeColor="accent3"/>
        <w:bottom w:val="single" w:sz="4" w:space="0" w:color="9A3797" w:themeColor="accent3"/>
        <w:right w:val="single" w:sz="4" w:space="0" w:color="9A379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A3797" w:themeFill="accent3"/>
      </w:tcPr>
    </w:tblStylePr>
    <w:tblStylePr w:type="lastRow">
      <w:rPr>
        <w:b/>
        <w:bCs/>
      </w:rPr>
      <w:tblPr/>
      <w:tcPr>
        <w:tcBorders>
          <w:top w:val="double" w:sz="4" w:space="0" w:color="9A379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A3797" w:themeColor="accent3"/>
          <w:right w:val="single" w:sz="4" w:space="0" w:color="9A3797" w:themeColor="accent3"/>
        </w:tcBorders>
      </w:tcPr>
    </w:tblStylePr>
    <w:tblStylePr w:type="band1Horz">
      <w:tblPr/>
      <w:tcPr>
        <w:tcBorders>
          <w:top w:val="single" w:sz="4" w:space="0" w:color="9A3797" w:themeColor="accent3"/>
          <w:bottom w:val="single" w:sz="4" w:space="0" w:color="9A379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A3797" w:themeColor="accent3"/>
          <w:left w:val="nil"/>
        </w:tcBorders>
      </w:tcPr>
    </w:tblStylePr>
    <w:tblStylePr w:type="swCell">
      <w:tblPr/>
      <w:tcPr>
        <w:tcBorders>
          <w:top w:val="double" w:sz="4" w:space="0" w:color="9A3797" w:themeColor="accent3"/>
          <w:right w:val="nil"/>
        </w:tcBorders>
      </w:tcPr>
    </w:tblStylePr>
  </w:style>
  <w:style w:type="table" w:customStyle="1" w:styleId="ListTable3-Accent41">
    <w:name w:val="List Table 3 - Accent 4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2CADBD" w:themeColor="accent4"/>
        <w:left w:val="single" w:sz="4" w:space="0" w:color="2CADBD" w:themeColor="accent4"/>
        <w:bottom w:val="single" w:sz="4" w:space="0" w:color="2CADBD" w:themeColor="accent4"/>
        <w:right w:val="single" w:sz="4" w:space="0" w:color="2CADB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ADBD" w:themeFill="accent4"/>
      </w:tcPr>
    </w:tblStylePr>
    <w:tblStylePr w:type="lastRow">
      <w:rPr>
        <w:b/>
        <w:bCs/>
      </w:rPr>
      <w:tblPr/>
      <w:tcPr>
        <w:tcBorders>
          <w:top w:val="double" w:sz="4" w:space="0" w:color="2CADB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ADBD" w:themeColor="accent4"/>
          <w:right w:val="single" w:sz="4" w:space="0" w:color="2CADBD" w:themeColor="accent4"/>
        </w:tcBorders>
      </w:tcPr>
    </w:tblStylePr>
    <w:tblStylePr w:type="band1Horz">
      <w:tblPr/>
      <w:tcPr>
        <w:tcBorders>
          <w:top w:val="single" w:sz="4" w:space="0" w:color="2CADBD" w:themeColor="accent4"/>
          <w:bottom w:val="single" w:sz="4" w:space="0" w:color="2CADB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ADBD" w:themeColor="accent4"/>
          <w:left w:val="nil"/>
        </w:tcBorders>
      </w:tcPr>
    </w:tblStylePr>
    <w:tblStylePr w:type="swCell">
      <w:tblPr/>
      <w:tcPr>
        <w:tcBorders>
          <w:top w:val="double" w:sz="4" w:space="0" w:color="2CADBD" w:themeColor="accent4"/>
          <w:right w:val="nil"/>
        </w:tcBorders>
      </w:tcPr>
    </w:tblStylePr>
  </w:style>
  <w:style w:type="table" w:customStyle="1" w:styleId="ListTable3-Accent51">
    <w:name w:val="List Table 3 - Accent 5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5B47" w:themeColor="accent5"/>
        <w:left w:val="single" w:sz="4" w:space="0" w:color="FA5B47" w:themeColor="accent5"/>
        <w:bottom w:val="single" w:sz="4" w:space="0" w:color="FA5B47" w:themeColor="accent5"/>
        <w:right w:val="single" w:sz="4" w:space="0" w:color="FA5B4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A5B47" w:themeFill="accent5"/>
      </w:tcPr>
    </w:tblStylePr>
    <w:tblStylePr w:type="lastRow">
      <w:rPr>
        <w:b/>
        <w:bCs/>
      </w:rPr>
      <w:tblPr/>
      <w:tcPr>
        <w:tcBorders>
          <w:top w:val="double" w:sz="4" w:space="0" w:color="FA5B4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A5B47" w:themeColor="accent5"/>
          <w:right w:val="single" w:sz="4" w:space="0" w:color="FA5B47" w:themeColor="accent5"/>
        </w:tcBorders>
      </w:tcPr>
    </w:tblStylePr>
    <w:tblStylePr w:type="band1Horz">
      <w:tblPr/>
      <w:tcPr>
        <w:tcBorders>
          <w:top w:val="single" w:sz="4" w:space="0" w:color="FA5B47" w:themeColor="accent5"/>
          <w:bottom w:val="single" w:sz="4" w:space="0" w:color="FA5B4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A5B47" w:themeColor="accent5"/>
          <w:left w:val="nil"/>
        </w:tcBorders>
      </w:tcPr>
    </w:tblStylePr>
    <w:tblStylePr w:type="swCell">
      <w:tblPr/>
      <w:tcPr>
        <w:tcBorders>
          <w:top w:val="double" w:sz="4" w:space="0" w:color="FA5B47" w:themeColor="accent5"/>
          <w:right w:val="nil"/>
        </w:tcBorders>
      </w:tcPr>
    </w:tblStylePr>
  </w:style>
  <w:style w:type="table" w:customStyle="1" w:styleId="ListTable3-Accent61">
    <w:name w:val="List Table 3 - Accent 6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2B31C" w:themeColor="accent6"/>
        <w:left w:val="single" w:sz="4" w:space="0" w:color="F2B31C" w:themeColor="accent6"/>
        <w:bottom w:val="single" w:sz="4" w:space="0" w:color="F2B31C" w:themeColor="accent6"/>
        <w:right w:val="single" w:sz="4" w:space="0" w:color="F2B31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B31C" w:themeFill="accent6"/>
      </w:tcPr>
    </w:tblStylePr>
    <w:tblStylePr w:type="lastRow">
      <w:rPr>
        <w:b/>
        <w:bCs/>
      </w:rPr>
      <w:tblPr/>
      <w:tcPr>
        <w:tcBorders>
          <w:top w:val="double" w:sz="4" w:space="0" w:color="F2B31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B31C" w:themeColor="accent6"/>
          <w:right w:val="single" w:sz="4" w:space="0" w:color="F2B31C" w:themeColor="accent6"/>
        </w:tcBorders>
      </w:tcPr>
    </w:tblStylePr>
    <w:tblStylePr w:type="band1Horz">
      <w:tblPr/>
      <w:tcPr>
        <w:tcBorders>
          <w:top w:val="single" w:sz="4" w:space="0" w:color="F2B31C" w:themeColor="accent6"/>
          <w:bottom w:val="single" w:sz="4" w:space="0" w:color="F2B31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B31C" w:themeColor="accent6"/>
          <w:left w:val="nil"/>
        </w:tcBorders>
      </w:tcPr>
    </w:tblStylePr>
    <w:tblStylePr w:type="swCell">
      <w:tblPr/>
      <w:tcPr>
        <w:tcBorders>
          <w:top w:val="double" w:sz="4" w:space="0" w:color="F2B31C" w:themeColor="accent6"/>
          <w:right w:val="nil"/>
        </w:tcBorders>
      </w:tcPr>
    </w:tblStylePr>
  </w:style>
  <w:style w:type="table" w:customStyle="1" w:styleId="ListTable41">
    <w:name w:val="List Table 4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-Accent11">
    <w:name w:val="List Table 4 - Accent 1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E" w:themeColor="accent1"/>
          <w:left w:val="single" w:sz="4" w:space="0" w:color="F7941E" w:themeColor="accent1"/>
          <w:bottom w:val="single" w:sz="4" w:space="0" w:color="F7941E" w:themeColor="accent1"/>
          <w:right w:val="single" w:sz="4" w:space="0" w:color="F7941E" w:themeColor="accent1"/>
          <w:insideH w:val="nil"/>
        </w:tcBorders>
        <w:shd w:val="clear" w:color="auto" w:fill="F7941E" w:themeFill="accent1"/>
      </w:tcPr>
    </w:tblStylePr>
    <w:tblStylePr w:type="lastRow">
      <w:rPr>
        <w:b/>
        <w:bCs/>
      </w:rPr>
      <w:tblPr/>
      <w:tcPr>
        <w:tcBorders>
          <w:top w:val="double" w:sz="4" w:space="0" w:color="FABE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customStyle="1" w:styleId="ListTable4-Accent21">
    <w:name w:val="List Table 4 - Accent 2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3B82E" w:themeColor="accent2"/>
          <w:left w:val="single" w:sz="4" w:space="0" w:color="83B82E" w:themeColor="accent2"/>
          <w:bottom w:val="single" w:sz="4" w:space="0" w:color="83B82E" w:themeColor="accent2"/>
          <w:right w:val="single" w:sz="4" w:space="0" w:color="83B82E" w:themeColor="accent2"/>
          <w:insideH w:val="nil"/>
        </w:tcBorders>
        <w:shd w:val="clear" w:color="auto" w:fill="83B82E" w:themeFill="accent2"/>
      </w:tcPr>
    </w:tblStylePr>
    <w:tblStylePr w:type="lastRow">
      <w:rPr>
        <w:b/>
        <w:bCs/>
      </w:rPr>
      <w:tblPr/>
      <w:tcPr>
        <w:tcBorders>
          <w:top w:val="double" w:sz="4" w:space="0" w:color="B6DD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customStyle="1" w:styleId="ListTable4-Accent31">
    <w:name w:val="List Table 4 - Accent 3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3797" w:themeColor="accent3"/>
          <w:left w:val="single" w:sz="4" w:space="0" w:color="9A3797" w:themeColor="accent3"/>
          <w:bottom w:val="single" w:sz="4" w:space="0" w:color="9A3797" w:themeColor="accent3"/>
          <w:right w:val="single" w:sz="4" w:space="0" w:color="9A3797" w:themeColor="accent3"/>
          <w:insideH w:val="nil"/>
        </w:tcBorders>
        <w:shd w:val="clear" w:color="auto" w:fill="9A3797" w:themeFill="accent3"/>
      </w:tcPr>
    </w:tblStylePr>
    <w:tblStylePr w:type="lastRow">
      <w:rPr>
        <w:b/>
        <w:bCs/>
      </w:rPr>
      <w:tblPr/>
      <w:tcPr>
        <w:tcBorders>
          <w:top w:val="double" w:sz="4" w:space="0" w:color="CF79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customStyle="1" w:styleId="ListTable4-Accent41">
    <w:name w:val="List Table 4 - Accent 4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ADBD" w:themeColor="accent4"/>
          <w:left w:val="single" w:sz="4" w:space="0" w:color="2CADBD" w:themeColor="accent4"/>
          <w:bottom w:val="single" w:sz="4" w:space="0" w:color="2CADBD" w:themeColor="accent4"/>
          <w:right w:val="single" w:sz="4" w:space="0" w:color="2CADBD" w:themeColor="accent4"/>
          <w:insideH w:val="nil"/>
        </w:tcBorders>
        <w:shd w:val="clear" w:color="auto" w:fill="2CADBD" w:themeFill="accent4"/>
      </w:tcPr>
    </w:tblStylePr>
    <w:tblStylePr w:type="lastRow">
      <w:rPr>
        <w:b/>
        <w:bCs/>
      </w:rPr>
      <w:tblPr/>
      <w:tcPr>
        <w:tcBorders>
          <w:top w:val="double" w:sz="4" w:space="0" w:color="78D3D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customStyle="1" w:styleId="ListTable4-Accent51">
    <w:name w:val="List Table 4 - Accent 5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5B47" w:themeColor="accent5"/>
          <w:left w:val="single" w:sz="4" w:space="0" w:color="FA5B47" w:themeColor="accent5"/>
          <w:bottom w:val="single" w:sz="4" w:space="0" w:color="FA5B47" w:themeColor="accent5"/>
          <w:right w:val="single" w:sz="4" w:space="0" w:color="FA5B47" w:themeColor="accent5"/>
          <w:insideH w:val="nil"/>
        </w:tcBorders>
        <w:shd w:val="clear" w:color="auto" w:fill="FA5B47" w:themeFill="accent5"/>
      </w:tcPr>
    </w:tblStylePr>
    <w:tblStylePr w:type="lastRow">
      <w:rPr>
        <w:b/>
        <w:bCs/>
      </w:rPr>
      <w:tblPr/>
      <w:tcPr>
        <w:tcBorders>
          <w:top w:val="double" w:sz="4" w:space="0" w:color="FC9C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customStyle="1" w:styleId="ListTable4-Accent61">
    <w:name w:val="List Table 4 - Accent 6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31C" w:themeColor="accent6"/>
          <w:left w:val="single" w:sz="4" w:space="0" w:color="F2B31C" w:themeColor="accent6"/>
          <w:bottom w:val="single" w:sz="4" w:space="0" w:color="F2B31C" w:themeColor="accent6"/>
          <w:right w:val="single" w:sz="4" w:space="0" w:color="F2B31C" w:themeColor="accent6"/>
          <w:insideH w:val="nil"/>
        </w:tcBorders>
        <w:shd w:val="clear" w:color="auto" w:fill="F2B31C" w:themeFill="accent6"/>
      </w:tcPr>
    </w:tblStylePr>
    <w:tblStylePr w:type="lastRow">
      <w:rPr>
        <w:b/>
        <w:bCs/>
      </w:rPr>
      <w:tblPr/>
      <w:tcPr>
        <w:tcBorders>
          <w:top w:val="double" w:sz="4" w:space="0" w:color="F7D0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customStyle="1" w:styleId="ListTable5Dark1">
    <w:name w:val="List Table 5 Dark1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41E" w:themeColor="accent1"/>
        <w:left w:val="single" w:sz="24" w:space="0" w:color="F7941E" w:themeColor="accent1"/>
        <w:bottom w:val="single" w:sz="24" w:space="0" w:color="F7941E" w:themeColor="accent1"/>
        <w:right w:val="single" w:sz="24" w:space="0" w:color="F7941E" w:themeColor="accent1"/>
      </w:tblBorders>
    </w:tblPr>
    <w:tcPr>
      <w:shd w:val="clear" w:color="auto" w:fill="F7941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3B82E" w:themeColor="accent2"/>
        <w:left w:val="single" w:sz="24" w:space="0" w:color="83B82E" w:themeColor="accent2"/>
        <w:bottom w:val="single" w:sz="24" w:space="0" w:color="83B82E" w:themeColor="accent2"/>
        <w:right w:val="single" w:sz="24" w:space="0" w:color="83B82E" w:themeColor="accent2"/>
      </w:tblBorders>
    </w:tblPr>
    <w:tcPr>
      <w:shd w:val="clear" w:color="auto" w:fill="83B82E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A3797" w:themeColor="accent3"/>
        <w:left w:val="single" w:sz="24" w:space="0" w:color="9A3797" w:themeColor="accent3"/>
        <w:bottom w:val="single" w:sz="24" w:space="0" w:color="9A3797" w:themeColor="accent3"/>
        <w:right w:val="single" w:sz="24" w:space="0" w:color="9A3797" w:themeColor="accent3"/>
      </w:tblBorders>
    </w:tblPr>
    <w:tcPr>
      <w:shd w:val="clear" w:color="auto" w:fill="9A379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ADBD" w:themeColor="accent4"/>
        <w:left w:val="single" w:sz="24" w:space="0" w:color="2CADBD" w:themeColor="accent4"/>
        <w:bottom w:val="single" w:sz="24" w:space="0" w:color="2CADBD" w:themeColor="accent4"/>
        <w:right w:val="single" w:sz="24" w:space="0" w:color="2CADBD" w:themeColor="accent4"/>
      </w:tblBorders>
    </w:tblPr>
    <w:tcPr>
      <w:shd w:val="clear" w:color="auto" w:fill="2CADB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A5B47" w:themeColor="accent5"/>
        <w:left w:val="single" w:sz="24" w:space="0" w:color="FA5B47" w:themeColor="accent5"/>
        <w:bottom w:val="single" w:sz="24" w:space="0" w:color="FA5B47" w:themeColor="accent5"/>
        <w:right w:val="single" w:sz="24" w:space="0" w:color="FA5B47" w:themeColor="accent5"/>
      </w:tblBorders>
    </w:tblPr>
    <w:tcPr>
      <w:shd w:val="clear" w:color="auto" w:fill="FA5B4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B31C" w:themeColor="accent6"/>
        <w:left w:val="single" w:sz="24" w:space="0" w:color="F2B31C" w:themeColor="accent6"/>
        <w:bottom w:val="single" w:sz="24" w:space="0" w:color="F2B31C" w:themeColor="accent6"/>
        <w:right w:val="single" w:sz="24" w:space="0" w:color="F2B31C" w:themeColor="accent6"/>
      </w:tblBorders>
    </w:tblPr>
    <w:tcPr>
      <w:shd w:val="clear" w:color="auto" w:fill="F2B31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a4"/>
    <w:uiPriority w:val="51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-Accent11">
    <w:name w:val="List Table 6 Colorful - Accent 11"/>
    <w:basedOn w:val="a4"/>
    <w:uiPriority w:val="51"/>
    <w:rsid w:val="00EC62CF"/>
    <w:pPr>
      <w:spacing w:after="0" w:line="240" w:lineRule="auto"/>
    </w:pPr>
    <w:rPr>
      <w:color w:val="C86F07" w:themeColor="accent1" w:themeShade="BF"/>
    </w:rPr>
    <w:tblPr>
      <w:tblStyleRowBandSize w:val="1"/>
      <w:tblStyleColBandSize w:val="1"/>
      <w:tblBorders>
        <w:top w:val="single" w:sz="4" w:space="0" w:color="F7941E" w:themeColor="accent1"/>
        <w:bottom w:val="single" w:sz="4" w:space="0" w:color="F7941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7941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7941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customStyle="1" w:styleId="ListTable6Colorful-Accent21">
    <w:name w:val="List Table 6 Colorful - Accent 21"/>
    <w:basedOn w:val="a4"/>
    <w:uiPriority w:val="51"/>
    <w:rsid w:val="00EC62CF"/>
    <w:pPr>
      <w:spacing w:after="0" w:line="240" w:lineRule="auto"/>
    </w:pPr>
    <w:rPr>
      <w:color w:val="618922" w:themeColor="accent2" w:themeShade="BF"/>
    </w:rPr>
    <w:tblPr>
      <w:tblStyleRowBandSize w:val="1"/>
      <w:tblStyleColBandSize w:val="1"/>
      <w:tblBorders>
        <w:top w:val="single" w:sz="4" w:space="0" w:color="83B82E" w:themeColor="accent2"/>
        <w:bottom w:val="single" w:sz="4" w:space="0" w:color="83B82E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3B82E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3B82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customStyle="1" w:styleId="ListTable6Colorful-Accent31">
    <w:name w:val="List Table 6 Colorful - Accent 31"/>
    <w:basedOn w:val="a4"/>
    <w:uiPriority w:val="51"/>
    <w:rsid w:val="00EC62CF"/>
    <w:pPr>
      <w:spacing w:after="0" w:line="240" w:lineRule="auto"/>
    </w:pPr>
    <w:rPr>
      <w:color w:val="732970" w:themeColor="accent3" w:themeShade="BF"/>
    </w:rPr>
    <w:tblPr>
      <w:tblStyleRowBandSize w:val="1"/>
      <w:tblStyleColBandSize w:val="1"/>
      <w:tblBorders>
        <w:top w:val="single" w:sz="4" w:space="0" w:color="9A3797" w:themeColor="accent3"/>
        <w:bottom w:val="single" w:sz="4" w:space="0" w:color="9A379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A379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A379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customStyle="1" w:styleId="ListTable6Colorful-Accent41">
    <w:name w:val="List Table 6 Colorful - Accent 41"/>
    <w:basedOn w:val="a4"/>
    <w:uiPriority w:val="51"/>
    <w:rsid w:val="00EC62CF"/>
    <w:pPr>
      <w:spacing w:after="0" w:line="240" w:lineRule="auto"/>
    </w:pPr>
    <w:rPr>
      <w:color w:val="21818D" w:themeColor="accent4" w:themeShade="BF"/>
    </w:rPr>
    <w:tblPr>
      <w:tblStyleRowBandSize w:val="1"/>
      <w:tblStyleColBandSize w:val="1"/>
      <w:tblBorders>
        <w:top w:val="single" w:sz="4" w:space="0" w:color="2CADBD" w:themeColor="accent4"/>
        <w:bottom w:val="single" w:sz="4" w:space="0" w:color="2CADB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2CADB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2CADB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customStyle="1" w:styleId="ListTable6Colorful-Accent51">
    <w:name w:val="List Table 6 Colorful - Accent 51"/>
    <w:basedOn w:val="a4"/>
    <w:uiPriority w:val="51"/>
    <w:rsid w:val="00EC62CF"/>
    <w:pPr>
      <w:spacing w:after="0" w:line="240" w:lineRule="auto"/>
    </w:pPr>
    <w:rPr>
      <w:color w:val="E91F06" w:themeColor="accent5" w:themeShade="BF"/>
    </w:rPr>
    <w:tblPr>
      <w:tblStyleRowBandSize w:val="1"/>
      <w:tblStyleColBandSize w:val="1"/>
      <w:tblBorders>
        <w:top w:val="single" w:sz="4" w:space="0" w:color="FA5B47" w:themeColor="accent5"/>
        <w:bottom w:val="single" w:sz="4" w:space="0" w:color="FA5B4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A5B4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A5B4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customStyle="1" w:styleId="ListTable6Colorful-Accent61">
    <w:name w:val="List Table 6 Colorful - Accent 61"/>
    <w:basedOn w:val="a4"/>
    <w:uiPriority w:val="51"/>
    <w:rsid w:val="00EC62CF"/>
    <w:pPr>
      <w:spacing w:after="0" w:line="240" w:lineRule="auto"/>
    </w:pPr>
    <w:rPr>
      <w:color w:val="BF890B" w:themeColor="accent6" w:themeShade="BF"/>
    </w:rPr>
    <w:tblPr>
      <w:tblStyleRowBandSize w:val="1"/>
      <w:tblStyleColBandSize w:val="1"/>
      <w:tblBorders>
        <w:top w:val="single" w:sz="4" w:space="0" w:color="F2B31C" w:themeColor="accent6"/>
        <w:bottom w:val="single" w:sz="4" w:space="0" w:color="F2B31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2B31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2B31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customStyle="1" w:styleId="ListTable7Colorful1">
    <w:name w:val="List Table 7 Colorful1"/>
    <w:basedOn w:val="a4"/>
    <w:uiPriority w:val="52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a4"/>
    <w:uiPriority w:val="52"/>
    <w:rsid w:val="00EC62CF"/>
    <w:pPr>
      <w:spacing w:after="0" w:line="240" w:lineRule="auto"/>
    </w:pPr>
    <w:rPr>
      <w:color w:val="C86F0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41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41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41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41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a4"/>
    <w:uiPriority w:val="52"/>
    <w:rsid w:val="00EC62CF"/>
    <w:pPr>
      <w:spacing w:after="0" w:line="240" w:lineRule="auto"/>
    </w:pPr>
    <w:rPr>
      <w:color w:val="6189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3B82E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3B82E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3B82E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3B82E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a4"/>
    <w:uiPriority w:val="52"/>
    <w:rsid w:val="00EC62CF"/>
    <w:pPr>
      <w:spacing w:after="0" w:line="240" w:lineRule="auto"/>
    </w:pPr>
    <w:rPr>
      <w:color w:val="7329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A379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A379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A379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A379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a4"/>
    <w:uiPriority w:val="52"/>
    <w:rsid w:val="00EC62CF"/>
    <w:pPr>
      <w:spacing w:after="0" w:line="240" w:lineRule="auto"/>
    </w:pPr>
    <w:rPr>
      <w:color w:val="21818D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ADB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ADB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ADB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ADB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a4"/>
    <w:uiPriority w:val="52"/>
    <w:rsid w:val="00EC62CF"/>
    <w:pPr>
      <w:spacing w:after="0" w:line="240" w:lineRule="auto"/>
    </w:pPr>
    <w:rPr>
      <w:color w:val="E91F0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A5B4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A5B4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A5B4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A5B4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a4"/>
    <w:uiPriority w:val="52"/>
    <w:rsid w:val="00EC62CF"/>
    <w:pPr>
      <w:spacing w:after="0" w:line="240" w:lineRule="auto"/>
    </w:pPr>
    <w:rPr>
      <w:color w:val="BF890B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B31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B31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B31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B31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3">
    <w:name w:val="macro"/>
    <w:link w:val="affff4"/>
    <w:uiPriority w:val="99"/>
    <w:semiHidden/>
    <w:unhideWhenUsed/>
    <w:rsid w:val="00EC62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Microsoft JhengHei UI" w:eastAsia="Microsoft JhengHei UI" w:hAnsi="Microsoft JhengHei UI"/>
      <w:szCs w:val="20"/>
    </w:rPr>
  </w:style>
  <w:style w:type="character" w:customStyle="1" w:styleId="affff4">
    <w:name w:val="巨集文字 字元"/>
    <w:basedOn w:val="a3"/>
    <w:link w:val="affff3"/>
    <w:uiPriority w:val="99"/>
    <w:semiHidden/>
    <w:rsid w:val="00EC62CF"/>
    <w:rPr>
      <w:rFonts w:ascii="Microsoft JhengHei UI" w:eastAsia="Microsoft JhengHei UI" w:hAnsi="Microsoft JhengHei UI"/>
      <w:szCs w:val="20"/>
    </w:rPr>
  </w:style>
  <w:style w:type="table" w:styleId="12">
    <w:name w:val="Medium Grid 1"/>
    <w:basedOn w:val="a4"/>
    <w:uiPriority w:val="67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9AE56" w:themeColor="accent1" w:themeTint="BF"/>
        <w:left w:val="single" w:sz="8" w:space="0" w:color="F9AE56" w:themeColor="accent1" w:themeTint="BF"/>
        <w:bottom w:val="single" w:sz="8" w:space="0" w:color="F9AE56" w:themeColor="accent1" w:themeTint="BF"/>
        <w:right w:val="single" w:sz="8" w:space="0" w:color="F9AE56" w:themeColor="accent1" w:themeTint="BF"/>
        <w:insideH w:val="single" w:sz="8" w:space="0" w:color="F9AE56" w:themeColor="accent1" w:themeTint="BF"/>
        <w:insideV w:val="single" w:sz="8" w:space="0" w:color="F9AE56" w:themeColor="accent1" w:themeTint="BF"/>
      </w:tblBorders>
    </w:tblPr>
    <w:tcPr>
      <w:shd w:val="clear" w:color="auto" w:fill="FDE4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AE5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98E" w:themeFill="accent1" w:themeFillTint="7F"/>
      </w:tcPr>
    </w:tblStylePr>
    <w:tblStylePr w:type="band1Horz">
      <w:tblPr/>
      <w:tcPr>
        <w:shd w:val="clear" w:color="auto" w:fill="FBC98E" w:themeFill="accent1" w:themeFillTint="7F"/>
      </w:tcPr>
    </w:tblStylePr>
  </w:style>
  <w:style w:type="table" w:styleId="1-2">
    <w:name w:val="Medium Grid 1 Accent 2"/>
    <w:basedOn w:val="a4"/>
    <w:uiPriority w:val="67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A4D557" w:themeColor="accent2" w:themeTint="BF"/>
        <w:left w:val="single" w:sz="8" w:space="0" w:color="A4D557" w:themeColor="accent2" w:themeTint="BF"/>
        <w:bottom w:val="single" w:sz="8" w:space="0" w:color="A4D557" w:themeColor="accent2" w:themeTint="BF"/>
        <w:right w:val="single" w:sz="8" w:space="0" w:color="A4D557" w:themeColor="accent2" w:themeTint="BF"/>
        <w:insideH w:val="single" w:sz="8" w:space="0" w:color="A4D557" w:themeColor="accent2" w:themeTint="BF"/>
        <w:insideV w:val="single" w:sz="8" w:space="0" w:color="A4D557" w:themeColor="accent2" w:themeTint="BF"/>
      </w:tblBorders>
    </w:tblPr>
    <w:tcPr>
      <w:shd w:val="clear" w:color="auto" w:fill="E1F1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4D55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38F" w:themeFill="accent2" w:themeFillTint="7F"/>
      </w:tcPr>
    </w:tblStylePr>
    <w:tblStylePr w:type="band1Horz">
      <w:tblPr/>
      <w:tcPr>
        <w:shd w:val="clear" w:color="auto" w:fill="C2E38F" w:themeFill="accent2" w:themeFillTint="7F"/>
      </w:tcPr>
    </w:tblStylePr>
  </w:style>
  <w:style w:type="table" w:styleId="1-3">
    <w:name w:val="Medium Grid 1 Accent 3"/>
    <w:basedOn w:val="a4"/>
    <w:uiPriority w:val="67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C358C0" w:themeColor="accent3" w:themeTint="BF"/>
        <w:left w:val="single" w:sz="8" w:space="0" w:color="C358C0" w:themeColor="accent3" w:themeTint="BF"/>
        <w:bottom w:val="single" w:sz="8" w:space="0" w:color="C358C0" w:themeColor="accent3" w:themeTint="BF"/>
        <w:right w:val="single" w:sz="8" w:space="0" w:color="C358C0" w:themeColor="accent3" w:themeTint="BF"/>
        <w:insideH w:val="single" w:sz="8" w:space="0" w:color="C358C0" w:themeColor="accent3" w:themeTint="BF"/>
        <w:insideV w:val="single" w:sz="8" w:space="0" w:color="C358C0" w:themeColor="accent3" w:themeTint="BF"/>
      </w:tblBorders>
    </w:tblPr>
    <w:tcPr>
      <w:shd w:val="clear" w:color="auto" w:fill="EBC8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58C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90D5" w:themeFill="accent3" w:themeFillTint="7F"/>
      </w:tcPr>
    </w:tblStylePr>
    <w:tblStylePr w:type="band1Horz">
      <w:tblPr/>
      <w:tcPr>
        <w:shd w:val="clear" w:color="auto" w:fill="D790D5" w:themeFill="accent3" w:themeFillTint="7F"/>
      </w:tcPr>
    </w:tblStylePr>
  </w:style>
  <w:style w:type="table" w:styleId="1-4">
    <w:name w:val="Medium Grid 1 Accent 4"/>
    <w:basedOn w:val="a4"/>
    <w:uiPriority w:val="67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56C9D7" w:themeColor="accent4" w:themeTint="BF"/>
        <w:left w:val="single" w:sz="8" w:space="0" w:color="56C9D7" w:themeColor="accent4" w:themeTint="BF"/>
        <w:bottom w:val="single" w:sz="8" w:space="0" w:color="56C9D7" w:themeColor="accent4" w:themeTint="BF"/>
        <w:right w:val="single" w:sz="8" w:space="0" w:color="56C9D7" w:themeColor="accent4" w:themeTint="BF"/>
        <w:insideH w:val="single" w:sz="8" w:space="0" w:color="56C9D7" w:themeColor="accent4" w:themeTint="BF"/>
        <w:insideV w:val="single" w:sz="8" w:space="0" w:color="56C9D7" w:themeColor="accent4" w:themeTint="BF"/>
      </w:tblBorders>
    </w:tblPr>
    <w:tcPr>
      <w:shd w:val="clear" w:color="auto" w:fill="C7EDF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6C9D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FDBE5" w:themeFill="accent4" w:themeFillTint="7F"/>
      </w:tcPr>
    </w:tblStylePr>
    <w:tblStylePr w:type="band1Horz">
      <w:tblPr/>
      <w:tcPr>
        <w:shd w:val="clear" w:color="auto" w:fill="8FDBE5" w:themeFill="accent4" w:themeFillTint="7F"/>
      </w:tcPr>
    </w:tblStylePr>
  </w:style>
  <w:style w:type="table" w:styleId="1-5">
    <w:name w:val="Medium Grid 1 Accent 5"/>
    <w:basedOn w:val="a4"/>
    <w:uiPriority w:val="67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B8375" w:themeColor="accent5" w:themeTint="BF"/>
        <w:left w:val="single" w:sz="8" w:space="0" w:color="FB8375" w:themeColor="accent5" w:themeTint="BF"/>
        <w:bottom w:val="single" w:sz="8" w:space="0" w:color="FB8375" w:themeColor="accent5" w:themeTint="BF"/>
        <w:right w:val="single" w:sz="8" w:space="0" w:color="FB8375" w:themeColor="accent5" w:themeTint="BF"/>
        <w:insideH w:val="single" w:sz="8" w:space="0" w:color="FB8375" w:themeColor="accent5" w:themeTint="BF"/>
        <w:insideV w:val="single" w:sz="8" w:space="0" w:color="FB8375" w:themeColor="accent5" w:themeTint="BF"/>
      </w:tblBorders>
    </w:tblPr>
    <w:tcPr>
      <w:shd w:val="clear" w:color="auto" w:fill="FDD6D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B837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ACA3" w:themeFill="accent5" w:themeFillTint="7F"/>
      </w:tcPr>
    </w:tblStylePr>
    <w:tblStylePr w:type="band1Horz">
      <w:tblPr/>
      <w:tcPr>
        <w:shd w:val="clear" w:color="auto" w:fill="FCACA3" w:themeFill="accent5" w:themeFillTint="7F"/>
      </w:tcPr>
    </w:tblStylePr>
  </w:style>
  <w:style w:type="table" w:styleId="1-6">
    <w:name w:val="Medium Grid 1 Accent 6"/>
    <w:basedOn w:val="a4"/>
    <w:uiPriority w:val="67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5C554" w:themeColor="accent6" w:themeTint="BF"/>
        <w:left w:val="single" w:sz="8" w:space="0" w:color="F5C554" w:themeColor="accent6" w:themeTint="BF"/>
        <w:bottom w:val="single" w:sz="8" w:space="0" w:color="F5C554" w:themeColor="accent6" w:themeTint="BF"/>
        <w:right w:val="single" w:sz="8" w:space="0" w:color="F5C554" w:themeColor="accent6" w:themeTint="BF"/>
        <w:insideH w:val="single" w:sz="8" w:space="0" w:color="F5C554" w:themeColor="accent6" w:themeTint="BF"/>
        <w:insideV w:val="single" w:sz="8" w:space="0" w:color="F5C554" w:themeColor="accent6" w:themeTint="BF"/>
      </w:tblBorders>
    </w:tblPr>
    <w:tcPr>
      <w:shd w:val="clear" w:color="auto" w:fill="FBECC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C55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88D" w:themeFill="accent6" w:themeFillTint="7F"/>
      </w:tcPr>
    </w:tblStylePr>
    <w:tblStylePr w:type="band1Horz">
      <w:tblPr/>
      <w:tcPr>
        <w:shd w:val="clear" w:color="auto" w:fill="F8D88D" w:themeFill="accent6" w:themeFillTint="7F"/>
      </w:tcPr>
    </w:tblStylePr>
  </w:style>
  <w:style w:type="table" w:styleId="2c">
    <w:name w:val="Medium Grid 2"/>
    <w:basedOn w:val="a4"/>
    <w:uiPriority w:val="68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4"/>
    <w:uiPriority w:val="68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7941E" w:themeColor="accent1"/>
        <w:left w:val="single" w:sz="8" w:space="0" w:color="F7941E" w:themeColor="accent1"/>
        <w:bottom w:val="single" w:sz="8" w:space="0" w:color="F7941E" w:themeColor="accent1"/>
        <w:right w:val="single" w:sz="8" w:space="0" w:color="F7941E" w:themeColor="accent1"/>
        <w:insideH w:val="single" w:sz="8" w:space="0" w:color="F7941E" w:themeColor="accent1"/>
        <w:insideV w:val="single" w:sz="8" w:space="0" w:color="F7941E" w:themeColor="accent1"/>
      </w:tblBorders>
    </w:tblPr>
    <w:tcPr>
      <w:shd w:val="clear" w:color="auto" w:fill="FDE4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1" w:themeFill="accent1" w:themeFillTint="33"/>
      </w:tcPr>
    </w:tblStylePr>
    <w:tblStylePr w:type="band1Vert">
      <w:tblPr/>
      <w:tcPr>
        <w:shd w:val="clear" w:color="auto" w:fill="FBC98E" w:themeFill="accent1" w:themeFillTint="7F"/>
      </w:tcPr>
    </w:tblStylePr>
    <w:tblStylePr w:type="band1Horz">
      <w:tblPr/>
      <w:tcPr>
        <w:tcBorders>
          <w:insideH w:val="single" w:sz="6" w:space="0" w:color="F7941E" w:themeColor="accent1"/>
          <w:insideV w:val="single" w:sz="6" w:space="0" w:color="F7941E" w:themeColor="accent1"/>
        </w:tcBorders>
        <w:shd w:val="clear" w:color="auto" w:fill="FBC98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4"/>
    <w:uiPriority w:val="68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83B82E" w:themeColor="accent2"/>
        <w:left w:val="single" w:sz="8" w:space="0" w:color="83B82E" w:themeColor="accent2"/>
        <w:bottom w:val="single" w:sz="8" w:space="0" w:color="83B82E" w:themeColor="accent2"/>
        <w:right w:val="single" w:sz="8" w:space="0" w:color="83B82E" w:themeColor="accent2"/>
        <w:insideH w:val="single" w:sz="8" w:space="0" w:color="83B82E" w:themeColor="accent2"/>
        <w:insideV w:val="single" w:sz="8" w:space="0" w:color="83B82E" w:themeColor="accent2"/>
      </w:tblBorders>
    </w:tblPr>
    <w:tcPr>
      <w:shd w:val="clear" w:color="auto" w:fill="E1F1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3F9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3D2" w:themeFill="accent2" w:themeFillTint="33"/>
      </w:tcPr>
    </w:tblStylePr>
    <w:tblStylePr w:type="band1Vert">
      <w:tblPr/>
      <w:tcPr>
        <w:shd w:val="clear" w:color="auto" w:fill="C2E38F" w:themeFill="accent2" w:themeFillTint="7F"/>
      </w:tcPr>
    </w:tblStylePr>
    <w:tblStylePr w:type="band1Horz">
      <w:tblPr/>
      <w:tcPr>
        <w:tcBorders>
          <w:insideH w:val="single" w:sz="6" w:space="0" w:color="83B82E" w:themeColor="accent2"/>
          <w:insideV w:val="single" w:sz="6" w:space="0" w:color="83B82E" w:themeColor="accent2"/>
        </w:tcBorders>
        <w:shd w:val="clear" w:color="auto" w:fill="C2E38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4"/>
    <w:uiPriority w:val="68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9A3797" w:themeColor="accent3"/>
        <w:left w:val="single" w:sz="8" w:space="0" w:color="9A3797" w:themeColor="accent3"/>
        <w:bottom w:val="single" w:sz="8" w:space="0" w:color="9A3797" w:themeColor="accent3"/>
        <w:right w:val="single" w:sz="8" w:space="0" w:color="9A3797" w:themeColor="accent3"/>
        <w:insideH w:val="single" w:sz="8" w:space="0" w:color="9A3797" w:themeColor="accent3"/>
        <w:insideV w:val="single" w:sz="8" w:space="0" w:color="9A3797" w:themeColor="accent3"/>
      </w:tblBorders>
    </w:tblPr>
    <w:tcPr>
      <w:shd w:val="clear" w:color="auto" w:fill="EBC8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7E9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2EE" w:themeFill="accent3" w:themeFillTint="33"/>
      </w:tcPr>
    </w:tblStylePr>
    <w:tblStylePr w:type="band1Vert">
      <w:tblPr/>
      <w:tcPr>
        <w:shd w:val="clear" w:color="auto" w:fill="D790D5" w:themeFill="accent3" w:themeFillTint="7F"/>
      </w:tcPr>
    </w:tblStylePr>
    <w:tblStylePr w:type="band1Horz">
      <w:tblPr/>
      <w:tcPr>
        <w:tcBorders>
          <w:insideH w:val="single" w:sz="6" w:space="0" w:color="9A3797" w:themeColor="accent3"/>
          <w:insideV w:val="single" w:sz="6" w:space="0" w:color="9A3797" w:themeColor="accent3"/>
        </w:tcBorders>
        <w:shd w:val="clear" w:color="auto" w:fill="D790D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4"/>
    <w:uiPriority w:val="68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2CADBD" w:themeColor="accent4"/>
        <w:left w:val="single" w:sz="8" w:space="0" w:color="2CADBD" w:themeColor="accent4"/>
        <w:bottom w:val="single" w:sz="8" w:space="0" w:color="2CADBD" w:themeColor="accent4"/>
        <w:right w:val="single" w:sz="8" w:space="0" w:color="2CADBD" w:themeColor="accent4"/>
        <w:insideH w:val="single" w:sz="8" w:space="0" w:color="2CADBD" w:themeColor="accent4"/>
        <w:insideV w:val="single" w:sz="8" w:space="0" w:color="2CADBD" w:themeColor="accent4"/>
      </w:tblBorders>
    </w:tblPr>
    <w:tcPr>
      <w:shd w:val="clear" w:color="auto" w:fill="C7EDF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8F8F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F0F4" w:themeFill="accent4" w:themeFillTint="33"/>
      </w:tcPr>
    </w:tblStylePr>
    <w:tblStylePr w:type="band1Vert">
      <w:tblPr/>
      <w:tcPr>
        <w:shd w:val="clear" w:color="auto" w:fill="8FDBE5" w:themeFill="accent4" w:themeFillTint="7F"/>
      </w:tcPr>
    </w:tblStylePr>
    <w:tblStylePr w:type="band1Horz">
      <w:tblPr/>
      <w:tcPr>
        <w:tcBorders>
          <w:insideH w:val="single" w:sz="6" w:space="0" w:color="2CADBD" w:themeColor="accent4"/>
          <w:insideV w:val="single" w:sz="6" w:space="0" w:color="2CADBD" w:themeColor="accent4"/>
        </w:tcBorders>
        <w:shd w:val="clear" w:color="auto" w:fill="8FDBE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4"/>
    <w:uiPriority w:val="68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A5B47" w:themeColor="accent5"/>
        <w:left w:val="single" w:sz="8" w:space="0" w:color="FA5B47" w:themeColor="accent5"/>
        <w:bottom w:val="single" w:sz="8" w:space="0" w:color="FA5B47" w:themeColor="accent5"/>
        <w:right w:val="single" w:sz="8" w:space="0" w:color="FA5B47" w:themeColor="accent5"/>
        <w:insideH w:val="single" w:sz="8" w:space="0" w:color="FA5B47" w:themeColor="accent5"/>
        <w:insideV w:val="single" w:sz="8" w:space="0" w:color="FA5B47" w:themeColor="accent5"/>
      </w:tblBorders>
    </w:tblPr>
    <w:tcPr>
      <w:shd w:val="clear" w:color="auto" w:fill="FDD6D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EEE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DDDA" w:themeFill="accent5" w:themeFillTint="33"/>
      </w:tcPr>
    </w:tblStylePr>
    <w:tblStylePr w:type="band1Vert">
      <w:tblPr/>
      <w:tcPr>
        <w:shd w:val="clear" w:color="auto" w:fill="FCACA3" w:themeFill="accent5" w:themeFillTint="7F"/>
      </w:tcPr>
    </w:tblStylePr>
    <w:tblStylePr w:type="band1Horz">
      <w:tblPr/>
      <w:tcPr>
        <w:tcBorders>
          <w:insideH w:val="single" w:sz="6" w:space="0" w:color="FA5B47" w:themeColor="accent5"/>
          <w:insideV w:val="single" w:sz="6" w:space="0" w:color="FA5B47" w:themeColor="accent5"/>
        </w:tcBorders>
        <w:shd w:val="clear" w:color="auto" w:fill="FCACA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4"/>
    <w:uiPriority w:val="68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2B31C" w:themeColor="accent6"/>
        <w:left w:val="single" w:sz="8" w:space="0" w:color="F2B31C" w:themeColor="accent6"/>
        <w:bottom w:val="single" w:sz="8" w:space="0" w:color="F2B31C" w:themeColor="accent6"/>
        <w:right w:val="single" w:sz="8" w:space="0" w:color="F2B31C" w:themeColor="accent6"/>
        <w:insideH w:val="single" w:sz="8" w:space="0" w:color="F2B31C" w:themeColor="accent6"/>
        <w:insideV w:val="single" w:sz="8" w:space="0" w:color="F2B31C" w:themeColor="accent6"/>
      </w:tblBorders>
    </w:tblPr>
    <w:tcPr>
      <w:shd w:val="clear" w:color="auto" w:fill="FBECC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FD1" w:themeFill="accent6" w:themeFillTint="33"/>
      </w:tcPr>
    </w:tblStylePr>
    <w:tblStylePr w:type="band1Vert">
      <w:tblPr/>
      <w:tcPr>
        <w:shd w:val="clear" w:color="auto" w:fill="F8D88D" w:themeFill="accent6" w:themeFillTint="7F"/>
      </w:tcPr>
    </w:tblStylePr>
    <w:tblStylePr w:type="band1Horz">
      <w:tblPr/>
      <w:tcPr>
        <w:tcBorders>
          <w:insideH w:val="single" w:sz="6" w:space="0" w:color="F2B31C" w:themeColor="accent6"/>
          <w:insideV w:val="single" w:sz="6" w:space="0" w:color="F2B31C" w:themeColor="accent6"/>
        </w:tcBorders>
        <w:shd w:val="clear" w:color="auto" w:fill="F8D88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a">
    <w:name w:val="Medium Grid 3"/>
    <w:basedOn w:val="a4"/>
    <w:uiPriority w:val="69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41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41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41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41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98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98E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F1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3B82E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3B82E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3B82E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3B82E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2E38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2E38F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C8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379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379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A379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A379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90D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90D5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7EDF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ADB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ADB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ADB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ADB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FDBE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FDBE5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D6D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5B4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5B4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A5B4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A5B4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ACA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ACA3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C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B31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B31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B31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B31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D88D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D88D" w:themeFill="accent6" w:themeFillTint="7F"/>
      </w:tcPr>
    </w:tblStylePr>
  </w:style>
  <w:style w:type="table" w:styleId="13">
    <w:name w:val="Medium List 1"/>
    <w:basedOn w:val="a4"/>
    <w:uiPriority w:val="65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C3C3C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41E" w:themeColor="accent1"/>
        <w:bottom w:val="single" w:sz="8" w:space="0" w:color="F7941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41E" w:themeColor="accent1"/>
        </w:tcBorders>
      </w:tcPr>
    </w:tblStylePr>
    <w:tblStylePr w:type="lastRow">
      <w:rPr>
        <w:b/>
        <w:bCs/>
        <w:color w:val="3C3C3C" w:themeColor="text2"/>
      </w:rPr>
      <w:tblPr/>
      <w:tcPr>
        <w:tcBorders>
          <w:top w:val="single" w:sz="8" w:space="0" w:color="F7941E" w:themeColor="accent1"/>
          <w:bottom w:val="single" w:sz="8" w:space="0" w:color="F7941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41E" w:themeColor="accent1"/>
          <w:bottom w:val="single" w:sz="8" w:space="0" w:color="F7941E" w:themeColor="accent1"/>
        </w:tcBorders>
      </w:tcPr>
    </w:tblStylePr>
    <w:tblStylePr w:type="band1Vert">
      <w:tblPr/>
      <w:tcPr>
        <w:shd w:val="clear" w:color="auto" w:fill="FDE4C7" w:themeFill="accent1" w:themeFillTint="3F"/>
      </w:tcPr>
    </w:tblStylePr>
    <w:tblStylePr w:type="band1Horz">
      <w:tblPr/>
      <w:tcPr>
        <w:shd w:val="clear" w:color="auto" w:fill="FDE4C7" w:themeFill="accent1" w:themeFillTint="3F"/>
      </w:tcPr>
    </w:tblStylePr>
  </w:style>
  <w:style w:type="table" w:styleId="1-20">
    <w:name w:val="Medium List 1 Accent 2"/>
    <w:basedOn w:val="a4"/>
    <w:uiPriority w:val="65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3B82E" w:themeColor="accent2"/>
        <w:bottom w:val="single" w:sz="8" w:space="0" w:color="83B82E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3B82E" w:themeColor="accent2"/>
        </w:tcBorders>
      </w:tcPr>
    </w:tblStylePr>
    <w:tblStylePr w:type="lastRow">
      <w:rPr>
        <w:b/>
        <w:bCs/>
        <w:color w:val="3C3C3C" w:themeColor="text2"/>
      </w:rPr>
      <w:tblPr/>
      <w:tcPr>
        <w:tcBorders>
          <w:top w:val="single" w:sz="8" w:space="0" w:color="83B82E" w:themeColor="accent2"/>
          <w:bottom w:val="single" w:sz="8" w:space="0" w:color="83B82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3B82E" w:themeColor="accent2"/>
          <w:bottom w:val="single" w:sz="8" w:space="0" w:color="83B82E" w:themeColor="accent2"/>
        </w:tcBorders>
      </w:tcPr>
    </w:tblStylePr>
    <w:tblStylePr w:type="band1Vert">
      <w:tblPr/>
      <w:tcPr>
        <w:shd w:val="clear" w:color="auto" w:fill="E1F1C7" w:themeFill="accent2" w:themeFillTint="3F"/>
      </w:tcPr>
    </w:tblStylePr>
    <w:tblStylePr w:type="band1Horz">
      <w:tblPr/>
      <w:tcPr>
        <w:shd w:val="clear" w:color="auto" w:fill="E1F1C7" w:themeFill="accent2" w:themeFillTint="3F"/>
      </w:tcPr>
    </w:tblStylePr>
  </w:style>
  <w:style w:type="table" w:styleId="1-30">
    <w:name w:val="Medium List 1 Accent 3"/>
    <w:basedOn w:val="a4"/>
    <w:uiPriority w:val="65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A3797" w:themeColor="accent3"/>
        <w:bottom w:val="single" w:sz="8" w:space="0" w:color="9A379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A3797" w:themeColor="accent3"/>
        </w:tcBorders>
      </w:tcPr>
    </w:tblStylePr>
    <w:tblStylePr w:type="lastRow">
      <w:rPr>
        <w:b/>
        <w:bCs/>
        <w:color w:val="3C3C3C" w:themeColor="text2"/>
      </w:rPr>
      <w:tblPr/>
      <w:tcPr>
        <w:tcBorders>
          <w:top w:val="single" w:sz="8" w:space="0" w:color="9A3797" w:themeColor="accent3"/>
          <w:bottom w:val="single" w:sz="8" w:space="0" w:color="9A379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A3797" w:themeColor="accent3"/>
          <w:bottom w:val="single" w:sz="8" w:space="0" w:color="9A3797" w:themeColor="accent3"/>
        </w:tcBorders>
      </w:tcPr>
    </w:tblStylePr>
    <w:tblStylePr w:type="band1Vert">
      <w:tblPr/>
      <w:tcPr>
        <w:shd w:val="clear" w:color="auto" w:fill="EBC8EA" w:themeFill="accent3" w:themeFillTint="3F"/>
      </w:tcPr>
    </w:tblStylePr>
    <w:tblStylePr w:type="band1Horz">
      <w:tblPr/>
      <w:tcPr>
        <w:shd w:val="clear" w:color="auto" w:fill="EBC8EA" w:themeFill="accent3" w:themeFillTint="3F"/>
      </w:tcPr>
    </w:tblStylePr>
  </w:style>
  <w:style w:type="table" w:styleId="1-40">
    <w:name w:val="Medium List 1 Accent 4"/>
    <w:basedOn w:val="a4"/>
    <w:uiPriority w:val="65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ADBD" w:themeColor="accent4"/>
        <w:bottom w:val="single" w:sz="8" w:space="0" w:color="2CADB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ADBD" w:themeColor="accent4"/>
        </w:tcBorders>
      </w:tcPr>
    </w:tblStylePr>
    <w:tblStylePr w:type="lastRow">
      <w:rPr>
        <w:b/>
        <w:bCs/>
        <w:color w:val="3C3C3C" w:themeColor="text2"/>
      </w:rPr>
      <w:tblPr/>
      <w:tcPr>
        <w:tcBorders>
          <w:top w:val="single" w:sz="8" w:space="0" w:color="2CADBD" w:themeColor="accent4"/>
          <w:bottom w:val="single" w:sz="8" w:space="0" w:color="2CADB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ADBD" w:themeColor="accent4"/>
          <w:bottom w:val="single" w:sz="8" w:space="0" w:color="2CADBD" w:themeColor="accent4"/>
        </w:tcBorders>
      </w:tcPr>
    </w:tblStylePr>
    <w:tblStylePr w:type="band1Vert">
      <w:tblPr/>
      <w:tcPr>
        <w:shd w:val="clear" w:color="auto" w:fill="C7EDF2" w:themeFill="accent4" w:themeFillTint="3F"/>
      </w:tcPr>
    </w:tblStylePr>
    <w:tblStylePr w:type="band1Horz">
      <w:tblPr/>
      <w:tcPr>
        <w:shd w:val="clear" w:color="auto" w:fill="C7EDF2" w:themeFill="accent4" w:themeFillTint="3F"/>
      </w:tcPr>
    </w:tblStylePr>
  </w:style>
  <w:style w:type="table" w:styleId="1-50">
    <w:name w:val="Medium List 1 Accent 5"/>
    <w:basedOn w:val="a4"/>
    <w:uiPriority w:val="65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A5B47" w:themeColor="accent5"/>
        <w:bottom w:val="single" w:sz="8" w:space="0" w:color="FA5B47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5B47" w:themeColor="accent5"/>
        </w:tcBorders>
      </w:tcPr>
    </w:tblStylePr>
    <w:tblStylePr w:type="lastRow">
      <w:rPr>
        <w:b/>
        <w:bCs/>
        <w:color w:val="3C3C3C" w:themeColor="text2"/>
      </w:rPr>
      <w:tblPr/>
      <w:tcPr>
        <w:tcBorders>
          <w:top w:val="single" w:sz="8" w:space="0" w:color="FA5B47" w:themeColor="accent5"/>
          <w:bottom w:val="single" w:sz="8" w:space="0" w:color="FA5B4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5B47" w:themeColor="accent5"/>
          <w:bottom w:val="single" w:sz="8" w:space="0" w:color="FA5B47" w:themeColor="accent5"/>
        </w:tcBorders>
      </w:tcPr>
    </w:tblStylePr>
    <w:tblStylePr w:type="band1Vert">
      <w:tblPr/>
      <w:tcPr>
        <w:shd w:val="clear" w:color="auto" w:fill="FDD6D1" w:themeFill="accent5" w:themeFillTint="3F"/>
      </w:tcPr>
    </w:tblStylePr>
    <w:tblStylePr w:type="band1Horz">
      <w:tblPr/>
      <w:tcPr>
        <w:shd w:val="clear" w:color="auto" w:fill="FDD6D1" w:themeFill="accent5" w:themeFillTint="3F"/>
      </w:tcPr>
    </w:tblStylePr>
  </w:style>
  <w:style w:type="table" w:styleId="1-60">
    <w:name w:val="Medium List 1 Accent 6"/>
    <w:basedOn w:val="a4"/>
    <w:uiPriority w:val="65"/>
    <w:semiHidden/>
    <w:unhideWhenUsed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2B31C" w:themeColor="accent6"/>
        <w:bottom w:val="single" w:sz="8" w:space="0" w:color="F2B31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B31C" w:themeColor="accent6"/>
        </w:tcBorders>
      </w:tcPr>
    </w:tblStylePr>
    <w:tblStylePr w:type="lastRow">
      <w:rPr>
        <w:b/>
        <w:bCs/>
        <w:color w:val="3C3C3C" w:themeColor="text2"/>
      </w:rPr>
      <w:tblPr/>
      <w:tcPr>
        <w:tcBorders>
          <w:top w:val="single" w:sz="8" w:space="0" w:color="F2B31C" w:themeColor="accent6"/>
          <w:bottom w:val="single" w:sz="8" w:space="0" w:color="F2B31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B31C" w:themeColor="accent6"/>
          <w:bottom w:val="single" w:sz="8" w:space="0" w:color="F2B31C" w:themeColor="accent6"/>
        </w:tcBorders>
      </w:tcPr>
    </w:tblStylePr>
    <w:tblStylePr w:type="band1Vert">
      <w:tblPr/>
      <w:tcPr>
        <w:shd w:val="clear" w:color="auto" w:fill="FBECC6" w:themeFill="accent6" w:themeFillTint="3F"/>
      </w:tcPr>
    </w:tblStylePr>
    <w:tblStylePr w:type="band1Horz">
      <w:tblPr/>
      <w:tcPr>
        <w:shd w:val="clear" w:color="auto" w:fill="FBECC6" w:themeFill="accent6" w:themeFillTint="3F"/>
      </w:tcPr>
    </w:tblStylePr>
  </w:style>
  <w:style w:type="table" w:styleId="2d">
    <w:name w:val="Medium List 2"/>
    <w:basedOn w:val="a4"/>
    <w:uiPriority w:val="66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7941E" w:themeColor="accent1"/>
        <w:left w:val="single" w:sz="8" w:space="0" w:color="F7941E" w:themeColor="accent1"/>
        <w:bottom w:val="single" w:sz="8" w:space="0" w:color="F7941E" w:themeColor="accent1"/>
        <w:right w:val="single" w:sz="8" w:space="0" w:color="F7941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41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41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41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83B82E" w:themeColor="accent2"/>
        <w:left w:val="single" w:sz="8" w:space="0" w:color="83B82E" w:themeColor="accent2"/>
        <w:bottom w:val="single" w:sz="8" w:space="0" w:color="83B82E" w:themeColor="accent2"/>
        <w:right w:val="single" w:sz="8" w:space="0" w:color="83B82E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3B82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3B82E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3B82E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1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F1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9A3797" w:themeColor="accent3"/>
        <w:left w:val="single" w:sz="8" w:space="0" w:color="9A3797" w:themeColor="accent3"/>
        <w:bottom w:val="single" w:sz="8" w:space="0" w:color="9A3797" w:themeColor="accent3"/>
        <w:right w:val="single" w:sz="8" w:space="0" w:color="9A379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A379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A379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A379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C8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C8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2CADBD" w:themeColor="accent4"/>
        <w:left w:val="single" w:sz="8" w:space="0" w:color="2CADBD" w:themeColor="accent4"/>
        <w:bottom w:val="single" w:sz="8" w:space="0" w:color="2CADBD" w:themeColor="accent4"/>
        <w:right w:val="single" w:sz="8" w:space="0" w:color="2CADB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ADB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ADB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ADB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DF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DF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A5B47" w:themeColor="accent5"/>
        <w:left w:val="single" w:sz="8" w:space="0" w:color="FA5B47" w:themeColor="accent5"/>
        <w:bottom w:val="single" w:sz="8" w:space="0" w:color="FA5B47" w:themeColor="accent5"/>
        <w:right w:val="single" w:sz="8" w:space="0" w:color="FA5B47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5B4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5B4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5B4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6D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D6D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unhideWhenUsed/>
    <w:rsid w:val="00EC62CF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2B31C" w:themeColor="accent6"/>
        <w:left w:val="single" w:sz="8" w:space="0" w:color="F2B31C" w:themeColor="accent6"/>
        <w:bottom w:val="single" w:sz="8" w:space="0" w:color="F2B31C" w:themeColor="accent6"/>
        <w:right w:val="single" w:sz="8" w:space="0" w:color="F2B31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B31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B31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B31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CC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CC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9AE56" w:themeColor="accent1" w:themeTint="BF"/>
        <w:left w:val="single" w:sz="8" w:space="0" w:color="F9AE56" w:themeColor="accent1" w:themeTint="BF"/>
        <w:bottom w:val="single" w:sz="8" w:space="0" w:color="F9AE56" w:themeColor="accent1" w:themeTint="BF"/>
        <w:right w:val="single" w:sz="8" w:space="0" w:color="F9AE56" w:themeColor="accent1" w:themeTint="BF"/>
        <w:insideH w:val="single" w:sz="8" w:space="0" w:color="F9AE5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AE56" w:themeColor="accent1" w:themeTint="BF"/>
          <w:left w:val="single" w:sz="8" w:space="0" w:color="F9AE56" w:themeColor="accent1" w:themeTint="BF"/>
          <w:bottom w:val="single" w:sz="8" w:space="0" w:color="F9AE56" w:themeColor="accent1" w:themeTint="BF"/>
          <w:right w:val="single" w:sz="8" w:space="0" w:color="F9AE56" w:themeColor="accent1" w:themeTint="BF"/>
          <w:insideH w:val="nil"/>
          <w:insideV w:val="nil"/>
        </w:tcBorders>
        <w:shd w:val="clear" w:color="auto" w:fill="F7941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AE56" w:themeColor="accent1" w:themeTint="BF"/>
          <w:left w:val="single" w:sz="8" w:space="0" w:color="F9AE56" w:themeColor="accent1" w:themeTint="BF"/>
          <w:bottom w:val="single" w:sz="8" w:space="0" w:color="F9AE56" w:themeColor="accent1" w:themeTint="BF"/>
          <w:right w:val="single" w:sz="8" w:space="0" w:color="F9AE5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A4D557" w:themeColor="accent2" w:themeTint="BF"/>
        <w:left w:val="single" w:sz="8" w:space="0" w:color="A4D557" w:themeColor="accent2" w:themeTint="BF"/>
        <w:bottom w:val="single" w:sz="8" w:space="0" w:color="A4D557" w:themeColor="accent2" w:themeTint="BF"/>
        <w:right w:val="single" w:sz="8" w:space="0" w:color="A4D557" w:themeColor="accent2" w:themeTint="BF"/>
        <w:insideH w:val="single" w:sz="8" w:space="0" w:color="A4D55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4D557" w:themeColor="accent2" w:themeTint="BF"/>
          <w:left w:val="single" w:sz="8" w:space="0" w:color="A4D557" w:themeColor="accent2" w:themeTint="BF"/>
          <w:bottom w:val="single" w:sz="8" w:space="0" w:color="A4D557" w:themeColor="accent2" w:themeTint="BF"/>
          <w:right w:val="single" w:sz="8" w:space="0" w:color="A4D557" w:themeColor="accent2" w:themeTint="BF"/>
          <w:insideH w:val="nil"/>
          <w:insideV w:val="nil"/>
        </w:tcBorders>
        <w:shd w:val="clear" w:color="auto" w:fill="83B82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4D557" w:themeColor="accent2" w:themeTint="BF"/>
          <w:left w:val="single" w:sz="8" w:space="0" w:color="A4D557" w:themeColor="accent2" w:themeTint="BF"/>
          <w:bottom w:val="single" w:sz="8" w:space="0" w:color="A4D557" w:themeColor="accent2" w:themeTint="BF"/>
          <w:right w:val="single" w:sz="8" w:space="0" w:color="A4D55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1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F1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C358C0" w:themeColor="accent3" w:themeTint="BF"/>
        <w:left w:val="single" w:sz="8" w:space="0" w:color="C358C0" w:themeColor="accent3" w:themeTint="BF"/>
        <w:bottom w:val="single" w:sz="8" w:space="0" w:color="C358C0" w:themeColor="accent3" w:themeTint="BF"/>
        <w:right w:val="single" w:sz="8" w:space="0" w:color="C358C0" w:themeColor="accent3" w:themeTint="BF"/>
        <w:insideH w:val="single" w:sz="8" w:space="0" w:color="C358C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58C0" w:themeColor="accent3" w:themeTint="BF"/>
          <w:left w:val="single" w:sz="8" w:space="0" w:color="C358C0" w:themeColor="accent3" w:themeTint="BF"/>
          <w:bottom w:val="single" w:sz="8" w:space="0" w:color="C358C0" w:themeColor="accent3" w:themeTint="BF"/>
          <w:right w:val="single" w:sz="8" w:space="0" w:color="C358C0" w:themeColor="accent3" w:themeTint="BF"/>
          <w:insideH w:val="nil"/>
          <w:insideV w:val="nil"/>
        </w:tcBorders>
        <w:shd w:val="clear" w:color="auto" w:fill="9A379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58C0" w:themeColor="accent3" w:themeTint="BF"/>
          <w:left w:val="single" w:sz="8" w:space="0" w:color="C358C0" w:themeColor="accent3" w:themeTint="BF"/>
          <w:bottom w:val="single" w:sz="8" w:space="0" w:color="C358C0" w:themeColor="accent3" w:themeTint="BF"/>
          <w:right w:val="single" w:sz="8" w:space="0" w:color="C358C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C8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C8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56C9D7" w:themeColor="accent4" w:themeTint="BF"/>
        <w:left w:val="single" w:sz="8" w:space="0" w:color="56C9D7" w:themeColor="accent4" w:themeTint="BF"/>
        <w:bottom w:val="single" w:sz="8" w:space="0" w:color="56C9D7" w:themeColor="accent4" w:themeTint="BF"/>
        <w:right w:val="single" w:sz="8" w:space="0" w:color="56C9D7" w:themeColor="accent4" w:themeTint="BF"/>
        <w:insideH w:val="single" w:sz="8" w:space="0" w:color="56C9D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6C9D7" w:themeColor="accent4" w:themeTint="BF"/>
          <w:left w:val="single" w:sz="8" w:space="0" w:color="56C9D7" w:themeColor="accent4" w:themeTint="BF"/>
          <w:bottom w:val="single" w:sz="8" w:space="0" w:color="56C9D7" w:themeColor="accent4" w:themeTint="BF"/>
          <w:right w:val="single" w:sz="8" w:space="0" w:color="56C9D7" w:themeColor="accent4" w:themeTint="BF"/>
          <w:insideH w:val="nil"/>
          <w:insideV w:val="nil"/>
        </w:tcBorders>
        <w:shd w:val="clear" w:color="auto" w:fill="2CADB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C9D7" w:themeColor="accent4" w:themeTint="BF"/>
          <w:left w:val="single" w:sz="8" w:space="0" w:color="56C9D7" w:themeColor="accent4" w:themeTint="BF"/>
          <w:bottom w:val="single" w:sz="8" w:space="0" w:color="56C9D7" w:themeColor="accent4" w:themeTint="BF"/>
          <w:right w:val="single" w:sz="8" w:space="0" w:color="56C9D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DF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EDF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B8375" w:themeColor="accent5" w:themeTint="BF"/>
        <w:left w:val="single" w:sz="8" w:space="0" w:color="FB8375" w:themeColor="accent5" w:themeTint="BF"/>
        <w:bottom w:val="single" w:sz="8" w:space="0" w:color="FB8375" w:themeColor="accent5" w:themeTint="BF"/>
        <w:right w:val="single" w:sz="8" w:space="0" w:color="FB8375" w:themeColor="accent5" w:themeTint="BF"/>
        <w:insideH w:val="single" w:sz="8" w:space="0" w:color="FB837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B8375" w:themeColor="accent5" w:themeTint="BF"/>
          <w:left w:val="single" w:sz="8" w:space="0" w:color="FB8375" w:themeColor="accent5" w:themeTint="BF"/>
          <w:bottom w:val="single" w:sz="8" w:space="0" w:color="FB8375" w:themeColor="accent5" w:themeTint="BF"/>
          <w:right w:val="single" w:sz="8" w:space="0" w:color="FB8375" w:themeColor="accent5" w:themeTint="BF"/>
          <w:insideH w:val="nil"/>
          <w:insideV w:val="nil"/>
        </w:tcBorders>
        <w:shd w:val="clear" w:color="auto" w:fill="FA5B4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8375" w:themeColor="accent5" w:themeTint="BF"/>
          <w:left w:val="single" w:sz="8" w:space="0" w:color="FB8375" w:themeColor="accent5" w:themeTint="BF"/>
          <w:bottom w:val="single" w:sz="8" w:space="0" w:color="FB8375" w:themeColor="accent5" w:themeTint="BF"/>
          <w:right w:val="single" w:sz="8" w:space="0" w:color="FB837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6D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D6D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8" w:space="0" w:color="F5C554" w:themeColor="accent6" w:themeTint="BF"/>
        <w:left w:val="single" w:sz="8" w:space="0" w:color="F5C554" w:themeColor="accent6" w:themeTint="BF"/>
        <w:bottom w:val="single" w:sz="8" w:space="0" w:color="F5C554" w:themeColor="accent6" w:themeTint="BF"/>
        <w:right w:val="single" w:sz="8" w:space="0" w:color="F5C554" w:themeColor="accent6" w:themeTint="BF"/>
        <w:insideH w:val="single" w:sz="8" w:space="0" w:color="F5C55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C554" w:themeColor="accent6" w:themeTint="BF"/>
          <w:left w:val="single" w:sz="8" w:space="0" w:color="F5C554" w:themeColor="accent6" w:themeTint="BF"/>
          <w:bottom w:val="single" w:sz="8" w:space="0" w:color="F5C554" w:themeColor="accent6" w:themeTint="BF"/>
          <w:right w:val="single" w:sz="8" w:space="0" w:color="F5C554" w:themeColor="accent6" w:themeTint="BF"/>
          <w:insideH w:val="nil"/>
          <w:insideV w:val="nil"/>
        </w:tcBorders>
        <w:shd w:val="clear" w:color="auto" w:fill="F2B31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554" w:themeColor="accent6" w:themeTint="BF"/>
          <w:left w:val="single" w:sz="8" w:space="0" w:color="F5C554" w:themeColor="accent6" w:themeTint="BF"/>
          <w:bottom w:val="single" w:sz="8" w:space="0" w:color="F5C554" w:themeColor="accent6" w:themeTint="BF"/>
          <w:right w:val="single" w:sz="8" w:space="0" w:color="F5C55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C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C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e">
    <w:name w:val="Medium Shading 2"/>
    <w:basedOn w:val="a4"/>
    <w:uiPriority w:val="64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EC62C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41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41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41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3B82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3B82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3B82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A379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379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A379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ADB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ADB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ADB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5B4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5B4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5B4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unhideWhenUsed/>
    <w:rsid w:val="00EC62C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B31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B31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B31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a3"/>
    <w:uiPriority w:val="99"/>
    <w:semiHidden/>
    <w:unhideWhenUsed/>
    <w:rsid w:val="00EC62CF"/>
    <w:rPr>
      <w:rFonts w:ascii="Microsoft JhengHei UI" w:eastAsia="Microsoft JhengHei UI" w:hAnsi="Microsoft JhengHei UI"/>
      <w:color w:val="2B579A"/>
      <w:shd w:val="clear" w:color="auto" w:fill="E6E6E6"/>
    </w:rPr>
  </w:style>
  <w:style w:type="paragraph" w:styleId="affff5">
    <w:name w:val="Message Header"/>
    <w:basedOn w:val="a2"/>
    <w:link w:val="affff6"/>
    <w:uiPriority w:val="99"/>
    <w:semiHidden/>
    <w:unhideWhenUsed/>
    <w:rsid w:val="00EC62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cstheme="majorBidi"/>
      <w:sz w:val="24"/>
      <w:szCs w:val="24"/>
    </w:rPr>
  </w:style>
  <w:style w:type="character" w:customStyle="1" w:styleId="affff6">
    <w:name w:val="訊息欄位名稱 字元"/>
    <w:basedOn w:val="a3"/>
    <w:link w:val="affff5"/>
    <w:uiPriority w:val="99"/>
    <w:semiHidden/>
    <w:rsid w:val="00EC62CF"/>
    <w:rPr>
      <w:rFonts w:ascii="Microsoft JhengHei UI" w:eastAsia="Microsoft JhengHei UI" w:hAnsi="Microsoft JhengHei UI" w:cstheme="majorBidi"/>
      <w:sz w:val="24"/>
      <w:szCs w:val="24"/>
      <w:shd w:val="pct20" w:color="auto" w:fill="auto"/>
    </w:rPr>
  </w:style>
  <w:style w:type="paragraph" w:styleId="Web">
    <w:name w:val="Normal (Web)"/>
    <w:basedOn w:val="a2"/>
    <w:uiPriority w:val="99"/>
    <w:semiHidden/>
    <w:unhideWhenUsed/>
    <w:rsid w:val="00EC62CF"/>
    <w:rPr>
      <w:rFonts w:cs="Times New Roman"/>
      <w:sz w:val="24"/>
      <w:szCs w:val="24"/>
    </w:rPr>
  </w:style>
  <w:style w:type="paragraph" w:styleId="affff7">
    <w:name w:val="Normal Indent"/>
    <w:basedOn w:val="a2"/>
    <w:uiPriority w:val="99"/>
    <w:semiHidden/>
    <w:unhideWhenUsed/>
    <w:rsid w:val="00EC62CF"/>
    <w:pPr>
      <w:ind w:left="720"/>
    </w:pPr>
  </w:style>
  <w:style w:type="paragraph" w:styleId="affff8">
    <w:name w:val="Note Heading"/>
    <w:basedOn w:val="a2"/>
    <w:next w:val="a2"/>
    <w:link w:val="affff9"/>
    <w:uiPriority w:val="99"/>
    <w:semiHidden/>
    <w:unhideWhenUsed/>
    <w:rsid w:val="00EC62CF"/>
    <w:pPr>
      <w:spacing w:line="240" w:lineRule="auto"/>
    </w:pPr>
  </w:style>
  <w:style w:type="character" w:customStyle="1" w:styleId="affff9">
    <w:name w:val="註釋標題 字元"/>
    <w:basedOn w:val="a3"/>
    <w:link w:val="affff8"/>
    <w:uiPriority w:val="99"/>
    <w:semiHidden/>
    <w:rsid w:val="00EC62CF"/>
    <w:rPr>
      <w:rFonts w:ascii="Microsoft JhengHei UI" w:eastAsia="Microsoft JhengHei UI" w:hAnsi="Microsoft JhengHei UI"/>
    </w:rPr>
  </w:style>
  <w:style w:type="character" w:styleId="affffa">
    <w:name w:val="page number"/>
    <w:basedOn w:val="a3"/>
    <w:uiPriority w:val="99"/>
    <w:semiHidden/>
    <w:unhideWhenUsed/>
    <w:rsid w:val="00EC62CF"/>
    <w:rPr>
      <w:rFonts w:ascii="Microsoft JhengHei UI" w:eastAsia="Microsoft JhengHei UI" w:hAnsi="Microsoft JhengHei UI"/>
    </w:rPr>
  </w:style>
  <w:style w:type="table" w:customStyle="1" w:styleId="PlainTable11">
    <w:name w:val="Plain Table 11"/>
    <w:basedOn w:val="a4"/>
    <w:uiPriority w:val="41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a4"/>
    <w:uiPriority w:val="42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a4"/>
    <w:uiPriority w:val="43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a4"/>
    <w:uiPriority w:val="44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a4"/>
    <w:uiPriority w:val="45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b">
    <w:name w:val="Plain Text"/>
    <w:basedOn w:val="a2"/>
    <w:link w:val="affffc"/>
    <w:uiPriority w:val="99"/>
    <w:semiHidden/>
    <w:unhideWhenUsed/>
    <w:rsid w:val="00EC62CF"/>
    <w:pPr>
      <w:spacing w:line="240" w:lineRule="auto"/>
    </w:pPr>
    <w:rPr>
      <w:szCs w:val="21"/>
    </w:rPr>
  </w:style>
  <w:style w:type="character" w:customStyle="1" w:styleId="affffc">
    <w:name w:val="純文字 字元"/>
    <w:basedOn w:val="a3"/>
    <w:link w:val="affffb"/>
    <w:uiPriority w:val="99"/>
    <w:semiHidden/>
    <w:rsid w:val="00EC62CF"/>
    <w:rPr>
      <w:rFonts w:ascii="Microsoft JhengHei UI" w:eastAsia="Microsoft JhengHei UI" w:hAnsi="Microsoft JhengHei UI"/>
      <w:szCs w:val="21"/>
    </w:rPr>
  </w:style>
  <w:style w:type="paragraph" w:styleId="affffd">
    <w:name w:val="Quote"/>
    <w:basedOn w:val="a2"/>
    <w:next w:val="a2"/>
    <w:link w:val="affffe"/>
    <w:uiPriority w:val="29"/>
    <w:semiHidden/>
    <w:unhideWhenUsed/>
    <w:qFormat/>
    <w:rsid w:val="00EC62C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e">
    <w:name w:val="引文 字元"/>
    <w:basedOn w:val="a3"/>
    <w:link w:val="affffd"/>
    <w:uiPriority w:val="29"/>
    <w:semiHidden/>
    <w:rsid w:val="00EC62CF"/>
    <w:rPr>
      <w:rFonts w:ascii="Microsoft JhengHei UI" w:eastAsia="Microsoft JhengHei UI" w:hAnsi="Microsoft JhengHei UI"/>
      <w:i/>
      <w:iCs/>
      <w:color w:val="404040" w:themeColor="text1" w:themeTint="BF"/>
    </w:rPr>
  </w:style>
  <w:style w:type="paragraph" w:styleId="afffff">
    <w:name w:val="Salutation"/>
    <w:basedOn w:val="a2"/>
    <w:next w:val="a2"/>
    <w:link w:val="afffff0"/>
    <w:uiPriority w:val="99"/>
    <w:semiHidden/>
    <w:unhideWhenUsed/>
    <w:rsid w:val="00EC62CF"/>
  </w:style>
  <w:style w:type="character" w:customStyle="1" w:styleId="afffff0">
    <w:name w:val="問候 字元"/>
    <w:basedOn w:val="a3"/>
    <w:link w:val="afffff"/>
    <w:uiPriority w:val="99"/>
    <w:semiHidden/>
    <w:rsid w:val="00EC62CF"/>
    <w:rPr>
      <w:rFonts w:ascii="Microsoft JhengHei UI" w:eastAsia="Microsoft JhengHei UI" w:hAnsi="Microsoft JhengHei UI"/>
    </w:rPr>
  </w:style>
  <w:style w:type="paragraph" w:styleId="afffff1">
    <w:name w:val="Signature"/>
    <w:basedOn w:val="a2"/>
    <w:link w:val="afffff2"/>
    <w:uiPriority w:val="99"/>
    <w:semiHidden/>
    <w:unhideWhenUsed/>
    <w:rsid w:val="00EC62CF"/>
    <w:pPr>
      <w:spacing w:line="240" w:lineRule="auto"/>
      <w:ind w:left="4252"/>
    </w:pPr>
  </w:style>
  <w:style w:type="character" w:customStyle="1" w:styleId="afffff2">
    <w:name w:val="簽名 字元"/>
    <w:basedOn w:val="a3"/>
    <w:link w:val="afffff1"/>
    <w:uiPriority w:val="99"/>
    <w:semiHidden/>
    <w:rsid w:val="00EC62CF"/>
    <w:rPr>
      <w:rFonts w:ascii="Microsoft JhengHei UI" w:eastAsia="Microsoft JhengHei UI" w:hAnsi="Microsoft JhengHei UI"/>
    </w:rPr>
  </w:style>
  <w:style w:type="character" w:customStyle="1" w:styleId="SmartHyperlink1">
    <w:name w:val="Smart Hyperlink1"/>
    <w:basedOn w:val="a3"/>
    <w:uiPriority w:val="99"/>
    <w:semiHidden/>
    <w:unhideWhenUsed/>
    <w:rsid w:val="00EC62CF"/>
    <w:rPr>
      <w:rFonts w:ascii="Microsoft JhengHei UI" w:eastAsia="Microsoft JhengHei UI" w:hAnsi="Microsoft JhengHei UI"/>
      <w:u w:val="dotted"/>
    </w:rPr>
  </w:style>
  <w:style w:type="character" w:styleId="afffff3">
    <w:name w:val="Strong"/>
    <w:basedOn w:val="a3"/>
    <w:uiPriority w:val="22"/>
    <w:semiHidden/>
    <w:unhideWhenUsed/>
    <w:qFormat/>
    <w:rsid w:val="00EC62CF"/>
    <w:rPr>
      <w:rFonts w:ascii="Microsoft JhengHei UI" w:eastAsia="Microsoft JhengHei UI" w:hAnsi="Microsoft JhengHei UI"/>
      <w:b/>
      <w:bCs/>
    </w:rPr>
  </w:style>
  <w:style w:type="paragraph" w:styleId="afffff4">
    <w:name w:val="Subtitle"/>
    <w:basedOn w:val="a2"/>
    <w:next w:val="a2"/>
    <w:link w:val="afffff5"/>
    <w:uiPriority w:val="11"/>
    <w:semiHidden/>
    <w:unhideWhenUsed/>
    <w:qFormat/>
    <w:rsid w:val="00EC62C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fff5">
    <w:name w:val="副標題 字元"/>
    <w:basedOn w:val="a3"/>
    <w:link w:val="afffff4"/>
    <w:uiPriority w:val="11"/>
    <w:semiHidden/>
    <w:rsid w:val="00EC62CF"/>
    <w:rPr>
      <w:rFonts w:ascii="Microsoft JhengHei UI" w:eastAsia="Microsoft JhengHei UI" w:hAnsi="Microsoft JhengHei UI"/>
      <w:color w:val="5A5A5A" w:themeColor="text1" w:themeTint="A5"/>
      <w:spacing w:val="15"/>
    </w:rPr>
  </w:style>
  <w:style w:type="character" w:styleId="afffff6">
    <w:name w:val="Subtle Emphasis"/>
    <w:basedOn w:val="a3"/>
    <w:uiPriority w:val="19"/>
    <w:semiHidden/>
    <w:unhideWhenUsed/>
    <w:qFormat/>
    <w:rsid w:val="00EC62CF"/>
    <w:rPr>
      <w:rFonts w:ascii="Microsoft JhengHei UI" w:eastAsia="Microsoft JhengHei UI" w:hAnsi="Microsoft JhengHei UI"/>
      <w:i/>
      <w:iCs/>
      <w:color w:val="404040" w:themeColor="text1" w:themeTint="BF"/>
    </w:rPr>
  </w:style>
  <w:style w:type="character" w:styleId="afffff7">
    <w:name w:val="Subtle Reference"/>
    <w:basedOn w:val="a3"/>
    <w:uiPriority w:val="31"/>
    <w:semiHidden/>
    <w:unhideWhenUsed/>
    <w:qFormat/>
    <w:rsid w:val="00EC62CF"/>
    <w:rPr>
      <w:rFonts w:ascii="Microsoft JhengHei UI" w:eastAsia="Microsoft JhengHei UI" w:hAnsi="Microsoft JhengHei UI"/>
      <w:smallCaps/>
      <w:color w:val="5A5A5A" w:themeColor="text1" w:themeTint="A5"/>
    </w:rPr>
  </w:style>
  <w:style w:type="table" w:styleId="3D1">
    <w:name w:val="Table 3D effects 1"/>
    <w:basedOn w:val="a4"/>
    <w:uiPriority w:val="99"/>
    <w:semiHidden/>
    <w:unhideWhenUsed/>
    <w:rsid w:val="00EC62C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4"/>
    <w:uiPriority w:val="99"/>
    <w:semiHidden/>
    <w:unhideWhenUsed/>
    <w:rsid w:val="00EC62C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4"/>
    <w:uiPriority w:val="99"/>
    <w:semiHidden/>
    <w:unhideWhenUsed/>
    <w:rsid w:val="00EC62C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EC62C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4"/>
    <w:uiPriority w:val="99"/>
    <w:semiHidden/>
    <w:unhideWhenUsed/>
    <w:rsid w:val="00EC62C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unhideWhenUsed/>
    <w:rsid w:val="00EC62C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EC62C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EC62C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4"/>
    <w:uiPriority w:val="99"/>
    <w:semiHidden/>
    <w:unhideWhenUsed/>
    <w:rsid w:val="00EC62C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4"/>
    <w:uiPriority w:val="99"/>
    <w:semiHidden/>
    <w:unhideWhenUsed/>
    <w:rsid w:val="00EC62C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EC62C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4"/>
    <w:uiPriority w:val="99"/>
    <w:semiHidden/>
    <w:unhideWhenUsed/>
    <w:rsid w:val="00EC62C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4"/>
    <w:uiPriority w:val="99"/>
    <w:semiHidden/>
    <w:unhideWhenUsed/>
    <w:rsid w:val="00EC62C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EC62C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EC62C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8">
    <w:name w:val="Table Contemporary"/>
    <w:basedOn w:val="a4"/>
    <w:uiPriority w:val="99"/>
    <w:semiHidden/>
    <w:unhideWhenUsed/>
    <w:rsid w:val="00EC62C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9">
    <w:name w:val="Table Elegant"/>
    <w:basedOn w:val="a4"/>
    <w:uiPriority w:val="99"/>
    <w:semiHidden/>
    <w:unhideWhenUsed/>
    <w:rsid w:val="00EC62C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EC62C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4"/>
    <w:uiPriority w:val="99"/>
    <w:semiHidden/>
    <w:unhideWhenUsed/>
    <w:rsid w:val="00EC62C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unhideWhenUsed/>
    <w:rsid w:val="00EC62C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EC62C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EC62C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C62C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C62C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C62C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a4"/>
    <w:uiPriority w:val="40"/>
    <w:rsid w:val="00EC62C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9">
    <w:name w:val="Table List 1"/>
    <w:basedOn w:val="a4"/>
    <w:uiPriority w:val="99"/>
    <w:semiHidden/>
    <w:unhideWhenUsed/>
    <w:rsid w:val="00EC62C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List 2"/>
    <w:basedOn w:val="a4"/>
    <w:uiPriority w:val="99"/>
    <w:semiHidden/>
    <w:unhideWhenUsed/>
    <w:rsid w:val="00EC62C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List 3"/>
    <w:basedOn w:val="a4"/>
    <w:uiPriority w:val="99"/>
    <w:semiHidden/>
    <w:unhideWhenUsed/>
    <w:rsid w:val="00EC62C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EC62C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EC62C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EC62C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EC62C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EC62C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a">
    <w:name w:val="table of authorities"/>
    <w:basedOn w:val="a2"/>
    <w:next w:val="a2"/>
    <w:uiPriority w:val="99"/>
    <w:semiHidden/>
    <w:unhideWhenUsed/>
    <w:rsid w:val="00EC62CF"/>
    <w:pPr>
      <w:ind w:left="220" w:hanging="220"/>
    </w:pPr>
  </w:style>
  <w:style w:type="paragraph" w:styleId="afffffb">
    <w:name w:val="table of figures"/>
    <w:basedOn w:val="a2"/>
    <w:next w:val="a2"/>
    <w:uiPriority w:val="99"/>
    <w:semiHidden/>
    <w:unhideWhenUsed/>
    <w:rsid w:val="00EC62CF"/>
  </w:style>
  <w:style w:type="table" w:styleId="afffffc">
    <w:name w:val="Table Professional"/>
    <w:basedOn w:val="a4"/>
    <w:uiPriority w:val="99"/>
    <w:semiHidden/>
    <w:unhideWhenUsed/>
    <w:rsid w:val="00EC62C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EC62C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4"/>
    <w:uiPriority w:val="99"/>
    <w:semiHidden/>
    <w:unhideWhenUsed/>
    <w:rsid w:val="00EC62C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4"/>
    <w:uiPriority w:val="99"/>
    <w:semiHidden/>
    <w:unhideWhenUsed/>
    <w:rsid w:val="00EC62C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EC62C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4"/>
    <w:uiPriority w:val="99"/>
    <w:rsid w:val="00EC62C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d">
    <w:name w:val="Table Theme"/>
    <w:basedOn w:val="a4"/>
    <w:uiPriority w:val="99"/>
    <w:semiHidden/>
    <w:unhideWhenUsed/>
    <w:rsid w:val="00EC6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4"/>
    <w:uiPriority w:val="99"/>
    <w:semiHidden/>
    <w:unhideWhenUsed/>
    <w:rsid w:val="00EC62C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EC62C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rsid w:val="00EC62C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e">
    <w:name w:val="toa heading"/>
    <w:basedOn w:val="a2"/>
    <w:next w:val="a2"/>
    <w:uiPriority w:val="99"/>
    <w:semiHidden/>
    <w:unhideWhenUsed/>
    <w:rsid w:val="00EC62CF"/>
    <w:pPr>
      <w:spacing w:before="120"/>
    </w:pPr>
    <w:rPr>
      <w:rFonts w:cstheme="majorBidi"/>
      <w:b/>
      <w:bCs/>
      <w:sz w:val="24"/>
      <w:szCs w:val="24"/>
    </w:rPr>
  </w:style>
  <w:style w:type="paragraph" w:styleId="1c">
    <w:name w:val="toc 1"/>
    <w:basedOn w:val="a2"/>
    <w:next w:val="a2"/>
    <w:autoRedefine/>
    <w:uiPriority w:val="39"/>
    <w:semiHidden/>
    <w:unhideWhenUsed/>
    <w:rsid w:val="00EC62CF"/>
    <w:pPr>
      <w:spacing w:after="100"/>
    </w:pPr>
  </w:style>
  <w:style w:type="paragraph" w:styleId="2f6">
    <w:name w:val="toc 2"/>
    <w:basedOn w:val="a2"/>
    <w:next w:val="a2"/>
    <w:autoRedefine/>
    <w:uiPriority w:val="39"/>
    <w:semiHidden/>
    <w:unhideWhenUsed/>
    <w:rsid w:val="00EC62CF"/>
    <w:pPr>
      <w:spacing w:after="100"/>
      <w:ind w:left="220"/>
    </w:pPr>
  </w:style>
  <w:style w:type="paragraph" w:styleId="3f1">
    <w:name w:val="toc 3"/>
    <w:basedOn w:val="a2"/>
    <w:next w:val="a2"/>
    <w:autoRedefine/>
    <w:uiPriority w:val="39"/>
    <w:semiHidden/>
    <w:unhideWhenUsed/>
    <w:rsid w:val="00EC62CF"/>
    <w:pPr>
      <w:spacing w:after="100"/>
      <w:ind w:left="440"/>
    </w:pPr>
  </w:style>
  <w:style w:type="paragraph" w:styleId="4a">
    <w:name w:val="toc 4"/>
    <w:basedOn w:val="a2"/>
    <w:next w:val="a2"/>
    <w:autoRedefine/>
    <w:uiPriority w:val="39"/>
    <w:semiHidden/>
    <w:unhideWhenUsed/>
    <w:rsid w:val="00EC62CF"/>
    <w:pPr>
      <w:spacing w:after="100"/>
      <w:ind w:left="660"/>
    </w:pPr>
  </w:style>
  <w:style w:type="paragraph" w:styleId="59">
    <w:name w:val="toc 5"/>
    <w:basedOn w:val="a2"/>
    <w:next w:val="a2"/>
    <w:autoRedefine/>
    <w:uiPriority w:val="39"/>
    <w:semiHidden/>
    <w:unhideWhenUsed/>
    <w:rsid w:val="00EC62CF"/>
    <w:pPr>
      <w:spacing w:after="100"/>
      <w:ind w:left="880"/>
    </w:pPr>
  </w:style>
  <w:style w:type="paragraph" w:styleId="64">
    <w:name w:val="toc 6"/>
    <w:basedOn w:val="a2"/>
    <w:next w:val="a2"/>
    <w:autoRedefine/>
    <w:uiPriority w:val="39"/>
    <w:semiHidden/>
    <w:unhideWhenUsed/>
    <w:rsid w:val="00EC62CF"/>
    <w:pPr>
      <w:spacing w:after="100"/>
      <w:ind w:left="1100"/>
    </w:pPr>
  </w:style>
  <w:style w:type="paragraph" w:styleId="74">
    <w:name w:val="toc 7"/>
    <w:basedOn w:val="a2"/>
    <w:next w:val="a2"/>
    <w:autoRedefine/>
    <w:uiPriority w:val="39"/>
    <w:semiHidden/>
    <w:unhideWhenUsed/>
    <w:rsid w:val="00EC62CF"/>
    <w:pPr>
      <w:spacing w:after="100"/>
      <w:ind w:left="1320"/>
    </w:pPr>
  </w:style>
  <w:style w:type="paragraph" w:styleId="84">
    <w:name w:val="toc 8"/>
    <w:basedOn w:val="a2"/>
    <w:next w:val="a2"/>
    <w:autoRedefine/>
    <w:uiPriority w:val="39"/>
    <w:semiHidden/>
    <w:unhideWhenUsed/>
    <w:rsid w:val="00EC62CF"/>
    <w:pPr>
      <w:spacing w:after="100"/>
      <w:ind w:left="1540"/>
    </w:pPr>
  </w:style>
  <w:style w:type="paragraph" w:styleId="92">
    <w:name w:val="toc 9"/>
    <w:basedOn w:val="a2"/>
    <w:next w:val="a2"/>
    <w:autoRedefine/>
    <w:uiPriority w:val="39"/>
    <w:semiHidden/>
    <w:unhideWhenUsed/>
    <w:rsid w:val="00EC62CF"/>
    <w:pPr>
      <w:spacing w:after="100"/>
      <w:ind w:left="1760"/>
    </w:pPr>
  </w:style>
  <w:style w:type="paragraph" w:styleId="affffff">
    <w:name w:val="TOC Heading"/>
    <w:basedOn w:val="1"/>
    <w:next w:val="a2"/>
    <w:uiPriority w:val="39"/>
    <w:semiHidden/>
    <w:unhideWhenUsed/>
    <w:qFormat/>
    <w:rsid w:val="00EC62CF"/>
    <w:pPr>
      <w:outlineLvl w:val="9"/>
    </w:pPr>
  </w:style>
  <w:style w:type="character" w:customStyle="1" w:styleId="UnresolvedMention1">
    <w:name w:val="Unresolved Mention1"/>
    <w:basedOn w:val="a3"/>
    <w:uiPriority w:val="99"/>
    <w:semiHidden/>
    <w:unhideWhenUsed/>
    <w:rsid w:val="00EC62CF"/>
    <w:rPr>
      <w:rFonts w:ascii="Microsoft JhengHei UI" w:eastAsia="Microsoft JhengHei UI" w:hAnsi="Microsoft JhengHei UI"/>
      <w:color w:val="595959" w:themeColor="text1" w:themeTint="A6"/>
      <w:shd w:val="clear" w:color="auto" w:fill="E6E6E6"/>
    </w:rPr>
  </w:style>
  <w:style w:type="numbering" w:styleId="111111">
    <w:name w:val="Outline List 2"/>
    <w:basedOn w:val="a5"/>
    <w:uiPriority w:val="99"/>
    <w:semiHidden/>
    <w:unhideWhenUsed/>
    <w:rsid w:val="00EC62CF"/>
    <w:pPr>
      <w:numPr>
        <w:numId w:val="11"/>
      </w:numPr>
    </w:pPr>
  </w:style>
  <w:style w:type="numbering" w:styleId="1ai">
    <w:name w:val="Outline List 1"/>
    <w:basedOn w:val="a5"/>
    <w:uiPriority w:val="99"/>
    <w:semiHidden/>
    <w:unhideWhenUsed/>
    <w:rsid w:val="00EC62CF"/>
    <w:pPr>
      <w:numPr>
        <w:numId w:val="12"/>
      </w:numPr>
    </w:pPr>
  </w:style>
  <w:style w:type="numbering" w:styleId="a1">
    <w:name w:val="Outline List 3"/>
    <w:basedOn w:val="a5"/>
    <w:uiPriority w:val="99"/>
    <w:semiHidden/>
    <w:unhideWhenUsed/>
    <w:rsid w:val="00EC62CF"/>
    <w:pPr>
      <w:numPr>
        <w:numId w:val="13"/>
      </w:numPr>
    </w:pPr>
  </w:style>
  <w:style w:type="table" w:styleId="1d">
    <w:name w:val="Grid Table 1 Light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2">
    <w:name w:val="Grid Table 1 Light Accent 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BD3A4" w:themeColor="accent1" w:themeTint="66"/>
        <w:left w:val="single" w:sz="4" w:space="0" w:color="FBD3A4" w:themeColor="accent1" w:themeTint="66"/>
        <w:bottom w:val="single" w:sz="4" w:space="0" w:color="FBD3A4" w:themeColor="accent1" w:themeTint="66"/>
        <w:right w:val="single" w:sz="4" w:space="0" w:color="FBD3A4" w:themeColor="accent1" w:themeTint="66"/>
        <w:insideH w:val="single" w:sz="4" w:space="0" w:color="FBD3A4" w:themeColor="accent1" w:themeTint="66"/>
        <w:insideV w:val="single" w:sz="4" w:space="0" w:color="FBD3A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ABE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E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2">
    <w:name w:val="Grid Table 1 Light Accent 2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EE8A5" w:themeColor="accent2" w:themeTint="66"/>
        <w:left w:val="single" w:sz="4" w:space="0" w:color="CEE8A5" w:themeColor="accent2" w:themeTint="66"/>
        <w:bottom w:val="single" w:sz="4" w:space="0" w:color="CEE8A5" w:themeColor="accent2" w:themeTint="66"/>
        <w:right w:val="single" w:sz="4" w:space="0" w:color="CEE8A5" w:themeColor="accent2" w:themeTint="66"/>
        <w:insideH w:val="single" w:sz="4" w:space="0" w:color="CEE8A5" w:themeColor="accent2" w:themeTint="66"/>
        <w:insideV w:val="single" w:sz="4" w:space="0" w:color="CEE8A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6DD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6DD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2">
    <w:name w:val="Grid Table 1 Light Accent 3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DFA6DD" w:themeColor="accent3" w:themeTint="66"/>
        <w:left w:val="single" w:sz="4" w:space="0" w:color="DFA6DD" w:themeColor="accent3" w:themeTint="66"/>
        <w:bottom w:val="single" w:sz="4" w:space="0" w:color="DFA6DD" w:themeColor="accent3" w:themeTint="66"/>
        <w:right w:val="single" w:sz="4" w:space="0" w:color="DFA6DD" w:themeColor="accent3" w:themeTint="66"/>
        <w:insideH w:val="single" w:sz="4" w:space="0" w:color="DFA6DD" w:themeColor="accent3" w:themeTint="66"/>
        <w:insideV w:val="single" w:sz="4" w:space="0" w:color="DFA6D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F79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79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2">
    <w:name w:val="Grid Table 1 Light Accent 4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A4E2EA" w:themeColor="accent4" w:themeTint="66"/>
        <w:left w:val="single" w:sz="4" w:space="0" w:color="A4E2EA" w:themeColor="accent4" w:themeTint="66"/>
        <w:bottom w:val="single" w:sz="4" w:space="0" w:color="A4E2EA" w:themeColor="accent4" w:themeTint="66"/>
        <w:right w:val="single" w:sz="4" w:space="0" w:color="A4E2EA" w:themeColor="accent4" w:themeTint="66"/>
        <w:insideH w:val="single" w:sz="4" w:space="0" w:color="A4E2EA" w:themeColor="accent4" w:themeTint="66"/>
        <w:insideV w:val="single" w:sz="4" w:space="0" w:color="A4E2E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78D3D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D3D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2">
    <w:name w:val="Grid Table 1 Light Accent 5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DBDB5" w:themeColor="accent5" w:themeTint="66"/>
        <w:left w:val="single" w:sz="4" w:space="0" w:color="FDBDB5" w:themeColor="accent5" w:themeTint="66"/>
        <w:bottom w:val="single" w:sz="4" w:space="0" w:color="FDBDB5" w:themeColor="accent5" w:themeTint="66"/>
        <w:right w:val="single" w:sz="4" w:space="0" w:color="FDBDB5" w:themeColor="accent5" w:themeTint="66"/>
        <w:insideH w:val="single" w:sz="4" w:space="0" w:color="FDBDB5" w:themeColor="accent5" w:themeTint="66"/>
        <w:insideV w:val="single" w:sz="4" w:space="0" w:color="FDBDB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C9C9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9C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2">
    <w:name w:val="Grid Table 1 Light Accent 6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9E0A4" w:themeColor="accent6" w:themeTint="66"/>
        <w:left w:val="single" w:sz="4" w:space="0" w:color="F9E0A4" w:themeColor="accent6" w:themeTint="66"/>
        <w:bottom w:val="single" w:sz="4" w:space="0" w:color="F9E0A4" w:themeColor="accent6" w:themeTint="66"/>
        <w:right w:val="single" w:sz="4" w:space="0" w:color="F9E0A4" w:themeColor="accent6" w:themeTint="66"/>
        <w:insideH w:val="single" w:sz="4" w:space="0" w:color="F9E0A4" w:themeColor="accent6" w:themeTint="66"/>
        <w:insideV w:val="single" w:sz="4" w:space="0" w:color="F9E0A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7D0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D0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f7">
    <w:name w:val="Grid Table 2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2">
    <w:name w:val="Grid Table 2 Accent 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FABE77" w:themeColor="accent1" w:themeTint="99"/>
        <w:bottom w:val="single" w:sz="2" w:space="0" w:color="FABE77" w:themeColor="accent1" w:themeTint="99"/>
        <w:insideH w:val="single" w:sz="2" w:space="0" w:color="FABE77" w:themeColor="accent1" w:themeTint="99"/>
        <w:insideV w:val="single" w:sz="2" w:space="0" w:color="FABE7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E7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E7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styleId="2-22">
    <w:name w:val="Grid Table 2 Accent 2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B6DD78" w:themeColor="accent2" w:themeTint="99"/>
        <w:bottom w:val="single" w:sz="2" w:space="0" w:color="B6DD78" w:themeColor="accent2" w:themeTint="99"/>
        <w:insideH w:val="single" w:sz="2" w:space="0" w:color="B6DD78" w:themeColor="accent2" w:themeTint="99"/>
        <w:insideV w:val="single" w:sz="2" w:space="0" w:color="B6DD7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6DD7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6DD7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styleId="2-32">
    <w:name w:val="Grid Table 2 Accent 3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CF79CC" w:themeColor="accent3" w:themeTint="99"/>
        <w:bottom w:val="single" w:sz="2" w:space="0" w:color="CF79CC" w:themeColor="accent3" w:themeTint="99"/>
        <w:insideH w:val="single" w:sz="2" w:space="0" w:color="CF79CC" w:themeColor="accent3" w:themeTint="99"/>
        <w:insideV w:val="single" w:sz="2" w:space="0" w:color="CF79C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F79C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F79C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styleId="2-42">
    <w:name w:val="Grid Table 2 Accent 4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78D3DF" w:themeColor="accent4" w:themeTint="99"/>
        <w:bottom w:val="single" w:sz="2" w:space="0" w:color="78D3DF" w:themeColor="accent4" w:themeTint="99"/>
        <w:insideH w:val="single" w:sz="2" w:space="0" w:color="78D3DF" w:themeColor="accent4" w:themeTint="99"/>
        <w:insideV w:val="single" w:sz="2" w:space="0" w:color="78D3D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D3D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D3D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styleId="2-52">
    <w:name w:val="Grid Table 2 Accent 5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FC9C90" w:themeColor="accent5" w:themeTint="99"/>
        <w:bottom w:val="single" w:sz="2" w:space="0" w:color="FC9C90" w:themeColor="accent5" w:themeTint="99"/>
        <w:insideH w:val="single" w:sz="2" w:space="0" w:color="FC9C90" w:themeColor="accent5" w:themeTint="99"/>
        <w:insideV w:val="single" w:sz="2" w:space="0" w:color="FC9C9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9C9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9C9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styleId="2-62">
    <w:name w:val="Grid Table 2 Accent 6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2" w:space="0" w:color="F7D076" w:themeColor="accent6" w:themeTint="99"/>
        <w:bottom w:val="single" w:sz="2" w:space="0" w:color="F7D076" w:themeColor="accent6" w:themeTint="99"/>
        <w:insideH w:val="single" w:sz="2" w:space="0" w:color="F7D076" w:themeColor="accent6" w:themeTint="99"/>
        <w:insideV w:val="single" w:sz="2" w:space="0" w:color="F7D07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D07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D07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styleId="3f2">
    <w:name w:val="Grid Table 3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0">
    <w:name w:val="Grid Table 3 Accent 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  <w:insideV w:val="single" w:sz="4" w:space="0" w:color="FABE7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  <w:tblStylePr w:type="neCell">
      <w:tblPr/>
      <w:tcPr>
        <w:tcBorders>
          <w:bottom w:val="single" w:sz="4" w:space="0" w:color="FABE77" w:themeColor="accent1" w:themeTint="99"/>
        </w:tcBorders>
      </w:tcPr>
    </w:tblStylePr>
    <w:tblStylePr w:type="nwCell">
      <w:tblPr/>
      <w:tcPr>
        <w:tcBorders>
          <w:bottom w:val="single" w:sz="4" w:space="0" w:color="FABE77" w:themeColor="accent1" w:themeTint="99"/>
        </w:tcBorders>
      </w:tcPr>
    </w:tblStylePr>
    <w:tblStylePr w:type="seCell">
      <w:tblPr/>
      <w:tcPr>
        <w:tcBorders>
          <w:top w:val="single" w:sz="4" w:space="0" w:color="FABE77" w:themeColor="accent1" w:themeTint="99"/>
        </w:tcBorders>
      </w:tcPr>
    </w:tblStylePr>
    <w:tblStylePr w:type="swCell">
      <w:tblPr/>
      <w:tcPr>
        <w:tcBorders>
          <w:top w:val="single" w:sz="4" w:space="0" w:color="FABE77" w:themeColor="accent1" w:themeTint="99"/>
        </w:tcBorders>
      </w:tcPr>
    </w:tblStylePr>
  </w:style>
  <w:style w:type="table" w:styleId="3-20">
    <w:name w:val="Grid Table 3 Accent 2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  <w:insideV w:val="single" w:sz="4" w:space="0" w:color="B6DD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  <w:tblStylePr w:type="neCell">
      <w:tblPr/>
      <w:tcPr>
        <w:tcBorders>
          <w:bottom w:val="single" w:sz="4" w:space="0" w:color="B6DD78" w:themeColor="accent2" w:themeTint="99"/>
        </w:tcBorders>
      </w:tcPr>
    </w:tblStylePr>
    <w:tblStylePr w:type="nwCell">
      <w:tblPr/>
      <w:tcPr>
        <w:tcBorders>
          <w:bottom w:val="single" w:sz="4" w:space="0" w:color="B6DD78" w:themeColor="accent2" w:themeTint="99"/>
        </w:tcBorders>
      </w:tcPr>
    </w:tblStylePr>
    <w:tblStylePr w:type="seCell">
      <w:tblPr/>
      <w:tcPr>
        <w:tcBorders>
          <w:top w:val="single" w:sz="4" w:space="0" w:color="B6DD78" w:themeColor="accent2" w:themeTint="99"/>
        </w:tcBorders>
      </w:tcPr>
    </w:tblStylePr>
    <w:tblStylePr w:type="swCell">
      <w:tblPr/>
      <w:tcPr>
        <w:tcBorders>
          <w:top w:val="single" w:sz="4" w:space="0" w:color="B6DD78" w:themeColor="accent2" w:themeTint="99"/>
        </w:tcBorders>
      </w:tcPr>
    </w:tblStylePr>
  </w:style>
  <w:style w:type="table" w:styleId="3-30">
    <w:name w:val="Grid Table 3 Accent 3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  <w:insideV w:val="single" w:sz="4" w:space="0" w:color="CF79C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  <w:tblStylePr w:type="neCell">
      <w:tblPr/>
      <w:tcPr>
        <w:tcBorders>
          <w:bottom w:val="single" w:sz="4" w:space="0" w:color="CF79CC" w:themeColor="accent3" w:themeTint="99"/>
        </w:tcBorders>
      </w:tcPr>
    </w:tblStylePr>
    <w:tblStylePr w:type="nwCell">
      <w:tblPr/>
      <w:tcPr>
        <w:tcBorders>
          <w:bottom w:val="single" w:sz="4" w:space="0" w:color="CF79CC" w:themeColor="accent3" w:themeTint="99"/>
        </w:tcBorders>
      </w:tcPr>
    </w:tblStylePr>
    <w:tblStylePr w:type="seCell">
      <w:tblPr/>
      <w:tcPr>
        <w:tcBorders>
          <w:top w:val="single" w:sz="4" w:space="0" w:color="CF79CC" w:themeColor="accent3" w:themeTint="99"/>
        </w:tcBorders>
      </w:tcPr>
    </w:tblStylePr>
    <w:tblStylePr w:type="swCell">
      <w:tblPr/>
      <w:tcPr>
        <w:tcBorders>
          <w:top w:val="single" w:sz="4" w:space="0" w:color="CF79CC" w:themeColor="accent3" w:themeTint="99"/>
        </w:tcBorders>
      </w:tcPr>
    </w:tblStylePr>
  </w:style>
  <w:style w:type="table" w:styleId="3-40">
    <w:name w:val="Grid Table 3 Accent 4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  <w:insideV w:val="single" w:sz="4" w:space="0" w:color="78D3D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  <w:tblStylePr w:type="neCell">
      <w:tblPr/>
      <w:tcPr>
        <w:tcBorders>
          <w:bottom w:val="single" w:sz="4" w:space="0" w:color="78D3DF" w:themeColor="accent4" w:themeTint="99"/>
        </w:tcBorders>
      </w:tcPr>
    </w:tblStylePr>
    <w:tblStylePr w:type="nwCell">
      <w:tblPr/>
      <w:tcPr>
        <w:tcBorders>
          <w:bottom w:val="single" w:sz="4" w:space="0" w:color="78D3DF" w:themeColor="accent4" w:themeTint="99"/>
        </w:tcBorders>
      </w:tcPr>
    </w:tblStylePr>
    <w:tblStylePr w:type="seCell">
      <w:tblPr/>
      <w:tcPr>
        <w:tcBorders>
          <w:top w:val="single" w:sz="4" w:space="0" w:color="78D3DF" w:themeColor="accent4" w:themeTint="99"/>
        </w:tcBorders>
      </w:tcPr>
    </w:tblStylePr>
    <w:tblStylePr w:type="swCell">
      <w:tblPr/>
      <w:tcPr>
        <w:tcBorders>
          <w:top w:val="single" w:sz="4" w:space="0" w:color="78D3DF" w:themeColor="accent4" w:themeTint="99"/>
        </w:tcBorders>
      </w:tcPr>
    </w:tblStylePr>
  </w:style>
  <w:style w:type="table" w:styleId="3-50">
    <w:name w:val="Grid Table 3 Accent 5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  <w:insideV w:val="single" w:sz="4" w:space="0" w:color="FC9C9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  <w:tblStylePr w:type="neCell">
      <w:tblPr/>
      <w:tcPr>
        <w:tcBorders>
          <w:bottom w:val="single" w:sz="4" w:space="0" w:color="FC9C90" w:themeColor="accent5" w:themeTint="99"/>
        </w:tcBorders>
      </w:tcPr>
    </w:tblStylePr>
    <w:tblStylePr w:type="nwCell">
      <w:tblPr/>
      <w:tcPr>
        <w:tcBorders>
          <w:bottom w:val="single" w:sz="4" w:space="0" w:color="FC9C90" w:themeColor="accent5" w:themeTint="99"/>
        </w:tcBorders>
      </w:tcPr>
    </w:tblStylePr>
    <w:tblStylePr w:type="seCell">
      <w:tblPr/>
      <w:tcPr>
        <w:tcBorders>
          <w:top w:val="single" w:sz="4" w:space="0" w:color="FC9C90" w:themeColor="accent5" w:themeTint="99"/>
        </w:tcBorders>
      </w:tcPr>
    </w:tblStylePr>
    <w:tblStylePr w:type="swCell">
      <w:tblPr/>
      <w:tcPr>
        <w:tcBorders>
          <w:top w:val="single" w:sz="4" w:space="0" w:color="FC9C90" w:themeColor="accent5" w:themeTint="99"/>
        </w:tcBorders>
      </w:tcPr>
    </w:tblStylePr>
  </w:style>
  <w:style w:type="table" w:styleId="3-60">
    <w:name w:val="Grid Table 3 Accent 6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  <w:insideV w:val="single" w:sz="4" w:space="0" w:color="F7D0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  <w:tblStylePr w:type="neCell">
      <w:tblPr/>
      <w:tcPr>
        <w:tcBorders>
          <w:bottom w:val="single" w:sz="4" w:space="0" w:color="F7D076" w:themeColor="accent6" w:themeTint="99"/>
        </w:tcBorders>
      </w:tcPr>
    </w:tblStylePr>
    <w:tblStylePr w:type="nwCell">
      <w:tblPr/>
      <w:tcPr>
        <w:tcBorders>
          <w:bottom w:val="single" w:sz="4" w:space="0" w:color="F7D076" w:themeColor="accent6" w:themeTint="99"/>
        </w:tcBorders>
      </w:tcPr>
    </w:tblStylePr>
    <w:tblStylePr w:type="seCell">
      <w:tblPr/>
      <w:tcPr>
        <w:tcBorders>
          <w:top w:val="single" w:sz="4" w:space="0" w:color="F7D076" w:themeColor="accent6" w:themeTint="99"/>
        </w:tcBorders>
      </w:tcPr>
    </w:tblStylePr>
    <w:tblStylePr w:type="swCell">
      <w:tblPr/>
      <w:tcPr>
        <w:tcBorders>
          <w:top w:val="single" w:sz="4" w:space="0" w:color="F7D076" w:themeColor="accent6" w:themeTint="99"/>
        </w:tcBorders>
      </w:tcPr>
    </w:tblStylePr>
  </w:style>
  <w:style w:type="table" w:styleId="4b">
    <w:name w:val="Grid Table 4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  <w:insideV w:val="single" w:sz="4" w:space="0" w:color="FABE7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E" w:themeColor="accent1"/>
          <w:left w:val="single" w:sz="4" w:space="0" w:color="F7941E" w:themeColor="accent1"/>
          <w:bottom w:val="single" w:sz="4" w:space="0" w:color="F7941E" w:themeColor="accent1"/>
          <w:right w:val="single" w:sz="4" w:space="0" w:color="F7941E" w:themeColor="accent1"/>
          <w:insideH w:val="nil"/>
          <w:insideV w:val="nil"/>
        </w:tcBorders>
        <w:shd w:val="clear" w:color="auto" w:fill="F7941E" w:themeFill="accent1"/>
      </w:tcPr>
    </w:tblStylePr>
    <w:tblStylePr w:type="lastRow">
      <w:rPr>
        <w:b/>
        <w:bCs/>
      </w:rPr>
      <w:tblPr/>
      <w:tcPr>
        <w:tcBorders>
          <w:top w:val="double" w:sz="4" w:space="0" w:color="F7941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styleId="4-2">
    <w:name w:val="Grid Table 4 Accent 2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  <w:insideV w:val="single" w:sz="4" w:space="0" w:color="B6DD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3B82E" w:themeColor="accent2"/>
          <w:left w:val="single" w:sz="4" w:space="0" w:color="83B82E" w:themeColor="accent2"/>
          <w:bottom w:val="single" w:sz="4" w:space="0" w:color="83B82E" w:themeColor="accent2"/>
          <w:right w:val="single" w:sz="4" w:space="0" w:color="83B82E" w:themeColor="accent2"/>
          <w:insideH w:val="nil"/>
          <w:insideV w:val="nil"/>
        </w:tcBorders>
        <w:shd w:val="clear" w:color="auto" w:fill="83B82E" w:themeFill="accent2"/>
      </w:tcPr>
    </w:tblStylePr>
    <w:tblStylePr w:type="lastRow">
      <w:rPr>
        <w:b/>
        <w:bCs/>
      </w:rPr>
      <w:tblPr/>
      <w:tcPr>
        <w:tcBorders>
          <w:top w:val="double" w:sz="4" w:space="0" w:color="83B82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styleId="4-3">
    <w:name w:val="Grid Table 4 Accent 3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  <w:insideV w:val="single" w:sz="4" w:space="0" w:color="CF79C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3797" w:themeColor="accent3"/>
          <w:left w:val="single" w:sz="4" w:space="0" w:color="9A3797" w:themeColor="accent3"/>
          <w:bottom w:val="single" w:sz="4" w:space="0" w:color="9A3797" w:themeColor="accent3"/>
          <w:right w:val="single" w:sz="4" w:space="0" w:color="9A3797" w:themeColor="accent3"/>
          <w:insideH w:val="nil"/>
          <w:insideV w:val="nil"/>
        </w:tcBorders>
        <w:shd w:val="clear" w:color="auto" w:fill="9A3797" w:themeFill="accent3"/>
      </w:tcPr>
    </w:tblStylePr>
    <w:tblStylePr w:type="lastRow">
      <w:rPr>
        <w:b/>
        <w:bCs/>
      </w:rPr>
      <w:tblPr/>
      <w:tcPr>
        <w:tcBorders>
          <w:top w:val="double" w:sz="4" w:space="0" w:color="9A379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styleId="4-4">
    <w:name w:val="Grid Table 4 Accent 4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  <w:insideV w:val="single" w:sz="4" w:space="0" w:color="78D3D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ADBD" w:themeColor="accent4"/>
          <w:left w:val="single" w:sz="4" w:space="0" w:color="2CADBD" w:themeColor="accent4"/>
          <w:bottom w:val="single" w:sz="4" w:space="0" w:color="2CADBD" w:themeColor="accent4"/>
          <w:right w:val="single" w:sz="4" w:space="0" w:color="2CADBD" w:themeColor="accent4"/>
          <w:insideH w:val="nil"/>
          <w:insideV w:val="nil"/>
        </w:tcBorders>
        <w:shd w:val="clear" w:color="auto" w:fill="2CADBD" w:themeFill="accent4"/>
      </w:tcPr>
    </w:tblStylePr>
    <w:tblStylePr w:type="lastRow">
      <w:rPr>
        <w:b/>
        <w:bCs/>
      </w:rPr>
      <w:tblPr/>
      <w:tcPr>
        <w:tcBorders>
          <w:top w:val="double" w:sz="4" w:space="0" w:color="2CADB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styleId="4-5">
    <w:name w:val="Grid Table 4 Accent 5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  <w:insideV w:val="single" w:sz="4" w:space="0" w:color="FC9C9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5B47" w:themeColor="accent5"/>
          <w:left w:val="single" w:sz="4" w:space="0" w:color="FA5B47" w:themeColor="accent5"/>
          <w:bottom w:val="single" w:sz="4" w:space="0" w:color="FA5B47" w:themeColor="accent5"/>
          <w:right w:val="single" w:sz="4" w:space="0" w:color="FA5B47" w:themeColor="accent5"/>
          <w:insideH w:val="nil"/>
          <w:insideV w:val="nil"/>
        </w:tcBorders>
        <w:shd w:val="clear" w:color="auto" w:fill="FA5B47" w:themeFill="accent5"/>
      </w:tcPr>
    </w:tblStylePr>
    <w:tblStylePr w:type="lastRow">
      <w:rPr>
        <w:b/>
        <w:bCs/>
      </w:rPr>
      <w:tblPr/>
      <w:tcPr>
        <w:tcBorders>
          <w:top w:val="double" w:sz="4" w:space="0" w:color="FA5B4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styleId="4-6">
    <w:name w:val="Grid Table 4 Accent 6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  <w:insideV w:val="single" w:sz="4" w:space="0" w:color="F7D0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31C" w:themeColor="accent6"/>
          <w:left w:val="single" w:sz="4" w:space="0" w:color="F2B31C" w:themeColor="accent6"/>
          <w:bottom w:val="single" w:sz="4" w:space="0" w:color="F2B31C" w:themeColor="accent6"/>
          <w:right w:val="single" w:sz="4" w:space="0" w:color="F2B31C" w:themeColor="accent6"/>
          <w:insideH w:val="nil"/>
          <w:insideV w:val="nil"/>
        </w:tcBorders>
        <w:shd w:val="clear" w:color="auto" w:fill="F2B31C" w:themeFill="accent6"/>
      </w:tcPr>
    </w:tblStylePr>
    <w:tblStylePr w:type="lastRow">
      <w:rPr>
        <w:b/>
        <w:bCs/>
      </w:rPr>
      <w:tblPr/>
      <w:tcPr>
        <w:tcBorders>
          <w:top w:val="double" w:sz="4" w:space="0" w:color="F2B31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styleId="5a">
    <w:name w:val="Grid Table 5 Dark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41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41E" w:themeFill="accent1"/>
      </w:tcPr>
    </w:tblStylePr>
    <w:tblStylePr w:type="band1Vert">
      <w:tblPr/>
      <w:tcPr>
        <w:shd w:val="clear" w:color="auto" w:fill="FBD3A4" w:themeFill="accent1" w:themeFillTint="66"/>
      </w:tcPr>
    </w:tblStylePr>
    <w:tblStylePr w:type="band1Horz">
      <w:tblPr/>
      <w:tcPr>
        <w:shd w:val="clear" w:color="auto" w:fill="FBD3A4" w:themeFill="accent1" w:themeFillTint="66"/>
      </w:tcPr>
    </w:tblStylePr>
  </w:style>
  <w:style w:type="table" w:styleId="5-2">
    <w:name w:val="Grid Table 5 Dark Accent 2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3D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3B82E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3B82E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3B82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3B82E" w:themeFill="accent2"/>
      </w:tcPr>
    </w:tblStylePr>
    <w:tblStylePr w:type="band1Vert">
      <w:tblPr/>
      <w:tcPr>
        <w:shd w:val="clear" w:color="auto" w:fill="CEE8A5" w:themeFill="accent2" w:themeFillTint="66"/>
      </w:tcPr>
    </w:tblStylePr>
    <w:tblStylePr w:type="band1Horz">
      <w:tblPr/>
      <w:tcPr>
        <w:shd w:val="clear" w:color="auto" w:fill="CEE8A5" w:themeFill="accent2" w:themeFillTint="66"/>
      </w:tcPr>
    </w:tblStylePr>
  </w:style>
  <w:style w:type="table" w:styleId="5-3">
    <w:name w:val="Grid Table 5 Dark Accent 3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D2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379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379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379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3797" w:themeFill="accent3"/>
      </w:tcPr>
    </w:tblStylePr>
    <w:tblStylePr w:type="band1Vert">
      <w:tblPr/>
      <w:tcPr>
        <w:shd w:val="clear" w:color="auto" w:fill="DFA6DD" w:themeFill="accent3" w:themeFillTint="66"/>
      </w:tcPr>
    </w:tblStylePr>
    <w:tblStylePr w:type="band1Horz">
      <w:tblPr/>
      <w:tcPr>
        <w:shd w:val="clear" w:color="auto" w:fill="DFA6DD" w:themeFill="accent3" w:themeFillTint="66"/>
      </w:tcPr>
    </w:tblStylePr>
  </w:style>
  <w:style w:type="table" w:styleId="5-4">
    <w:name w:val="Grid Table 5 Dark Accent 4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0F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ADB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ADB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ADB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ADBD" w:themeFill="accent4"/>
      </w:tcPr>
    </w:tblStylePr>
    <w:tblStylePr w:type="band1Vert">
      <w:tblPr/>
      <w:tcPr>
        <w:shd w:val="clear" w:color="auto" w:fill="A4E2EA" w:themeFill="accent4" w:themeFillTint="66"/>
      </w:tcPr>
    </w:tblStylePr>
    <w:tblStylePr w:type="band1Horz">
      <w:tblPr/>
      <w:tcPr>
        <w:shd w:val="clear" w:color="auto" w:fill="A4E2EA" w:themeFill="accent4" w:themeFillTint="66"/>
      </w:tcPr>
    </w:tblStylePr>
  </w:style>
  <w:style w:type="table" w:styleId="5-5">
    <w:name w:val="Grid Table 5 Dark Accent 5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DD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5B4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5B4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A5B4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A5B47" w:themeFill="accent5"/>
      </w:tcPr>
    </w:tblStylePr>
    <w:tblStylePr w:type="band1Vert">
      <w:tblPr/>
      <w:tcPr>
        <w:shd w:val="clear" w:color="auto" w:fill="FDBDB5" w:themeFill="accent5" w:themeFillTint="66"/>
      </w:tcPr>
    </w:tblStylePr>
    <w:tblStylePr w:type="band1Horz">
      <w:tblPr/>
      <w:tcPr>
        <w:shd w:val="clear" w:color="auto" w:fill="FDBDB5" w:themeFill="accent5" w:themeFillTint="66"/>
      </w:tcPr>
    </w:tblStylePr>
  </w:style>
  <w:style w:type="table" w:styleId="5-6">
    <w:name w:val="Grid Table 5 Dark Accent 6"/>
    <w:basedOn w:val="a4"/>
    <w:uiPriority w:val="50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FD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31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31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B31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B31C" w:themeFill="accent6"/>
      </w:tcPr>
    </w:tblStylePr>
    <w:tblStylePr w:type="band1Vert">
      <w:tblPr/>
      <w:tcPr>
        <w:shd w:val="clear" w:color="auto" w:fill="F9E0A4" w:themeFill="accent6" w:themeFillTint="66"/>
      </w:tcPr>
    </w:tblStylePr>
    <w:tblStylePr w:type="band1Horz">
      <w:tblPr/>
      <w:tcPr>
        <w:shd w:val="clear" w:color="auto" w:fill="F9E0A4" w:themeFill="accent6" w:themeFillTint="66"/>
      </w:tcPr>
    </w:tblStylePr>
  </w:style>
  <w:style w:type="table" w:styleId="65">
    <w:name w:val="Grid Table 6 Colorful"/>
    <w:basedOn w:val="a4"/>
    <w:uiPriority w:val="51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EC62CF"/>
    <w:pPr>
      <w:spacing w:after="0" w:line="240" w:lineRule="auto"/>
    </w:pPr>
    <w:rPr>
      <w:color w:val="C86F07" w:themeColor="accent1" w:themeShade="BF"/>
    </w:r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  <w:insideV w:val="single" w:sz="4" w:space="0" w:color="FABE7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ABE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E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styleId="6-2">
    <w:name w:val="Grid Table 6 Colorful Accent 2"/>
    <w:basedOn w:val="a4"/>
    <w:uiPriority w:val="51"/>
    <w:rsid w:val="00EC62CF"/>
    <w:pPr>
      <w:spacing w:after="0" w:line="240" w:lineRule="auto"/>
    </w:pPr>
    <w:rPr>
      <w:color w:val="618922" w:themeColor="accent2" w:themeShade="BF"/>
    </w:r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  <w:insideV w:val="single" w:sz="4" w:space="0" w:color="B6DD7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6DD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6DD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styleId="6-3">
    <w:name w:val="Grid Table 6 Colorful Accent 3"/>
    <w:basedOn w:val="a4"/>
    <w:uiPriority w:val="51"/>
    <w:rsid w:val="00EC62CF"/>
    <w:pPr>
      <w:spacing w:after="0" w:line="240" w:lineRule="auto"/>
    </w:pPr>
    <w:rPr>
      <w:color w:val="732970" w:themeColor="accent3" w:themeShade="BF"/>
    </w:r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  <w:insideV w:val="single" w:sz="4" w:space="0" w:color="CF79C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F79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F79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styleId="6-4">
    <w:name w:val="Grid Table 6 Colorful Accent 4"/>
    <w:basedOn w:val="a4"/>
    <w:uiPriority w:val="51"/>
    <w:rsid w:val="00EC62CF"/>
    <w:pPr>
      <w:spacing w:after="0" w:line="240" w:lineRule="auto"/>
    </w:pPr>
    <w:rPr>
      <w:color w:val="21818D" w:themeColor="accent4" w:themeShade="BF"/>
    </w:r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  <w:insideV w:val="single" w:sz="4" w:space="0" w:color="78D3D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78D3D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D3D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styleId="6-5">
    <w:name w:val="Grid Table 6 Colorful Accent 5"/>
    <w:basedOn w:val="a4"/>
    <w:uiPriority w:val="51"/>
    <w:rsid w:val="00EC62CF"/>
    <w:pPr>
      <w:spacing w:after="0" w:line="240" w:lineRule="auto"/>
    </w:pPr>
    <w:rPr>
      <w:color w:val="E91F06" w:themeColor="accent5" w:themeShade="BF"/>
    </w:r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  <w:insideV w:val="single" w:sz="4" w:space="0" w:color="FC9C9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C9C9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C9C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styleId="6-6">
    <w:name w:val="Grid Table 6 Colorful Accent 6"/>
    <w:basedOn w:val="a4"/>
    <w:uiPriority w:val="51"/>
    <w:rsid w:val="00EC62CF"/>
    <w:pPr>
      <w:spacing w:after="0" w:line="240" w:lineRule="auto"/>
    </w:pPr>
    <w:rPr>
      <w:color w:val="BF890B" w:themeColor="accent6" w:themeShade="BF"/>
    </w:r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  <w:insideV w:val="single" w:sz="4" w:space="0" w:color="F7D07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7D0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D0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styleId="75">
    <w:name w:val="Grid Table 7 Colorful"/>
    <w:basedOn w:val="a4"/>
    <w:uiPriority w:val="52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EC62CF"/>
    <w:pPr>
      <w:spacing w:after="0" w:line="240" w:lineRule="auto"/>
    </w:pPr>
    <w:rPr>
      <w:color w:val="C86F07" w:themeColor="accent1" w:themeShade="BF"/>
    </w:r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  <w:insideV w:val="single" w:sz="4" w:space="0" w:color="FABE7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  <w:tblStylePr w:type="neCell">
      <w:tblPr/>
      <w:tcPr>
        <w:tcBorders>
          <w:bottom w:val="single" w:sz="4" w:space="0" w:color="FABE77" w:themeColor="accent1" w:themeTint="99"/>
        </w:tcBorders>
      </w:tcPr>
    </w:tblStylePr>
    <w:tblStylePr w:type="nwCell">
      <w:tblPr/>
      <w:tcPr>
        <w:tcBorders>
          <w:bottom w:val="single" w:sz="4" w:space="0" w:color="FABE77" w:themeColor="accent1" w:themeTint="99"/>
        </w:tcBorders>
      </w:tcPr>
    </w:tblStylePr>
    <w:tblStylePr w:type="seCell">
      <w:tblPr/>
      <w:tcPr>
        <w:tcBorders>
          <w:top w:val="single" w:sz="4" w:space="0" w:color="FABE77" w:themeColor="accent1" w:themeTint="99"/>
        </w:tcBorders>
      </w:tcPr>
    </w:tblStylePr>
    <w:tblStylePr w:type="swCell">
      <w:tblPr/>
      <w:tcPr>
        <w:tcBorders>
          <w:top w:val="single" w:sz="4" w:space="0" w:color="FABE77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EC62CF"/>
    <w:pPr>
      <w:spacing w:after="0" w:line="240" w:lineRule="auto"/>
    </w:pPr>
    <w:rPr>
      <w:color w:val="618922" w:themeColor="accent2" w:themeShade="BF"/>
    </w:r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  <w:insideV w:val="single" w:sz="4" w:space="0" w:color="B6DD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  <w:tblStylePr w:type="neCell">
      <w:tblPr/>
      <w:tcPr>
        <w:tcBorders>
          <w:bottom w:val="single" w:sz="4" w:space="0" w:color="B6DD78" w:themeColor="accent2" w:themeTint="99"/>
        </w:tcBorders>
      </w:tcPr>
    </w:tblStylePr>
    <w:tblStylePr w:type="nwCell">
      <w:tblPr/>
      <w:tcPr>
        <w:tcBorders>
          <w:bottom w:val="single" w:sz="4" w:space="0" w:color="B6DD78" w:themeColor="accent2" w:themeTint="99"/>
        </w:tcBorders>
      </w:tcPr>
    </w:tblStylePr>
    <w:tblStylePr w:type="seCell">
      <w:tblPr/>
      <w:tcPr>
        <w:tcBorders>
          <w:top w:val="single" w:sz="4" w:space="0" w:color="B6DD78" w:themeColor="accent2" w:themeTint="99"/>
        </w:tcBorders>
      </w:tcPr>
    </w:tblStylePr>
    <w:tblStylePr w:type="swCell">
      <w:tblPr/>
      <w:tcPr>
        <w:tcBorders>
          <w:top w:val="single" w:sz="4" w:space="0" w:color="B6DD78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EC62CF"/>
    <w:pPr>
      <w:spacing w:after="0" w:line="240" w:lineRule="auto"/>
    </w:pPr>
    <w:rPr>
      <w:color w:val="732970" w:themeColor="accent3" w:themeShade="BF"/>
    </w:r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  <w:insideV w:val="single" w:sz="4" w:space="0" w:color="CF79C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  <w:tblStylePr w:type="neCell">
      <w:tblPr/>
      <w:tcPr>
        <w:tcBorders>
          <w:bottom w:val="single" w:sz="4" w:space="0" w:color="CF79CC" w:themeColor="accent3" w:themeTint="99"/>
        </w:tcBorders>
      </w:tcPr>
    </w:tblStylePr>
    <w:tblStylePr w:type="nwCell">
      <w:tblPr/>
      <w:tcPr>
        <w:tcBorders>
          <w:bottom w:val="single" w:sz="4" w:space="0" w:color="CF79CC" w:themeColor="accent3" w:themeTint="99"/>
        </w:tcBorders>
      </w:tcPr>
    </w:tblStylePr>
    <w:tblStylePr w:type="seCell">
      <w:tblPr/>
      <w:tcPr>
        <w:tcBorders>
          <w:top w:val="single" w:sz="4" w:space="0" w:color="CF79CC" w:themeColor="accent3" w:themeTint="99"/>
        </w:tcBorders>
      </w:tcPr>
    </w:tblStylePr>
    <w:tblStylePr w:type="swCell">
      <w:tblPr/>
      <w:tcPr>
        <w:tcBorders>
          <w:top w:val="single" w:sz="4" w:space="0" w:color="CF79CC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EC62CF"/>
    <w:pPr>
      <w:spacing w:after="0" w:line="240" w:lineRule="auto"/>
    </w:pPr>
    <w:rPr>
      <w:color w:val="21818D" w:themeColor="accent4" w:themeShade="BF"/>
    </w:r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  <w:insideV w:val="single" w:sz="4" w:space="0" w:color="78D3D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  <w:tblStylePr w:type="neCell">
      <w:tblPr/>
      <w:tcPr>
        <w:tcBorders>
          <w:bottom w:val="single" w:sz="4" w:space="0" w:color="78D3DF" w:themeColor="accent4" w:themeTint="99"/>
        </w:tcBorders>
      </w:tcPr>
    </w:tblStylePr>
    <w:tblStylePr w:type="nwCell">
      <w:tblPr/>
      <w:tcPr>
        <w:tcBorders>
          <w:bottom w:val="single" w:sz="4" w:space="0" w:color="78D3DF" w:themeColor="accent4" w:themeTint="99"/>
        </w:tcBorders>
      </w:tcPr>
    </w:tblStylePr>
    <w:tblStylePr w:type="seCell">
      <w:tblPr/>
      <w:tcPr>
        <w:tcBorders>
          <w:top w:val="single" w:sz="4" w:space="0" w:color="78D3DF" w:themeColor="accent4" w:themeTint="99"/>
        </w:tcBorders>
      </w:tcPr>
    </w:tblStylePr>
    <w:tblStylePr w:type="swCell">
      <w:tblPr/>
      <w:tcPr>
        <w:tcBorders>
          <w:top w:val="single" w:sz="4" w:space="0" w:color="78D3DF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EC62CF"/>
    <w:pPr>
      <w:spacing w:after="0" w:line="240" w:lineRule="auto"/>
    </w:pPr>
    <w:rPr>
      <w:color w:val="E91F06" w:themeColor="accent5" w:themeShade="BF"/>
    </w:r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  <w:insideV w:val="single" w:sz="4" w:space="0" w:color="FC9C9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  <w:tblStylePr w:type="neCell">
      <w:tblPr/>
      <w:tcPr>
        <w:tcBorders>
          <w:bottom w:val="single" w:sz="4" w:space="0" w:color="FC9C90" w:themeColor="accent5" w:themeTint="99"/>
        </w:tcBorders>
      </w:tcPr>
    </w:tblStylePr>
    <w:tblStylePr w:type="nwCell">
      <w:tblPr/>
      <w:tcPr>
        <w:tcBorders>
          <w:bottom w:val="single" w:sz="4" w:space="0" w:color="FC9C90" w:themeColor="accent5" w:themeTint="99"/>
        </w:tcBorders>
      </w:tcPr>
    </w:tblStylePr>
    <w:tblStylePr w:type="seCell">
      <w:tblPr/>
      <w:tcPr>
        <w:tcBorders>
          <w:top w:val="single" w:sz="4" w:space="0" w:color="FC9C90" w:themeColor="accent5" w:themeTint="99"/>
        </w:tcBorders>
      </w:tcPr>
    </w:tblStylePr>
    <w:tblStylePr w:type="swCell">
      <w:tblPr/>
      <w:tcPr>
        <w:tcBorders>
          <w:top w:val="single" w:sz="4" w:space="0" w:color="FC9C90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EC62CF"/>
    <w:pPr>
      <w:spacing w:after="0" w:line="240" w:lineRule="auto"/>
    </w:pPr>
    <w:rPr>
      <w:color w:val="BF890B" w:themeColor="accent6" w:themeShade="BF"/>
    </w:r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  <w:insideV w:val="single" w:sz="4" w:space="0" w:color="F7D0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  <w:tblStylePr w:type="neCell">
      <w:tblPr/>
      <w:tcPr>
        <w:tcBorders>
          <w:bottom w:val="single" w:sz="4" w:space="0" w:color="F7D076" w:themeColor="accent6" w:themeTint="99"/>
        </w:tcBorders>
      </w:tcPr>
    </w:tblStylePr>
    <w:tblStylePr w:type="nwCell">
      <w:tblPr/>
      <w:tcPr>
        <w:tcBorders>
          <w:bottom w:val="single" w:sz="4" w:space="0" w:color="F7D076" w:themeColor="accent6" w:themeTint="99"/>
        </w:tcBorders>
      </w:tcPr>
    </w:tblStylePr>
    <w:tblStylePr w:type="seCell">
      <w:tblPr/>
      <w:tcPr>
        <w:tcBorders>
          <w:top w:val="single" w:sz="4" w:space="0" w:color="F7D076" w:themeColor="accent6" w:themeTint="99"/>
        </w:tcBorders>
      </w:tcPr>
    </w:tblStylePr>
    <w:tblStylePr w:type="swCell">
      <w:tblPr/>
      <w:tcPr>
        <w:tcBorders>
          <w:top w:val="single" w:sz="4" w:space="0" w:color="F7D076" w:themeColor="accent6" w:themeTint="99"/>
        </w:tcBorders>
      </w:tcPr>
    </w:tblStylePr>
  </w:style>
  <w:style w:type="character" w:styleId="affffff0">
    <w:name w:val="Hashtag"/>
    <w:basedOn w:val="a3"/>
    <w:uiPriority w:val="99"/>
    <w:semiHidden/>
    <w:unhideWhenUsed/>
    <w:rsid w:val="00EC62CF"/>
    <w:rPr>
      <w:rFonts w:ascii="Microsoft JhengHei UI" w:eastAsia="Microsoft JhengHei UI" w:hAnsi="Microsoft JhengHei UI"/>
      <w:color w:val="2B579A"/>
      <w:shd w:val="clear" w:color="auto" w:fill="E6E6E6"/>
    </w:rPr>
  </w:style>
  <w:style w:type="table" w:styleId="1e">
    <w:name w:val="List Table 1 Light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3">
    <w:name w:val="List Table 1 Light Accent 1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E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E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styleId="1-23">
    <w:name w:val="List Table 1 Light Accent 2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6DD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6DD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styleId="1-33">
    <w:name w:val="List Table 1 Light Accent 3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F79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F79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styleId="1-43">
    <w:name w:val="List Table 1 Light Accent 4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D3D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D3D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styleId="1-53">
    <w:name w:val="List Table 1 Light Accent 5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9C9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9C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styleId="1-63">
    <w:name w:val="List Table 1 Light Accent 6"/>
    <w:basedOn w:val="a4"/>
    <w:uiPriority w:val="46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D0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D0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styleId="2f8">
    <w:name w:val="List Table 2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3">
    <w:name w:val="List Table 2 Accent 1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BE77" w:themeColor="accent1" w:themeTint="99"/>
        <w:bottom w:val="single" w:sz="4" w:space="0" w:color="FABE77" w:themeColor="accent1" w:themeTint="99"/>
        <w:insideH w:val="single" w:sz="4" w:space="0" w:color="FABE7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styleId="2-23">
    <w:name w:val="List Table 2 Accent 2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6DD78" w:themeColor="accent2" w:themeTint="99"/>
        <w:bottom w:val="single" w:sz="4" w:space="0" w:color="B6DD78" w:themeColor="accent2" w:themeTint="99"/>
        <w:insideH w:val="single" w:sz="4" w:space="0" w:color="B6DD7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styleId="2-33">
    <w:name w:val="List Table 2 Accent 3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F79CC" w:themeColor="accent3" w:themeTint="99"/>
        <w:bottom w:val="single" w:sz="4" w:space="0" w:color="CF79CC" w:themeColor="accent3" w:themeTint="99"/>
        <w:insideH w:val="single" w:sz="4" w:space="0" w:color="CF79C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styleId="2-43">
    <w:name w:val="List Table 2 Accent 4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8D3DF" w:themeColor="accent4" w:themeTint="99"/>
        <w:bottom w:val="single" w:sz="4" w:space="0" w:color="78D3DF" w:themeColor="accent4" w:themeTint="99"/>
        <w:insideH w:val="single" w:sz="4" w:space="0" w:color="78D3D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styleId="2-53">
    <w:name w:val="List Table 2 Accent 5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C9C90" w:themeColor="accent5" w:themeTint="99"/>
        <w:bottom w:val="single" w:sz="4" w:space="0" w:color="FC9C90" w:themeColor="accent5" w:themeTint="99"/>
        <w:insideH w:val="single" w:sz="4" w:space="0" w:color="FC9C9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styleId="2-63">
    <w:name w:val="List Table 2 Accent 6"/>
    <w:basedOn w:val="a4"/>
    <w:uiPriority w:val="47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D076" w:themeColor="accent6" w:themeTint="99"/>
        <w:bottom w:val="single" w:sz="4" w:space="0" w:color="F7D076" w:themeColor="accent6" w:themeTint="99"/>
        <w:insideH w:val="single" w:sz="4" w:space="0" w:color="F7D07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styleId="3f3">
    <w:name w:val="List Table 3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1">
    <w:name w:val="List Table 3 Accent 1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941E" w:themeColor="accent1"/>
        <w:left w:val="single" w:sz="4" w:space="0" w:color="F7941E" w:themeColor="accent1"/>
        <w:bottom w:val="single" w:sz="4" w:space="0" w:color="F7941E" w:themeColor="accent1"/>
        <w:right w:val="single" w:sz="4" w:space="0" w:color="F7941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41E" w:themeFill="accent1"/>
      </w:tcPr>
    </w:tblStylePr>
    <w:tblStylePr w:type="lastRow">
      <w:rPr>
        <w:b/>
        <w:bCs/>
      </w:rPr>
      <w:tblPr/>
      <w:tcPr>
        <w:tcBorders>
          <w:top w:val="double" w:sz="4" w:space="0" w:color="F7941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41E" w:themeColor="accent1"/>
          <w:right w:val="single" w:sz="4" w:space="0" w:color="F7941E" w:themeColor="accent1"/>
        </w:tcBorders>
      </w:tcPr>
    </w:tblStylePr>
    <w:tblStylePr w:type="band1Horz">
      <w:tblPr/>
      <w:tcPr>
        <w:tcBorders>
          <w:top w:val="single" w:sz="4" w:space="0" w:color="F7941E" w:themeColor="accent1"/>
          <w:bottom w:val="single" w:sz="4" w:space="0" w:color="F7941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41E" w:themeColor="accent1"/>
          <w:left w:val="nil"/>
        </w:tcBorders>
      </w:tcPr>
    </w:tblStylePr>
    <w:tblStylePr w:type="swCell">
      <w:tblPr/>
      <w:tcPr>
        <w:tcBorders>
          <w:top w:val="double" w:sz="4" w:space="0" w:color="F7941E" w:themeColor="accent1"/>
          <w:right w:val="nil"/>
        </w:tcBorders>
      </w:tcPr>
    </w:tblStylePr>
  </w:style>
  <w:style w:type="table" w:styleId="3-21">
    <w:name w:val="List Table 3 Accent 2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83B82E" w:themeColor="accent2"/>
        <w:left w:val="single" w:sz="4" w:space="0" w:color="83B82E" w:themeColor="accent2"/>
        <w:bottom w:val="single" w:sz="4" w:space="0" w:color="83B82E" w:themeColor="accent2"/>
        <w:right w:val="single" w:sz="4" w:space="0" w:color="83B82E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3B82E" w:themeFill="accent2"/>
      </w:tcPr>
    </w:tblStylePr>
    <w:tblStylePr w:type="lastRow">
      <w:rPr>
        <w:b/>
        <w:bCs/>
      </w:rPr>
      <w:tblPr/>
      <w:tcPr>
        <w:tcBorders>
          <w:top w:val="double" w:sz="4" w:space="0" w:color="83B82E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3B82E" w:themeColor="accent2"/>
          <w:right w:val="single" w:sz="4" w:space="0" w:color="83B82E" w:themeColor="accent2"/>
        </w:tcBorders>
      </w:tcPr>
    </w:tblStylePr>
    <w:tblStylePr w:type="band1Horz">
      <w:tblPr/>
      <w:tcPr>
        <w:tcBorders>
          <w:top w:val="single" w:sz="4" w:space="0" w:color="83B82E" w:themeColor="accent2"/>
          <w:bottom w:val="single" w:sz="4" w:space="0" w:color="83B82E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3B82E" w:themeColor="accent2"/>
          <w:left w:val="nil"/>
        </w:tcBorders>
      </w:tcPr>
    </w:tblStylePr>
    <w:tblStylePr w:type="swCell">
      <w:tblPr/>
      <w:tcPr>
        <w:tcBorders>
          <w:top w:val="double" w:sz="4" w:space="0" w:color="83B82E" w:themeColor="accent2"/>
          <w:right w:val="nil"/>
        </w:tcBorders>
      </w:tcPr>
    </w:tblStylePr>
  </w:style>
  <w:style w:type="table" w:styleId="3-31">
    <w:name w:val="List Table 3 Accent 3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9A3797" w:themeColor="accent3"/>
        <w:left w:val="single" w:sz="4" w:space="0" w:color="9A3797" w:themeColor="accent3"/>
        <w:bottom w:val="single" w:sz="4" w:space="0" w:color="9A3797" w:themeColor="accent3"/>
        <w:right w:val="single" w:sz="4" w:space="0" w:color="9A379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A3797" w:themeFill="accent3"/>
      </w:tcPr>
    </w:tblStylePr>
    <w:tblStylePr w:type="lastRow">
      <w:rPr>
        <w:b/>
        <w:bCs/>
      </w:rPr>
      <w:tblPr/>
      <w:tcPr>
        <w:tcBorders>
          <w:top w:val="double" w:sz="4" w:space="0" w:color="9A379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A3797" w:themeColor="accent3"/>
          <w:right w:val="single" w:sz="4" w:space="0" w:color="9A3797" w:themeColor="accent3"/>
        </w:tcBorders>
      </w:tcPr>
    </w:tblStylePr>
    <w:tblStylePr w:type="band1Horz">
      <w:tblPr/>
      <w:tcPr>
        <w:tcBorders>
          <w:top w:val="single" w:sz="4" w:space="0" w:color="9A3797" w:themeColor="accent3"/>
          <w:bottom w:val="single" w:sz="4" w:space="0" w:color="9A379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A3797" w:themeColor="accent3"/>
          <w:left w:val="nil"/>
        </w:tcBorders>
      </w:tcPr>
    </w:tblStylePr>
    <w:tblStylePr w:type="swCell">
      <w:tblPr/>
      <w:tcPr>
        <w:tcBorders>
          <w:top w:val="double" w:sz="4" w:space="0" w:color="9A3797" w:themeColor="accent3"/>
          <w:right w:val="nil"/>
        </w:tcBorders>
      </w:tcPr>
    </w:tblStylePr>
  </w:style>
  <w:style w:type="table" w:styleId="3-41">
    <w:name w:val="List Table 3 Accent 4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2CADBD" w:themeColor="accent4"/>
        <w:left w:val="single" w:sz="4" w:space="0" w:color="2CADBD" w:themeColor="accent4"/>
        <w:bottom w:val="single" w:sz="4" w:space="0" w:color="2CADBD" w:themeColor="accent4"/>
        <w:right w:val="single" w:sz="4" w:space="0" w:color="2CADB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ADBD" w:themeFill="accent4"/>
      </w:tcPr>
    </w:tblStylePr>
    <w:tblStylePr w:type="lastRow">
      <w:rPr>
        <w:b/>
        <w:bCs/>
      </w:rPr>
      <w:tblPr/>
      <w:tcPr>
        <w:tcBorders>
          <w:top w:val="double" w:sz="4" w:space="0" w:color="2CADB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ADBD" w:themeColor="accent4"/>
          <w:right w:val="single" w:sz="4" w:space="0" w:color="2CADBD" w:themeColor="accent4"/>
        </w:tcBorders>
      </w:tcPr>
    </w:tblStylePr>
    <w:tblStylePr w:type="band1Horz">
      <w:tblPr/>
      <w:tcPr>
        <w:tcBorders>
          <w:top w:val="single" w:sz="4" w:space="0" w:color="2CADBD" w:themeColor="accent4"/>
          <w:bottom w:val="single" w:sz="4" w:space="0" w:color="2CADB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ADBD" w:themeColor="accent4"/>
          <w:left w:val="nil"/>
        </w:tcBorders>
      </w:tcPr>
    </w:tblStylePr>
    <w:tblStylePr w:type="swCell">
      <w:tblPr/>
      <w:tcPr>
        <w:tcBorders>
          <w:top w:val="double" w:sz="4" w:space="0" w:color="2CADBD" w:themeColor="accent4"/>
          <w:right w:val="nil"/>
        </w:tcBorders>
      </w:tcPr>
    </w:tblStylePr>
  </w:style>
  <w:style w:type="table" w:styleId="3-51">
    <w:name w:val="List Table 3 Accent 5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5B47" w:themeColor="accent5"/>
        <w:left w:val="single" w:sz="4" w:space="0" w:color="FA5B47" w:themeColor="accent5"/>
        <w:bottom w:val="single" w:sz="4" w:space="0" w:color="FA5B47" w:themeColor="accent5"/>
        <w:right w:val="single" w:sz="4" w:space="0" w:color="FA5B4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A5B47" w:themeFill="accent5"/>
      </w:tcPr>
    </w:tblStylePr>
    <w:tblStylePr w:type="lastRow">
      <w:rPr>
        <w:b/>
        <w:bCs/>
      </w:rPr>
      <w:tblPr/>
      <w:tcPr>
        <w:tcBorders>
          <w:top w:val="double" w:sz="4" w:space="0" w:color="FA5B4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A5B47" w:themeColor="accent5"/>
          <w:right w:val="single" w:sz="4" w:space="0" w:color="FA5B47" w:themeColor="accent5"/>
        </w:tcBorders>
      </w:tcPr>
    </w:tblStylePr>
    <w:tblStylePr w:type="band1Horz">
      <w:tblPr/>
      <w:tcPr>
        <w:tcBorders>
          <w:top w:val="single" w:sz="4" w:space="0" w:color="FA5B47" w:themeColor="accent5"/>
          <w:bottom w:val="single" w:sz="4" w:space="0" w:color="FA5B4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A5B47" w:themeColor="accent5"/>
          <w:left w:val="nil"/>
        </w:tcBorders>
      </w:tcPr>
    </w:tblStylePr>
    <w:tblStylePr w:type="swCell">
      <w:tblPr/>
      <w:tcPr>
        <w:tcBorders>
          <w:top w:val="double" w:sz="4" w:space="0" w:color="FA5B47" w:themeColor="accent5"/>
          <w:right w:val="nil"/>
        </w:tcBorders>
      </w:tcPr>
    </w:tblStylePr>
  </w:style>
  <w:style w:type="table" w:styleId="3-61">
    <w:name w:val="List Table 3 Accent 6"/>
    <w:basedOn w:val="a4"/>
    <w:uiPriority w:val="48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2B31C" w:themeColor="accent6"/>
        <w:left w:val="single" w:sz="4" w:space="0" w:color="F2B31C" w:themeColor="accent6"/>
        <w:bottom w:val="single" w:sz="4" w:space="0" w:color="F2B31C" w:themeColor="accent6"/>
        <w:right w:val="single" w:sz="4" w:space="0" w:color="F2B31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B31C" w:themeFill="accent6"/>
      </w:tcPr>
    </w:tblStylePr>
    <w:tblStylePr w:type="lastRow">
      <w:rPr>
        <w:b/>
        <w:bCs/>
      </w:rPr>
      <w:tblPr/>
      <w:tcPr>
        <w:tcBorders>
          <w:top w:val="double" w:sz="4" w:space="0" w:color="F2B31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B31C" w:themeColor="accent6"/>
          <w:right w:val="single" w:sz="4" w:space="0" w:color="F2B31C" w:themeColor="accent6"/>
        </w:tcBorders>
      </w:tcPr>
    </w:tblStylePr>
    <w:tblStylePr w:type="band1Horz">
      <w:tblPr/>
      <w:tcPr>
        <w:tcBorders>
          <w:top w:val="single" w:sz="4" w:space="0" w:color="F2B31C" w:themeColor="accent6"/>
          <w:bottom w:val="single" w:sz="4" w:space="0" w:color="F2B31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B31C" w:themeColor="accent6"/>
          <w:left w:val="nil"/>
        </w:tcBorders>
      </w:tcPr>
    </w:tblStylePr>
    <w:tblStylePr w:type="swCell">
      <w:tblPr/>
      <w:tcPr>
        <w:tcBorders>
          <w:top w:val="double" w:sz="4" w:space="0" w:color="F2B31C" w:themeColor="accent6"/>
          <w:right w:val="nil"/>
        </w:tcBorders>
      </w:tcPr>
    </w:tblStylePr>
  </w:style>
  <w:style w:type="table" w:styleId="4c">
    <w:name w:val="List Table 4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ABE77" w:themeColor="accent1" w:themeTint="99"/>
        <w:left w:val="single" w:sz="4" w:space="0" w:color="FABE77" w:themeColor="accent1" w:themeTint="99"/>
        <w:bottom w:val="single" w:sz="4" w:space="0" w:color="FABE77" w:themeColor="accent1" w:themeTint="99"/>
        <w:right w:val="single" w:sz="4" w:space="0" w:color="FABE77" w:themeColor="accent1" w:themeTint="99"/>
        <w:insideH w:val="single" w:sz="4" w:space="0" w:color="FABE7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E" w:themeColor="accent1"/>
          <w:left w:val="single" w:sz="4" w:space="0" w:color="F7941E" w:themeColor="accent1"/>
          <w:bottom w:val="single" w:sz="4" w:space="0" w:color="F7941E" w:themeColor="accent1"/>
          <w:right w:val="single" w:sz="4" w:space="0" w:color="F7941E" w:themeColor="accent1"/>
          <w:insideH w:val="nil"/>
        </w:tcBorders>
        <w:shd w:val="clear" w:color="auto" w:fill="F7941E" w:themeFill="accent1"/>
      </w:tcPr>
    </w:tblStylePr>
    <w:tblStylePr w:type="lastRow">
      <w:rPr>
        <w:b/>
        <w:bCs/>
      </w:rPr>
      <w:tblPr/>
      <w:tcPr>
        <w:tcBorders>
          <w:top w:val="double" w:sz="4" w:space="0" w:color="FABE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styleId="4-20">
    <w:name w:val="List Table 4 Accent 2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6DD78" w:themeColor="accent2" w:themeTint="99"/>
        <w:left w:val="single" w:sz="4" w:space="0" w:color="B6DD78" w:themeColor="accent2" w:themeTint="99"/>
        <w:bottom w:val="single" w:sz="4" w:space="0" w:color="B6DD78" w:themeColor="accent2" w:themeTint="99"/>
        <w:right w:val="single" w:sz="4" w:space="0" w:color="B6DD78" w:themeColor="accent2" w:themeTint="99"/>
        <w:insideH w:val="single" w:sz="4" w:space="0" w:color="B6DD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3B82E" w:themeColor="accent2"/>
          <w:left w:val="single" w:sz="4" w:space="0" w:color="83B82E" w:themeColor="accent2"/>
          <w:bottom w:val="single" w:sz="4" w:space="0" w:color="83B82E" w:themeColor="accent2"/>
          <w:right w:val="single" w:sz="4" w:space="0" w:color="83B82E" w:themeColor="accent2"/>
          <w:insideH w:val="nil"/>
        </w:tcBorders>
        <w:shd w:val="clear" w:color="auto" w:fill="83B82E" w:themeFill="accent2"/>
      </w:tcPr>
    </w:tblStylePr>
    <w:tblStylePr w:type="lastRow">
      <w:rPr>
        <w:b/>
        <w:bCs/>
      </w:rPr>
      <w:tblPr/>
      <w:tcPr>
        <w:tcBorders>
          <w:top w:val="double" w:sz="4" w:space="0" w:color="B6DD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styleId="4-30">
    <w:name w:val="List Table 4 Accent 3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CF79CC" w:themeColor="accent3" w:themeTint="99"/>
        <w:left w:val="single" w:sz="4" w:space="0" w:color="CF79CC" w:themeColor="accent3" w:themeTint="99"/>
        <w:bottom w:val="single" w:sz="4" w:space="0" w:color="CF79CC" w:themeColor="accent3" w:themeTint="99"/>
        <w:right w:val="single" w:sz="4" w:space="0" w:color="CF79CC" w:themeColor="accent3" w:themeTint="99"/>
        <w:insideH w:val="single" w:sz="4" w:space="0" w:color="CF79C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3797" w:themeColor="accent3"/>
          <w:left w:val="single" w:sz="4" w:space="0" w:color="9A3797" w:themeColor="accent3"/>
          <w:bottom w:val="single" w:sz="4" w:space="0" w:color="9A3797" w:themeColor="accent3"/>
          <w:right w:val="single" w:sz="4" w:space="0" w:color="9A3797" w:themeColor="accent3"/>
          <w:insideH w:val="nil"/>
        </w:tcBorders>
        <w:shd w:val="clear" w:color="auto" w:fill="9A3797" w:themeFill="accent3"/>
      </w:tcPr>
    </w:tblStylePr>
    <w:tblStylePr w:type="lastRow">
      <w:rPr>
        <w:b/>
        <w:bCs/>
      </w:rPr>
      <w:tblPr/>
      <w:tcPr>
        <w:tcBorders>
          <w:top w:val="double" w:sz="4" w:space="0" w:color="CF79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styleId="4-40">
    <w:name w:val="List Table 4 Accent 4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8D3DF" w:themeColor="accent4" w:themeTint="99"/>
        <w:left w:val="single" w:sz="4" w:space="0" w:color="78D3DF" w:themeColor="accent4" w:themeTint="99"/>
        <w:bottom w:val="single" w:sz="4" w:space="0" w:color="78D3DF" w:themeColor="accent4" w:themeTint="99"/>
        <w:right w:val="single" w:sz="4" w:space="0" w:color="78D3DF" w:themeColor="accent4" w:themeTint="99"/>
        <w:insideH w:val="single" w:sz="4" w:space="0" w:color="78D3D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ADBD" w:themeColor="accent4"/>
          <w:left w:val="single" w:sz="4" w:space="0" w:color="2CADBD" w:themeColor="accent4"/>
          <w:bottom w:val="single" w:sz="4" w:space="0" w:color="2CADBD" w:themeColor="accent4"/>
          <w:right w:val="single" w:sz="4" w:space="0" w:color="2CADBD" w:themeColor="accent4"/>
          <w:insideH w:val="nil"/>
        </w:tcBorders>
        <w:shd w:val="clear" w:color="auto" w:fill="2CADBD" w:themeFill="accent4"/>
      </w:tcPr>
    </w:tblStylePr>
    <w:tblStylePr w:type="lastRow">
      <w:rPr>
        <w:b/>
        <w:bCs/>
      </w:rPr>
      <w:tblPr/>
      <w:tcPr>
        <w:tcBorders>
          <w:top w:val="double" w:sz="4" w:space="0" w:color="78D3D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styleId="4-50">
    <w:name w:val="List Table 4 Accent 5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C9C90" w:themeColor="accent5" w:themeTint="99"/>
        <w:left w:val="single" w:sz="4" w:space="0" w:color="FC9C90" w:themeColor="accent5" w:themeTint="99"/>
        <w:bottom w:val="single" w:sz="4" w:space="0" w:color="FC9C90" w:themeColor="accent5" w:themeTint="99"/>
        <w:right w:val="single" w:sz="4" w:space="0" w:color="FC9C90" w:themeColor="accent5" w:themeTint="99"/>
        <w:insideH w:val="single" w:sz="4" w:space="0" w:color="FC9C9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5B47" w:themeColor="accent5"/>
          <w:left w:val="single" w:sz="4" w:space="0" w:color="FA5B47" w:themeColor="accent5"/>
          <w:bottom w:val="single" w:sz="4" w:space="0" w:color="FA5B47" w:themeColor="accent5"/>
          <w:right w:val="single" w:sz="4" w:space="0" w:color="FA5B47" w:themeColor="accent5"/>
          <w:insideH w:val="nil"/>
        </w:tcBorders>
        <w:shd w:val="clear" w:color="auto" w:fill="FA5B47" w:themeFill="accent5"/>
      </w:tcPr>
    </w:tblStylePr>
    <w:tblStylePr w:type="lastRow">
      <w:rPr>
        <w:b/>
        <w:bCs/>
      </w:rPr>
      <w:tblPr/>
      <w:tcPr>
        <w:tcBorders>
          <w:top w:val="double" w:sz="4" w:space="0" w:color="FC9C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styleId="4-60">
    <w:name w:val="List Table 4 Accent 6"/>
    <w:basedOn w:val="a4"/>
    <w:uiPriority w:val="49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F7D076" w:themeColor="accent6" w:themeTint="99"/>
        <w:left w:val="single" w:sz="4" w:space="0" w:color="F7D076" w:themeColor="accent6" w:themeTint="99"/>
        <w:bottom w:val="single" w:sz="4" w:space="0" w:color="F7D076" w:themeColor="accent6" w:themeTint="99"/>
        <w:right w:val="single" w:sz="4" w:space="0" w:color="F7D076" w:themeColor="accent6" w:themeTint="99"/>
        <w:insideH w:val="single" w:sz="4" w:space="0" w:color="F7D0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31C" w:themeColor="accent6"/>
          <w:left w:val="single" w:sz="4" w:space="0" w:color="F2B31C" w:themeColor="accent6"/>
          <w:bottom w:val="single" w:sz="4" w:space="0" w:color="F2B31C" w:themeColor="accent6"/>
          <w:right w:val="single" w:sz="4" w:space="0" w:color="F2B31C" w:themeColor="accent6"/>
          <w:insideH w:val="nil"/>
        </w:tcBorders>
        <w:shd w:val="clear" w:color="auto" w:fill="F2B31C" w:themeFill="accent6"/>
      </w:tcPr>
    </w:tblStylePr>
    <w:tblStylePr w:type="lastRow">
      <w:rPr>
        <w:b/>
        <w:bCs/>
      </w:rPr>
      <w:tblPr/>
      <w:tcPr>
        <w:tcBorders>
          <w:top w:val="double" w:sz="4" w:space="0" w:color="F7D0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styleId="5b">
    <w:name w:val="List Table 5 Dark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41E" w:themeColor="accent1"/>
        <w:left w:val="single" w:sz="24" w:space="0" w:color="F7941E" w:themeColor="accent1"/>
        <w:bottom w:val="single" w:sz="24" w:space="0" w:color="F7941E" w:themeColor="accent1"/>
        <w:right w:val="single" w:sz="24" w:space="0" w:color="F7941E" w:themeColor="accent1"/>
      </w:tblBorders>
    </w:tblPr>
    <w:tcPr>
      <w:shd w:val="clear" w:color="auto" w:fill="F7941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3B82E" w:themeColor="accent2"/>
        <w:left w:val="single" w:sz="24" w:space="0" w:color="83B82E" w:themeColor="accent2"/>
        <w:bottom w:val="single" w:sz="24" w:space="0" w:color="83B82E" w:themeColor="accent2"/>
        <w:right w:val="single" w:sz="24" w:space="0" w:color="83B82E" w:themeColor="accent2"/>
      </w:tblBorders>
    </w:tblPr>
    <w:tcPr>
      <w:shd w:val="clear" w:color="auto" w:fill="83B82E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A3797" w:themeColor="accent3"/>
        <w:left w:val="single" w:sz="24" w:space="0" w:color="9A3797" w:themeColor="accent3"/>
        <w:bottom w:val="single" w:sz="24" w:space="0" w:color="9A3797" w:themeColor="accent3"/>
        <w:right w:val="single" w:sz="24" w:space="0" w:color="9A3797" w:themeColor="accent3"/>
      </w:tblBorders>
    </w:tblPr>
    <w:tcPr>
      <w:shd w:val="clear" w:color="auto" w:fill="9A379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ADBD" w:themeColor="accent4"/>
        <w:left w:val="single" w:sz="24" w:space="0" w:color="2CADBD" w:themeColor="accent4"/>
        <w:bottom w:val="single" w:sz="24" w:space="0" w:color="2CADBD" w:themeColor="accent4"/>
        <w:right w:val="single" w:sz="24" w:space="0" w:color="2CADBD" w:themeColor="accent4"/>
      </w:tblBorders>
    </w:tblPr>
    <w:tcPr>
      <w:shd w:val="clear" w:color="auto" w:fill="2CADB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A5B47" w:themeColor="accent5"/>
        <w:left w:val="single" w:sz="24" w:space="0" w:color="FA5B47" w:themeColor="accent5"/>
        <w:bottom w:val="single" w:sz="24" w:space="0" w:color="FA5B47" w:themeColor="accent5"/>
        <w:right w:val="single" w:sz="24" w:space="0" w:color="FA5B47" w:themeColor="accent5"/>
      </w:tblBorders>
    </w:tblPr>
    <w:tcPr>
      <w:shd w:val="clear" w:color="auto" w:fill="FA5B4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EC62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B31C" w:themeColor="accent6"/>
        <w:left w:val="single" w:sz="24" w:space="0" w:color="F2B31C" w:themeColor="accent6"/>
        <w:bottom w:val="single" w:sz="24" w:space="0" w:color="F2B31C" w:themeColor="accent6"/>
        <w:right w:val="single" w:sz="24" w:space="0" w:color="F2B31C" w:themeColor="accent6"/>
      </w:tblBorders>
    </w:tblPr>
    <w:tcPr>
      <w:shd w:val="clear" w:color="auto" w:fill="F2B31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6">
    <w:name w:val="List Table 6 Colorful"/>
    <w:basedOn w:val="a4"/>
    <w:uiPriority w:val="51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EC62CF"/>
    <w:pPr>
      <w:spacing w:after="0" w:line="240" w:lineRule="auto"/>
    </w:pPr>
    <w:rPr>
      <w:color w:val="C86F07" w:themeColor="accent1" w:themeShade="BF"/>
    </w:rPr>
    <w:tblPr>
      <w:tblStyleRowBandSize w:val="1"/>
      <w:tblStyleColBandSize w:val="1"/>
      <w:tblBorders>
        <w:top w:val="single" w:sz="4" w:space="0" w:color="F7941E" w:themeColor="accent1"/>
        <w:bottom w:val="single" w:sz="4" w:space="0" w:color="F7941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7941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7941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</w:style>
  <w:style w:type="table" w:styleId="6-20">
    <w:name w:val="List Table 6 Colorful Accent 2"/>
    <w:basedOn w:val="a4"/>
    <w:uiPriority w:val="51"/>
    <w:rsid w:val="00EC62CF"/>
    <w:pPr>
      <w:spacing w:after="0" w:line="240" w:lineRule="auto"/>
    </w:pPr>
    <w:rPr>
      <w:color w:val="618922" w:themeColor="accent2" w:themeShade="BF"/>
    </w:rPr>
    <w:tblPr>
      <w:tblStyleRowBandSize w:val="1"/>
      <w:tblStyleColBandSize w:val="1"/>
      <w:tblBorders>
        <w:top w:val="single" w:sz="4" w:space="0" w:color="83B82E" w:themeColor="accent2"/>
        <w:bottom w:val="single" w:sz="4" w:space="0" w:color="83B82E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3B82E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3B82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</w:style>
  <w:style w:type="table" w:styleId="6-30">
    <w:name w:val="List Table 6 Colorful Accent 3"/>
    <w:basedOn w:val="a4"/>
    <w:uiPriority w:val="51"/>
    <w:rsid w:val="00EC62CF"/>
    <w:pPr>
      <w:spacing w:after="0" w:line="240" w:lineRule="auto"/>
    </w:pPr>
    <w:rPr>
      <w:color w:val="732970" w:themeColor="accent3" w:themeShade="BF"/>
    </w:rPr>
    <w:tblPr>
      <w:tblStyleRowBandSize w:val="1"/>
      <w:tblStyleColBandSize w:val="1"/>
      <w:tblBorders>
        <w:top w:val="single" w:sz="4" w:space="0" w:color="9A3797" w:themeColor="accent3"/>
        <w:bottom w:val="single" w:sz="4" w:space="0" w:color="9A379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A379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A379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</w:style>
  <w:style w:type="table" w:styleId="6-40">
    <w:name w:val="List Table 6 Colorful Accent 4"/>
    <w:basedOn w:val="a4"/>
    <w:uiPriority w:val="51"/>
    <w:rsid w:val="00EC62CF"/>
    <w:pPr>
      <w:spacing w:after="0" w:line="240" w:lineRule="auto"/>
    </w:pPr>
    <w:rPr>
      <w:color w:val="21818D" w:themeColor="accent4" w:themeShade="BF"/>
    </w:rPr>
    <w:tblPr>
      <w:tblStyleRowBandSize w:val="1"/>
      <w:tblStyleColBandSize w:val="1"/>
      <w:tblBorders>
        <w:top w:val="single" w:sz="4" w:space="0" w:color="2CADBD" w:themeColor="accent4"/>
        <w:bottom w:val="single" w:sz="4" w:space="0" w:color="2CADB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2CADB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2CADB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</w:style>
  <w:style w:type="table" w:styleId="6-50">
    <w:name w:val="List Table 6 Colorful Accent 5"/>
    <w:basedOn w:val="a4"/>
    <w:uiPriority w:val="51"/>
    <w:rsid w:val="00EC62CF"/>
    <w:pPr>
      <w:spacing w:after="0" w:line="240" w:lineRule="auto"/>
    </w:pPr>
    <w:rPr>
      <w:color w:val="E91F06" w:themeColor="accent5" w:themeShade="BF"/>
    </w:rPr>
    <w:tblPr>
      <w:tblStyleRowBandSize w:val="1"/>
      <w:tblStyleColBandSize w:val="1"/>
      <w:tblBorders>
        <w:top w:val="single" w:sz="4" w:space="0" w:color="FA5B47" w:themeColor="accent5"/>
        <w:bottom w:val="single" w:sz="4" w:space="0" w:color="FA5B4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A5B4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A5B4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</w:style>
  <w:style w:type="table" w:styleId="6-60">
    <w:name w:val="List Table 6 Colorful Accent 6"/>
    <w:basedOn w:val="a4"/>
    <w:uiPriority w:val="51"/>
    <w:rsid w:val="00EC62CF"/>
    <w:pPr>
      <w:spacing w:after="0" w:line="240" w:lineRule="auto"/>
    </w:pPr>
    <w:rPr>
      <w:color w:val="BF890B" w:themeColor="accent6" w:themeShade="BF"/>
    </w:rPr>
    <w:tblPr>
      <w:tblStyleRowBandSize w:val="1"/>
      <w:tblStyleColBandSize w:val="1"/>
      <w:tblBorders>
        <w:top w:val="single" w:sz="4" w:space="0" w:color="F2B31C" w:themeColor="accent6"/>
        <w:bottom w:val="single" w:sz="4" w:space="0" w:color="F2B31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2B31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2B31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</w:style>
  <w:style w:type="table" w:styleId="76">
    <w:name w:val="List Table 7 Colorful"/>
    <w:basedOn w:val="a4"/>
    <w:uiPriority w:val="52"/>
    <w:rsid w:val="00EC62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EC62CF"/>
    <w:pPr>
      <w:spacing w:after="0" w:line="240" w:lineRule="auto"/>
    </w:pPr>
    <w:rPr>
      <w:color w:val="C86F0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41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41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41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41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DE9D1" w:themeFill="accent1" w:themeFillTint="33"/>
      </w:tcPr>
    </w:tblStylePr>
    <w:tblStylePr w:type="band1Horz">
      <w:tblPr/>
      <w:tcPr>
        <w:shd w:val="clear" w:color="auto" w:fill="FDE9D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EC62CF"/>
    <w:pPr>
      <w:spacing w:after="0" w:line="240" w:lineRule="auto"/>
    </w:pPr>
    <w:rPr>
      <w:color w:val="6189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3B82E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3B82E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3B82E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3B82E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6F3D2" w:themeFill="accent2" w:themeFillTint="33"/>
      </w:tcPr>
    </w:tblStylePr>
    <w:tblStylePr w:type="band1Horz">
      <w:tblPr/>
      <w:tcPr>
        <w:shd w:val="clear" w:color="auto" w:fill="E6F3D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EC62CF"/>
    <w:pPr>
      <w:spacing w:after="0" w:line="240" w:lineRule="auto"/>
    </w:pPr>
    <w:rPr>
      <w:color w:val="7329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A379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A379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A379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A379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FD2EE" w:themeFill="accent3" w:themeFillTint="33"/>
      </w:tcPr>
    </w:tblStylePr>
    <w:tblStylePr w:type="band1Horz">
      <w:tblPr/>
      <w:tcPr>
        <w:shd w:val="clear" w:color="auto" w:fill="EFD2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EC62CF"/>
    <w:pPr>
      <w:spacing w:after="0" w:line="240" w:lineRule="auto"/>
    </w:pPr>
    <w:rPr>
      <w:color w:val="21818D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ADB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ADB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ADB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ADB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1F0F4" w:themeFill="accent4" w:themeFillTint="33"/>
      </w:tcPr>
    </w:tblStylePr>
    <w:tblStylePr w:type="band1Horz">
      <w:tblPr/>
      <w:tcPr>
        <w:shd w:val="clear" w:color="auto" w:fill="D1F0F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EC62CF"/>
    <w:pPr>
      <w:spacing w:after="0" w:line="240" w:lineRule="auto"/>
    </w:pPr>
    <w:rPr>
      <w:color w:val="E91F0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A5B4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A5B4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A5B4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A5B4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EDDDA" w:themeFill="accent5" w:themeFillTint="33"/>
      </w:tcPr>
    </w:tblStylePr>
    <w:tblStylePr w:type="band1Horz">
      <w:tblPr/>
      <w:tcPr>
        <w:shd w:val="clear" w:color="auto" w:fill="FEDDD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EC62CF"/>
    <w:pPr>
      <w:spacing w:after="0" w:line="240" w:lineRule="auto"/>
    </w:pPr>
    <w:rPr>
      <w:color w:val="BF890B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B31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B31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B31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B31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CEFD1" w:themeFill="accent6" w:themeFillTint="33"/>
      </w:tcPr>
    </w:tblStylePr>
    <w:tblStylePr w:type="band1Horz">
      <w:tblPr/>
      <w:tcPr>
        <w:shd w:val="clear" w:color="auto" w:fill="FCEFD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fffff1">
    <w:name w:val="Mention"/>
    <w:basedOn w:val="a3"/>
    <w:uiPriority w:val="99"/>
    <w:semiHidden/>
    <w:unhideWhenUsed/>
    <w:rsid w:val="00EC62CF"/>
    <w:rPr>
      <w:rFonts w:ascii="Microsoft JhengHei UI" w:eastAsia="Microsoft JhengHei UI" w:hAnsi="Microsoft JhengHei UI"/>
      <w:color w:val="2B579A"/>
      <w:shd w:val="clear" w:color="auto" w:fill="E6E6E6"/>
    </w:rPr>
  </w:style>
  <w:style w:type="table" w:styleId="1f">
    <w:name w:val="Plain Table 1"/>
    <w:basedOn w:val="a4"/>
    <w:uiPriority w:val="41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4"/>
    <w:uiPriority w:val="42"/>
    <w:rsid w:val="00EC62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4">
    <w:name w:val="Plain Table 3"/>
    <w:basedOn w:val="a4"/>
    <w:uiPriority w:val="43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d">
    <w:name w:val="Plain Table 4"/>
    <w:basedOn w:val="a4"/>
    <w:uiPriority w:val="44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c">
    <w:name w:val="Plain Table 5"/>
    <w:basedOn w:val="a4"/>
    <w:uiPriority w:val="45"/>
    <w:rsid w:val="00EC62C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fffff2">
    <w:name w:val="Smart Hyperlink"/>
    <w:basedOn w:val="a3"/>
    <w:uiPriority w:val="99"/>
    <w:semiHidden/>
    <w:unhideWhenUsed/>
    <w:rsid w:val="00EC62CF"/>
    <w:rPr>
      <w:rFonts w:ascii="Microsoft JhengHei UI" w:eastAsia="Microsoft JhengHei UI" w:hAnsi="Microsoft JhengHei UI"/>
      <w:u w:val="dotted"/>
    </w:rPr>
  </w:style>
  <w:style w:type="table" w:styleId="affffff3">
    <w:name w:val="Grid Table Light"/>
    <w:basedOn w:val="a4"/>
    <w:uiPriority w:val="40"/>
    <w:rsid w:val="00EC62C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4">
    <w:name w:val="Unresolved Mention"/>
    <w:basedOn w:val="a3"/>
    <w:uiPriority w:val="99"/>
    <w:semiHidden/>
    <w:unhideWhenUsed/>
    <w:rsid w:val="00EC62CF"/>
    <w:rPr>
      <w:rFonts w:ascii="Microsoft JhengHei UI" w:eastAsia="Microsoft JhengHei UI" w:hAnsi="Microsoft JhengHei UI"/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A972F0F51D745E992774AA9B600C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17E7E-1FE8-4C07-87CE-EC8F963B4E62}"/>
      </w:docPartPr>
      <w:docPartBody>
        <w:p w:rsidR="006D32CB" w:rsidRDefault="00AD1261">
          <w:r>
            <w:rPr>
              <w:lang w:val="zh-TW" w:eastAsia="zh-TW" w:bidi="zh-TW"/>
            </w:rPr>
            <w:t>請將行動電話關機。</w:t>
          </w:r>
        </w:p>
      </w:docPartBody>
    </w:docPart>
    <w:docPart>
      <w:docPartPr>
        <w:name w:val="FC62E79E9C994CBFA34189EC979E6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572FA0-BEEB-41F5-A061-AC7F63AE2BFC}"/>
      </w:docPartPr>
      <w:docPartBody>
        <w:p w:rsidR="006D32CB" w:rsidRDefault="00AD1261" w:rsidP="00DB7C43">
          <w:pPr>
            <w:pStyle w:val="FC62E79E9C994CBFA34189EC979E6483"/>
          </w:pPr>
          <w:r>
            <w:rPr>
              <w:lang w:val="zh-TW" w:eastAsia="zh-TW" w:bidi="zh-TW"/>
            </w:rPr>
            <w:t>請將行動電話關機。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7C43"/>
    <w:rsid w:val="0006443E"/>
    <w:rsid w:val="002174F0"/>
    <w:rsid w:val="00432DFD"/>
    <w:rsid w:val="0055615F"/>
    <w:rsid w:val="00613B34"/>
    <w:rsid w:val="006B5AED"/>
    <w:rsid w:val="006D32CB"/>
    <w:rsid w:val="009146E1"/>
    <w:rsid w:val="00AD1261"/>
    <w:rsid w:val="00DB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D1261"/>
    <w:rPr>
      <w:color w:val="767171" w:themeColor="background2" w:themeShade="80"/>
    </w:rPr>
  </w:style>
  <w:style w:type="paragraph" w:customStyle="1" w:styleId="F339C406676A46A5BE023C17CCD5FEAB">
    <w:name w:val="F339C406676A46A5BE023C17CCD5FEAB"/>
    <w:rsid w:val="00DB7C43"/>
  </w:style>
  <w:style w:type="paragraph" w:customStyle="1" w:styleId="FC62E79E9C994CBFA34189EC979E6483">
    <w:name w:val="FC62E79E9C994CBFA34189EC979E6483"/>
    <w:rsid w:val="00DB7C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ell Phone Flyer">
      <a:dk1>
        <a:sysClr val="windowText" lastClr="000000"/>
      </a:dk1>
      <a:lt1>
        <a:sysClr val="window" lastClr="FFFFFF"/>
      </a:lt1>
      <a:dk2>
        <a:srgbClr val="3C3C3C"/>
      </a:dk2>
      <a:lt2>
        <a:srgbClr val="E6E6E6"/>
      </a:lt2>
      <a:accent1>
        <a:srgbClr val="F7941E"/>
      </a:accent1>
      <a:accent2>
        <a:srgbClr val="83B82E"/>
      </a:accent2>
      <a:accent3>
        <a:srgbClr val="9A3797"/>
      </a:accent3>
      <a:accent4>
        <a:srgbClr val="2CADBD"/>
      </a:accent4>
      <a:accent5>
        <a:srgbClr val="FA5B47"/>
      </a:accent5>
      <a:accent6>
        <a:srgbClr val="F2B31C"/>
      </a:accent6>
      <a:hlink>
        <a:srgbClr val="2CADBD"/>
      </a:hlink>
      <a:folHlink>
        <a:srgbClr val="9A3797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Office_18839999_TF04021418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2018-05-16T11:48:00Z</dcterms:created>
  <dcterms:modified xsi:type="dcterms:W3CDTF">2018-05-16T11:48:00Z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